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7F53E2">
        <w:rPr>
          <w:rFonts w:ascii="Times New Roman" w:hAnsi="Times New Roman"/>
          <w:szCs w:val="24"/>
        </w:rPr>
        <w:t>13.06.</w:t>
      </w:r>
      <w:r w:rsidR="000D6F87">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7F53E2">
        <w:rPr>
          <w:rFonts w:ascii="Times New Roman" w:hAnsi="Times New Roman"/>
          <w:szCs w:val="24"/>
        </w:rPr>
        <w:t>195</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853F9">
        <w:rPr>
          <w:rFonts w:ascii="Times New Roman" w:hAnsi="Times New Roman"/>
          <w:b/>
          <w:sz w:val="28"/>
          <w:szCs w:val="28"/>
        </w:rPr>
        <w:t>2</w:t>
      </w:r>
      <w:r w:rsidR="000E5616">
        <w:rPr>
          <w:rFonts w:ascii="Times New Roman" w:hAnsi="Times New Roman"/>
          <w:b/>
          <w:sz w:val="28"/>
          <w:szCs w:val="28"/>
        </w:rPr>
        <w:t>8</w:t>
      </w:r>
      <w:r w:rsidR="00737121">
        <w:rPr>
          <w:rFonts w:ascii="Times New Roman" w:hAnsi="Times New Roman"/>
          <w:b/>
          <w:sz w:val="28"/>
          <w:szCs w:val="28"/>
        </w:rPr>
        <w:t>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3002A5" w:rsidRDefault="003002A5" w:rsidP="003002A5">
      <w:pPr>
        <w:spacing w:after="0" w:line="240" w:lineRule="auto"/>
        <w:ind w:firstLine="426"/>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3002A5" w:rsidRPr="00C11A12" w:rsidRDefault="003002A5" w:rsidP="003002A5">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3002A5" w:rsidRPr="009359AE" w:rsidRDefault="003002A5" w:rsidP="003002A5">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3002A5" w:rsidRPr="00342404" w:rsidRDefault="003002A5" w:rsidP="003002A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3002A5" w:rsidRPr="001B163E" w:rsidRDefault="003002A5" w:rsidP="003002A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3002A5" w:rsidRPr="001B163E" w:rsidRDefault="003002A5" w:rsidP="003002A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3002A5" w:rsidRPr="009359AE" w:rsidRDefault="003002A5" w:rsidP="003002A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w:t>
      </w:r>
      <w:r>
        <w:rPr>
          <w:rFonts w:ascii="Times New Roman" w:hAnsi="Times New Roman"/>
          <w:sz w:val="24"/>
          <w:szCs w:val="24"/>
        </w:rPr>
        <w:lastRenderedPageBreak/>
        <w:t>аукционной документации, либо нормативными актами Администрации ЗАТО г. Железногорск.</w:t>
      </w:r>
    </w:p>
    <w:p w:rsidR="003002A5" w:rsidRDefault="003002A5" w:rsidP="003002A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8853F9">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B360D1">
        <w:rPr>
          <w:rFonts w:ascii="Times New Roman" w:hAnsi="Times New Roman"/>
          <w:sz w:val="24"/>
          <w:szCs w:val="24"/>
        </w:rPr>
        <w:t>1</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EF0832">
        <w:rPr>
          <w:rFonts w:ascii="Times New Roman" w:hAnsi="Times New Roman"/>
          <w:sz w:val="24"/>
          <w:szCs w:val="24"/>
        </w:rPr>
        <w:t>5</w:t>
      </w:r>
      <w:r w:rsidR="00762507">
        <w:rPr>
          <w:rFonts w:ascii="Times New Roman" w:hAnsi="Times New Roman"/>
          <w:sz w:val="24"/>
          <w:szCs w:val="24"/>
        </w:rPr>
        <w:t>.</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737121"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 xml:space="preserve">отсутствует решение о ликвидации заявителя - юридического </w:t>
            </w:r>
            <w:r w:rsidR="008D5C3B" w:rsidRPr="000509E6">
              <w:rPr>
                <w:rFonts w:ascii="Times New Roman" w:hAnsi="Times New Roman"/>
                <w:sz w:val="24"/>
                <w:szCs w:val="24"/>
              </w:rPr>
              <w:lastRenderedPageBreak/>
              <w:t>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737121" w:rsidP="0073712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5FB3" w:rsidRPr="005E5FB3" w:rsidRDefault="005E5FB3" w:rsidP="005E5FB3">
            <w:pPr>
              <w:spacing w:after="0" w:line="240" w:lineRule="auto"/>
              <w:ind w:firstLine="447"/>
              <w:jc w:val="both"/>
              <w:rPr>
                <w:rFonts w:ascii="Times New Roman" w:hAnsi="Times New Roman"/>
                <w:sz w:val="24"/>
              </w:rPr>
            </w:pPr>
            <w:r w:rsidRPr="005E5FB3">
              <w:rPr>
                <w:rFonts w:ascii="Times New Roman" w:hAnsi="Times New Roman"/>
                <w:sz w:val="24"/>
              </w:rPr>
              <w:t>Рабочее помещение 16 (согласно выписке № 04:535/2004-2605 от 20.10.2004 из ЕГРОГД) первого этажа нежилого здания с кадастровым номером 24:58:0000000:1486, расположенного по адресу: Российская Федерация, Красноярский край, ЗАТО Железногорск, г. Железногорск, ул. Матросова, д.15А.</w:t>
            </w:r>
          </w:p>
          <w:p w:rsidR="000E5616" w:rsidRDefault="005E5FB3" w:rsidP="005E5FB3">
            <w:pPr>
              <w:autoSpaceDE w:val="0"/>
              <w:autoSpaceDN w:val="0"/>
              <w:spacing w:after="0" w:line="240" w:lineRule="auto"/>
              <w:ind w:firstLine="447"/>
              <w:jc w:val="both"/>
              <w:rPr>
                <w:rFonts w:ascii="Times New Roman" w:hAnsi="Times New Roman"/>
                <w:sz w:val="24"/>
              </w:rPr>
            </w:pPr>
            <w:r w:rsidRPr="005E5FB3">
              <w:rPr>
                <w:rFonts w:ascii="Times New Roman" w:hAnsi="Times New Roman"/>
                <w:sz w:val="24"/>
              </w:rPr>
              <w:t>Площадь объекта: 13,2 кв.м.</w:t>
            </w:r>
          </w:p>
          <w:p w:rsidR="005E5FB3" w:rsidRPr="00422DE6" w:rsidRDefault="005E5FB3" w:rsidP="005E5FB3">
            <w:pPr>
              <w:autoSpaceDE w:val="0"/>
              <w:autoSpaceDN w:val="0"/>
              <w:spacing w:after="0" w:line="240" w:lineRule="auto"/>
              <w:ind w:firstLine="447"/>
              <w:jc w:val="both"/>
              <w:rPr>
                <w:rFonts w:ascii="Times New Roman" w:hAnsi="Times New Roman"/>
                <w:sz w:val="24"/>
              </w:rPr>
            </w:pPr>
          </w:p>
          <w:p w:rsidR="00D34C6C" w:rsidRPr="005E5FB3" w:rsidRDefault="00D34C6C" w:rsidP="005E5FB3">
            <w:pPr>
              <w:autoSpaceDE w:val="0"/>
              <w:autoSpaceDN w:val="0"/>
              <w:spacing w:after="0" w:line="240" w:lineRule="auto"/>
              <w:ind w:firstLine="447"/>
              <w:jc w:val="both"/>
              <w:rPr>
                <w:rFonts w:ascii="Times New Roman" w:hAnsi="Times New Roman"/>
                <w:sz w:val="24"/>
              </w:rPr>
            </w:pPr>
            <w:r w:rsidRPr="005E5FB3">
              <w:rPr>
                <w:rFonts w:ascii="Times New Roman" w:hAnsi="Times New Roman"/>
                <w:sz w:val="24"/>
              </w:rPr>
              <w:t>Технические характеристики объекта:</w:t>
            </w:r>
          </w:p>
          <w:p w:rsidR="00D34C6C" w:rsidRPr="005E5FB3" w:rsidRDefault="005E5FB3" w:rsidP="005E5FB3">
            <w:pPr>
              <w:autoSpaceDE w:val="0"/>
              <w:autoSpaceDN w:val="0"/>
              <w:spacing w:after="0" w:line="240" w:lineRule="auto"/>
              <w:ind w:firstLine="447"/>
              <w:jc w:val="both"/>
              <w:rPr>
                <w:rFonts w:ascii="Times New Roman" w:hAnsi="Times New Roman"/>
                <w:sz w:val="24"/>
              </w:rPr>
            </w:pPr>
            <w:r w:rsidRPr="005E5FB3">
              <w:rPr>
                <w:rFonts w:ascii="Times New Roman" w:hAnsi="Times New Roman"/>
                <w:sz w:val="24"/>
              </w:rPr>
              <w:t xml:space="preserve">Рабочее помещение находится </w:t>
            </w:r>
            <w:r w:rsidR="00860940" w:rsidRPr="005E5FB3">
              <w:rPr>
                <w:rFonts w:ascii="Times New Roman" w:hAnsi="Times New Roman"/>
                <w:sz w:val="24"/>
              </w:rPr>
              <w:t xml:space="preserve">на 1 этаже в </w:t>
            </w:r>
            <w:r w:rsidRPr="005E5FB3">
              <w:rPr>
                <w:rFonts w:ascii="Times New Roman" w:hAnsi="Times New Roman"/>
                <w:sz w:val="24"/>
              </w:rPr>
              <w:t xml:space="preserve">нежилого </w:t>
            </w:r>
            <w:r w:rsidR="00860940" w:rsidRPr="005E5FB3">
              <w:rPr>
                <w:rFonts w:ascii="Times New Roman" w:hAnsi="Times New Roman"/>
                <w:sz w:val="24"/>
              </w:rPr>
              <w:t>здани</w:t>
            </w:r>
            <w:r w:rsidRPr="005E5FB3">
              <w:rPr>
                <w:rFonts w:ascii="Times New Roman" w:hAnsi="Times New Roman"/>
                <w:sz w:val="24"/>
              </w:rPr>
              <w:t>я</w:t>
            </w:r>
            <w:r w:rsidR="00860940" w:rsidRPr="005E5FB3">
              <w:rPr>
                <w:rFonts w:ascii="Times New Roman" w:hAnsi="Times New Roman"/>
                <w:sz w:val="24"/>
              </w:rPr>
              <w:t>, вход в помещение из коридора общего пользования. Отопление, электроосвещение имеются. Сан. узлы общего пользования - на этаже.</w:t>
            </w:r>
            <w:r w:rsidR="003F741F" w:rsidRPr="005E5FB3">
              <w:rPr>
                <w:rFonts w:ascii="Times New Roman" w:hAnsi="Times New Roman"/>
                <w:sz w:val="24"/>
              </w:rPr>
              <w:t xml:space="preserve"> </w:t>
            </w:r>
          </w:p>
          <w:p w:rsidR="00422DE6" w:rsidRPr="00422DE6" w:rsidRDefault="00CA0F19" w:rsidP="00D92AF3">
            <w:pPr>
              <w:autoSpaceDE w:val="0"/>
              <w:autoSpaceDN w:val="0"/>
              <w:spacing w:after="0" w:line="240" w:lineRule="auto"/>
              <w:ind w:firstLine="447"/>
              <w:jc w:val="both"/>
              <w:rPr>
                <w:rFonts w:ascii="Times New Roman" w:hAnsi="Times New Roman"/>
                <w:sz w:val="24"/>
              </w:rPr>
            </w:pPr>
            <w:r w:rsidRPr="005E5FB3">
              <w:rPr>
                <w:rFonts w:ascii="Times New Roman" w:hAnsi="Times New Roman"/>
                <w:sz w:val="24"/>
              </w:rPr>
              <w:t>Цветные фотографии</w:t>
            </w:r>
            <w:r w:rsidRPr="00CA0F19">
              <w:rPr>
                <w:rFonts w:ascii="Times New Roman" w:hAnsi="Times New Roman"/>
                <w:sz w:val="24"/>
              </w:rPr>
              <w:t xml:space="preserve"> размещены на официальном сайте Администрации ЗАТО г.</w:t>
            </w:r>
            <w:r w:rsidR="00FA38F9">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AE3205" w:rsidRPr="009359AE" w:rsidTr="00B218F7">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5E5FB3" w:rsidP="005E5FB3">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100</w:t>
            </w:r>
            <w:r w:rsidR="000F3ADE">
              <w:rPr>
                <w:rFonts w:ascii="Times New Roman" w:hAnsi="Times New Roman"/>
                <w:sz w:val="24"/>
                <w:szCs w:val="24"/>
              </w:rPr>
              <w:t xml:space="preserve"> </w:t>
            </w:r>
            <w:r w:rsidR="003A3281">
              <w:rPr>
                <w:rFonts w:ascii="Times New Roman" w:hAnsi="Times New Roman"/>
                <w:sz w:val="24"/>
                <w:szCs w:val="24"/>
              </w:rPr>
              <w:t>(</w:t>
            </w:r>
            <w:r>
              <w:rPr>
                <w:rFonts w:ascii="Times New Roman" w:hAnsi="Times New Roman"/>
                <w:sz w:val="24"/>
                <w:szCs w:val="24"/>
              </w:rPr>
              <w:t>сто</w:t>
            </w:r>
            <w:r w:rsidR="00872674">
              <w:rPr>
                <w:rFonts w:ascii="Times New Roman" w:hAnsi="Times New Roman"/>
                <w:sz w:val="24"/>
                <w:szCs w:val="24"/>
              </w:rPr>
              <w:t>)</w:t>
            </w:r>
            <w:r w:rsidR="003A3281">
              <w:rPr>
                <w:rFonts w:ascii="Times New Roman" w:hAnsi="Times New Roman"/>
                <w:sz w:val="24"/>
                <w:szCs w:val="24"/>
              </w:rPr>
              <w:t xml:space="preserve"> рублей </w:t>
            </w:r>
            <w:r w:rsidR="000E5616">
              <w:rPr>
                <w:rFonts w:ascii="Times New Roman" w:hAnsi="Times New Roman"/>
                <w:sz w:val="24"/>
                <w:szCs w:val="24"/>
              </w:rPr>
              <w:t>4</w:t>
            </w:r>
            <w:r>
              <w:rPr>
                <w:rFonts w:ascii="Times New Roman" w:hAnsi="Times New Roman"/>
                <w:sz w:val="24"/>
                <w:szCs w:val="24"/>
              </w:rPr>
              <w:t>7</w:t>
            </w:r>
            <w:r w:rsidR="003A3281">
              <w:rPr>
                <w:rFonts w:ascii="Times New Roman" w:hAnsi="Times New Roman"/>
                <w:sz w:val="24"/>
                <w:szCs w:val="24"/>
              </w:rPr>
              <w:t xml:space="preserve"> копе</w:t>
            </w:r>
            <w:r>
              <w:rPr>
                <w:rFonts w:ascii="Times New Roman" w:hAnsi="Times New Roman"/>
                <w:sz w:val="24"/>
                <w:szCs w:val="24"/>
              </w:rPr>
              <w:t>е</w:t>
            </w:r>
            <w:r w:rsidR="003A3281">
              <w:rPr>
                <w:rFonts w:ascii="Times New Roman" w:hAnsi="Times New Roman"/>
                <w:sz w:val="24"/>
                <w:szCs w:val="24"/>
              </w:rPr>
              <w:t>к</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w:t>
            </w:r>
            <w:r w:rsidRPr="003A3281">
              <w:rPr>
                <w:rFonts w:ascii="Times New Roman" w:hAnsi="Times New Roman"/>
                <w:b/>
                <w:sz w:val="24"/>
                <w:szCs w:val="24"/>
              </w:rPr>
              <w:lastRenderedPageBreak/>
              <w:t>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5E5FB3" w:rsidP="005E5FB3">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1</w:t>
            </w:r>
            <w:r w:rsidR="000E5616" w:rsidRPr="000E5616">
              <w:rPr>
                <w:rFonts w:ascii="Times New Roman" w:hAnsi="Times New Roman"/>
                <w:sz w:val="24"/>
                <w:szCs w:val="24"/>
              </w:rPr>
              <w:t> </w:t>
            </w:r>
            <w:r>
              <w:rPr>
                <w:rFonts w:ascii="Times New Roman" w:hAnsi="Times New Roman"/>
                <w:sz w:val="24"/>
                <w:szCs w:val="24"/>
              </w:rPr>
              <w:t>326</w:t>
            </w:r>
            <w:r w:rsidR="000E5616" w:rsidRPr="000E5616">
              <w:rPr>
                <w:rFonts w:ascii="Times New Roman" w:hAnsi="Times New Roman"/>
                <w:sz w:val="24"/>
                <w:szCs w:val="24"/>
              </w:rPr>
              <w:t xml:space="preserve"> (</w:t>
            </w:r>
            <w:r>
              <w:rPr>
                <w:rFonts w:ascii="Times New Roman" w:hAnsi="Times New Roman"/>
                <w:sz w:val="24"/>
                <w:szCs w:val="24"/>
              </w:rPr>
              <w:t>одна тысяча триста двадцать шесть</w:t>
            </w:r>
            <w:r w:rsidR="000E5616" w:rsidRPr="000E5616">
              <w:rPr>
                <w:rFonts w:ascii="Times New Roman" w:hAnsi="Times New Roman"/>
                <w:sz w:val="24"/>
                <w:szCs w:val="24"/>
              </w:rPr>
              <w:t xml:space="preserve">) рублей </w:t>
            </w:r>
            <w:r>
              <w:rPr>
                <w:rFonts w:ascii="Times New Roman" w:hAnsi="Times New Roman"/>
                <w:sz w:val="24"/>
                <w:szCs w:val="24"/>
              </w:rPr>
              <w:t>20</w:t>
            </w:r>
            <w:r w:rsidR="000E5616" w:rsidRPr="000E5616">
              <w:rPr>
                <w:rFonts w:ascii="Times New Roman" w:hAnsi="Times New Roman"/>
                <w:sz w:val="24"/>
                <w:szCs w:val="24"/>
              </w:rPr>
              <w:t xml:space="preserve">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5E5FB3" w:rsidP="005E5FB3">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Производственное</w:t>
            </w:r>
            <w:r w:rsidR="00C45E88" w:rsidRPr="00C45E88">
              <w:rPr>
                <w:rFonts w:ascii="Times New Roman" w:hAnsi="Times New Roman"/>
                <w:sz w:val="24"/>
                <w:szCs w:val="24"/>
              </w:rPr>
              <w:t xml:space="preserve">, </w:t>
            </w:r>
            <w:r w:rsidR="000E5616">
              <w:rPr>
                <w:rFonts w:ascii="Times New Roman" w:hAnsi="Times New Roman"/>
                <w:sz w:val="24"/>
                <w:szCs w:val="24"/>
              </w:rPr>
              <w:t>складское</w:t>
            </w:r>
            <w:r w:rsidR="003E5F49">
              <w:rPr>
                <w:rFonts w:ascii="Times New Roman" w:hAnsi="Times New Roman"/>
                <w:sz w:val="24"/>
                <w:szCs w:val="24"/>
              </w:rPr>
              <w:t>.</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5E5FB3" w:rsidP="005E5FB3">
            <w:pPr>
              <w:spacing w:after="0" w:line="240" w:lineRule="auto"/>
              <w:ind w:firstLine="22"/>
              <w:jc w:val="both"/>
              <w:rPr>
                <w:rFonts w:ascii="Times New Roman" w:hAnsi="Times New Roman"/>
                <w:sz w:val="24"/>
                <w:szCs w:val="24"/>
              </w:rPr>
            </w:pPr>
            <w:r>
              <w:rPr>
                <w:rFonts w:ascii="Times New Roman" w:hAnsi="Times New Roman"/>
                <w:sz w:val="24"/>
                <w:szCs w:val="24"/>
              </w:rPr>
              <w:t>66</w:t>
            </w:r>
            <w:r w:rsidR="000E5616" w:rsidRPr="000E5616">
              <w:rPr>
                <w:rFonts w:ascii="Times New Roman" w:hAnsi="Times New Roman"/>
                <w:sz w:val="24"/>
                <w:szCs w:val="24"/>
              </w:rPr>
              <w:t xml:space="preserve"> (</w:t>
            </w:r>
            <w:r>
              <w:rPr>
                <w:rFonts w:ascii="Times New Roman" w:hAnsi="Times New Roman"/>
                <w:sz w:val="24"/>
                <w:szCs w:val="24"/>
              </w:rPr>
              <w:t>шестьдесят шесть) рублей 31</w:t>
            </w:r>
            <w:r w:rsidR="000E5616" w:rsidRPr="000E5616">
              <w:rPr>
                <w:rFonts w:ascii="Times New Roman" w:hAnsi="Times New Roman"/>
                <w:sz w:val="24"/>
                <w:szCs w:val="24"/>
              </w:rPr>
              <w:t xml:space="preserve"> копе</w:t>
            </w:r>
            <w:r>
              <w:rPr>
                <w:rFonts w:ascii="Times New Roman" w:hAnsi="Times New Roman"/>
                <w:sz w:val="24"/>
                <w:szCs w:val="24"/>
              </w:rPr>
              <w:t>й</w:t>
            </w:r>
            <w:r w:rsidR="000E5616" w:rsidRPr="000E5616">
              <w:rPr>
                <w:rFonts w:ascii="Times New Roman" w:hAnsi="Times New Roman"/>
                <w:sz w:val="24"/>
                <w:szCs w:val="24"/>
              </w:rPr>
              <w:t>к</w:t>
            </w:r>
            <w:r>
              <w:rPr>
                <w:rFonts w:ascii="Times New Roman" w:hAnsi="Times New Roman"/>
                <w:sz w:val="24"/>
                <w:szCs w:val="24"/>
              </w:rPr>
              <w:t>а</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AF4096">
              <w:rPr>
                <w:rFonts w:ascii="Times New Roman" w:hAnsi="Times New Roman"/>
                <w:color w:val="000000"/>
                <w:sz w:val="24"/>
                <w:szCs w:val="24"/>
              </w:rPr>
              <w:t>25</w:t>
            </w:r>
            <w:r>
              <w:rPr>
                <w:rFonts w:ascii="Times New Roman" w:hAnsi="Times New Roman"/>
                <w:color w:val="000000"/>
                <w:sz w:val="24"/>
                <w:szCs w:val="24"/>
              </w:rPr>
              <w:t xml:space="preserve">» </w:t>
            </w:r>
            <w:r w:rsidR="002969FA">
              <w:rPr>
                <w:rFonts w:ascii="Times New Roman" w:hAnsi="Times New Roman"/>
                <w:color w:val="000000"/>
                <w:sz w:val="24"/>
                <w:szCs w:val="24"/>
              </w:rPr>
              <w:t xml:space="preserve">июня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2969FA">
              <w:rPr>
                <w:rFonts w:ascii="Times New Roman" w:hAnsi="Times New Roman"/>
                <w:color w:val="000000"/>
                <w:sz w:val="24"/>
                <w:szCs w:val="24"/>
              </w:rPr>
              <w:t>17</w:t>
            </w:r>
            <w:r w:rsidR="008B07C5">
              <w:rPr>
                <w:rFonts w:ascii="Times New Roman" w:hAnsi="Times New Roman"/>
                <w:color w:val="000000"/>
                <w:sz w:val="24"/>
                <w:szCs w:val="24"/>
              </w:rPr>
              <w:t xml:space="preserve">» </w:t>
            </w:r>
            <w:r w:rsidR="002969FA">
              <w:rPr>
                <w:rFonts w:ascii="Times New Roman" w:hAnsi="Times New Roman"/>
                <w:color w:val="000000"/>
                <w:sz w:val="24"/>
                <w:szCs w:val="24"/>
              </w:rPr>
              <w:t>июля</w:t>
            </w:r>
            <w:r w:rsidR="00011BF3">
              <w:rPr>
                <w:rFonts w:ascii="Times New Roman" w:hAnsi="Times New Roman"/>
                <w:color w:val="000000"/>
                <w:sz w:val="24"/>
                <w:szCs w:val="24"/>
              </w:rPr>
              <w:t xml:space="preserve">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D1780E" w:rsidRPr="000E5616" w:rsidRDefault="006E4890" w:rsidP="005F7501">
            <w:pPr>
              <w:pStyle w:val="ConsPlusNormal0"/>
              <w:ind w:firstLine="426"/>
              <w:jc w:val="both"/>
              <w:rPr>
                <w:rFonts w:ascii="Times New Roman" w:hAnsi="Times New Roman" w:cs="Times New Roman"/>
                <w:b/>
                <w:sz w:val="24"/>
                <w:szCs w:val="24"/>
                <w:u w:val="single"/>
                <w:shd w:val="clear" w:color="auto" w:fill="FFFFFF"/>
              </w:rPr>
            </w:pPr>
            <w:r>
              <w:rPr>
                <w:rFonts w:ascii="Times New Roman" w:hAnsi="Times New Roman"/>
                <w:b/>
                <w:sz w:val="24"/>
                <w:szCs w:val="24"/>
              </w:rPr>
              <w:t xml:space="preserve">1 326 </w:t>
            </w:r>
            <w:r w:rsidR="000E5616" w:rsidRPr="000E5616">
              <w:rPr>
                <w:rFonts w:ascii="Times New Roman" w:hAnsi="Times New Roman"/>
                <w:b/>
                <w:sz w:val="24"/>
                <w:szCs w:val="24"/>
              </w:rPr>
              <w:t>(</w:t>
            </w:r>
            <w:r>
              <w:rPr>
                <w:rFonts w:ascii="Times New Roman" w:hAnsi="Times New Roman"/>
                <w:b/>
                <w:sz w:val="24"/>
                <w:szCs w:val="24"/>
              </w:rPr>
              <w:t>одна тысяча триста двадцать шесть</w:t>
            </w:r>
            <w:r w:rsidR="000E5616" w:rsidRPr="000E5616">
              <w:rPr>
                <w:rFonts w:ascii="Times New Roman" w:hAnsi="Times New Roman"/>
                <w:b/>
                <w:sz w:val="24"/>
                <w:szCs w:val="24"/>
              </w:rPr>
              <w:t xml:space="preserve">) рублей </w:t>
            </w:r>
            <w:r>
              <w:rPr>
                <w:rFonts w:ascii="Times New Roman" w:hAnsi="Times New Roman"/>
                <w:b/>
                <w:sz w:val="24"/>
                <w:szCs w:val="24"/>
              </w:rPr>
              <w:t>20</w:t>
            </w:r>
            <w:r w:rsidR="000E5616" w:rsidRPr="000E5616">
              <w:rPr>
                <w:rFonts w:ascii="Times New Roman" w:hAnsi="Times New Roman"/>
                <w:b/>
                <w:sz w:val="24"/>
                <w:szCs w:val="24"/>
              </w:rPr>
              <w:t xml:space="preserve"> копеек</w:t>
            </w:r>
            <w:r w:rsidR="000E5616">
              <w:rPr>
                <w:rFonts w:ascii="Times New Roman" w:hAnsi="Times New Roman"/>
                <w:b/>
                <w:sz w:val="24"/>
                <w:szCs w:val="24"/>
              </w:rPr>
              <w:t>.</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w:t>
            </w:r>
            <w:r>
              <w:rPr>
                <w:rFonts w:ascii="Times New Roman" w:hAnsi="Times New Roman" w:cs="Times New Roman"/>
                <w:sz w:val="24"/>
                <w:szCs w:val="24"/>
                <w:shd w:val="clear" w:color="auto" w:fill="FFFFFF"/>
              </w:rPr>
              <w:lastRenderedPageBreak/>
              <w:t>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00D1780E"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lastRenderedPageBreak/>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2969F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2969FA">
              <w:rPr>
                <w:rFonts w:ascii="Times New Roman" w:hAnsi="Times New Roman"/>
                <w:bCs/>
                <w:sz w:val="24"/>
                <w:szCs w:val="24"/>
              </w:rPr>
              <w:t>18</w:t>
            </w:r>
            <w:r w:rsidRPr="007D673B">
              <w:rPr>
                <w:rFonts w:ascii="Times New Roman" w:hAnsi="Times New Roman"/>
                <w:bCs/>
                <w:sz w:val="24"/>
                <w:szCs w:val="24"/>
              </w:rPr>
              <w:t xml:space="preserve">» </w:t>
            </w:r>
            <w:r w:rsidR="002969FA">
              <w:rPr>
                <w:rFonts w:ascii="Times New Roman" w:hAnsi="Times New Roman"/>
                <w:bCs/>
                <w:sz w:val="24"/>
                <w:szCs w:val="24"/>
              </w:rPr>
              <w:t>июля</w:t>
            </w:r>
            <w:r w:rsidR="00BC1EF0">
              <w:rPr>
                <w:rFonts w:ascii="Times New Roman" w:hAnsi="Times New Roman"/>
                <w:bCs/>
                <w:sz w:val="24"/>
                <w:szCs w:val="24"/>
              </w:rPr>
              <w:t xml:space="preserve">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2969FA">
              <w:rPr>
                <w:rFonts w:ascii="Times New Roman" w:hAnsi="Times New Roman"/>
                <w:sz w:val="24"/>
                <w:szCs w:val="24"/>
              </w:rPr>
              <w:t>22</w:t>
            </w:r>
            <w:r w:rsidRPr="004E752F">
              <w:rPr>
                <w:rFonts w:ascii="Times New Roman" w:hAnsi="Times New Roman"/>
                <w:sz w:val="24"/>
                <w:szCs w:val="24"/>
              </w:rPr>
              <w:t xml:space="preserve">» </w:t>
            </w:r>
            <w:r w:rsidR="002969FA">
              <w:rPr>
                <w:rFonts w:ascii="Times New Roman" w:hAnsi="Times New Roman"/>
                <w:sz w:val="24"/>
                <w:szCs w:val="24"/>
              </w:rPr>
              <w:t xml:space="preserve">июля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2969FA">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2969FA">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Pr="009359AE">
              <w:rPr>
                <w:rFonts w:ascii="Times New Roman" w:hAnsi="Times New Roman"/>
                <w:b/>
                <w:bCs/>
                <w:color w:val="000000"/>
                <w:sz w:val="24"/>
                <w:szCs w:val="24"/>
              </w:rPr>
              <w:lastRenderedPageBreak/>
              <w:t>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BD5136" w:rsidP="000D7C59">
            <w:pPr>
              <w:spacing w:after="0" w:line="240" w:lineRule="auto"/>
              <w:jc w:val="both"/>
              <w:rPr>
                <w:rFonts w:ascii="Times New Roman" w:hAnsi="Times New Roman"/>
                <w:sz w:val="24"/>
                <w:szCs w:val="24"/>
              </w:rPr>
            </w:pPr>
            <w:r>
              <w:rPr>
                <w:rFonts w:ascii="Times New Roman" w:hAnsi="Times New Roman"/>
                <w:sz w:val="24"/>
                <w:szCs w:val="24"/>
              </w:rPr>
              <w:lastRenderedPageBreak/>
              <w:t>1</w:t>
            </w:r>
            <w:r w:rsidR="008D5C3B" w:rsidRPr="009816FC">
              <w:rPr>
                <w:rFonts w:ascii="Times New Roman" w:hAnsi="Times New Roman"/>
                <w:sz w:val="24"/>
                <w:szCs w:val="24"/>
              </w:rPr>
              <w:t xml:space="preserve">. </w:t>
            </w:r>
            <w:r w:rsidR="00FD578B">
              <w:rPr>
                <w:rFonts w:ascii="Times New Roman" w:hAnsi="Times New Roman"/>
                <w:sz w:val="24"/>
                <w:szCs w:val="24"/>
              </w:rPr>
              <w:t>27</w:t>
            </w:r>
            <w:r w:rsidR="008D5C3B" w:rsidRPr="009816FC">
              <w:rPr>
                <w:rFonts w:ascii="Times New Roman" w:hAnsi="Times New Roman"/>
                <w:sz w:val="24"/>
                <w:szCs w:val="24"/>
              </w:rPr>
              <w:t>.</w:t>
            </w:r>
            <w:r w:rsidR="00FD578B">
              <w:rPr>
                <w:rFonts w:ascii="Times New Roman" w:hAnsi="Times New Roman"/>
                <w:sz w:val="24"/>
                <w:szCs w:val="24"/>
              </w:rPr>
              <w:t>06</w:t>
            </w:r>
            <w:r w:rsidR="008D5C3B" w:rsidRPr="009816FC">
              <w:rPr>
                <w:rFonts w:ascii="Times New Roman" w:hAnsi="Times New Roman"/>
                <w:sz w:val="24"/>
                <w:szCs w:val="24"/>
              </w:rPr>
              <w:t>.</w:t>
            </w:r>
            <w:r w:rsidR="008D5C3B">
              <w:rPr>
                <w:rFonts w:ascii="Times New Roman" w:hAnsi="Times New Roman"/>
                <w:sz w:val="24"/>
                <w:szCs w:val="24"/>
              </w:rPr>
              <w:t>202</w:t>
            </w:r>
            <w:r w:rsidR="00970896">
              <w:rPr>
                <w:rFonts w:ascii="Times New Roman" w:hAnsi="Times New Roman"/>
                <w:sz w:val="24"/>
                <w:szCs w:val="24"/>
              </w:rPr>
              <w:t>4</w:t>
            </w:r>
            <w:r w:rsidR="008D5C3B" w:rsidRPr="009816FC">
              <w:rPr>
                <w:rFonts w:ascii="Times New Roman" w:hAnsi="Times New Roman"/>
                <w:sz w:val="24"/>
                <w:szCs w:val="24"/>
              </w:rPr>
              <w:t xml:space="preserve"> с 14.00 до 16.00 (время местное);</w:t>
            </w:r>
          </w:p>
          <w:p w:rsidR="008D5C3B" w:rsidRDefault="00BD5136" w:rsidP="000D7C59">
            <w:pPr>
              <w:spacing w:after="0" w:line="240" w:lineRule="auto"/>
              <w:jc w:val="both"/>
              <w:rPr>
                <w:rFonts w:ascii="Times New Roman" w:hAnsi="Times New Roman"/>
                <w:sz w:val="24"/>
                <w:szCs w:val="24"/>
              </w:rPr>
            </w:pPr>
            <w:r>
              <w:rPr>
                <w:rFonts w:ascii="Times New Roman" w:hAnsi="Times New Roman"/>
                <w:sz w:val="24"/>
                <w:szCs w:val="24"/>
              </w:rPr>
              <w:lastRenderedPageBreak/>
              <w:t>2</w:t>
            </w:r>
            <w:r w:rsidR="008D5C3B" w:rsidRPr="009816FC">
              <w:rPr>
                <w:rFonts w:ascii="Times New Roman" w:hAnsi="Times New Roman"/>
                <w:sz w:val="24"/>
                <w:szCs w:val="24"/>
              </w:rPr>
              <w:t xml:space="preserve">. </w:t>
            </w:r>
            <w:r w:rsidR="00FD578B">
              <w:rPr>
                <w:rFonts w:ascii="Times New Roman" w:hAnsi="Times New Roman"/>
                <w:sz w:val="24"/>
                <w:szCs w:val="24"/>
              </w:rPr>
              <w:t>04</w:t>
            </w:r>
            <w:r w:rsidR="008D5C3B" w:rsidRPr="009816FC">
              <w:rPr>
                <w:rFonts w:ascii="Times New Roman" w:hAnsi="Times New Roman"/>
                <w:sz w:val="24"/>
                <w:szCs w:val="24"/>
              </w:rPr>
              <w:t>.</w:t>
            </w:r>
            <w:r w:rsidR="0008011F">
              <w:rPr>
                <w:rFonts w:ascii="Times New Roman" w:hAnsi="Times New Roman"/>
                <w:sz w:val="24"/>
                <w:szCs w:val="24"/>
              </w:rPr>
              <w:t>0</w:t>
            </w:r>
            <w:r w:rsidR="00FD578B">
              <w:rPr>
                <w:rFonts w:ascii="Times New Roman" w:hAnsi="Times New Roman"/>
                <w:sz w:val="24"/>
                <w:szCs w:val="24"/>
              </w:rPr>
              <w:t>7</w:t>
            </w:r>
            <w:r w:rsidR="008D5C3B" w:rsidRPr="009816FC">
              <w:rPr>
                <w:rFonts w:ascii="Times New Roman" w:hAnsi="Times New Roman"/>
                <w:sz w:val="24"/>
                <w:szCs w:val="24"/>
              </w:rPr>
              <w:t>.</w:t>
            </w:r>
            <w:r w:rsidR="008D5C3B">
              <w:rPr>
                <w:rFonts w:ascii="Times New Roman" w:hAnsi="Times New Roman"/>
                <w:sz w:val="24"/>
                <w:szCs w:val="24"/>
              </w:rPr>
              <w:t>202</w:t>
            </w:r>
            <w:r w:rsidR="00970896">
              <w:rPr>
                <w:rFonts w:ascii="Times New Roman" w:hAnsi="Times New Roman"/>
                <w:sz w:val="24"/>
                <w:szCs w:val="24"/>
              </w:rPr>
              <w:t>4</w:t>
            </w:r>
            <w:r w:rsidR="008D5C3B" w:rsidRPr="009816FC">
              <w:rPr>
                <w:rFonts w:ascii="Times New Roman" w:hAnsi="Times New Roman"/>
                <w:sz w:val="24"/>
                <w:szCs w:val="24"/>
              </w:rPr>
              <w:t xml:space="preserve"> с 14.00 до 16.00 (время местное)</w:t>
            </w:r>
            <w:r w:rsidR="0008011F">
              <w:rPr>
                <w:rFonts w:ascii="Times New Roman" w:hAnsi="Times New Roman"/>
                <w:sz w:val="24"/>
                <w:szCs w:val="24"/>
              </w:rPr>
              <w:t>;</w:t>
            </w:r>
          </w:p>
          <w:p w:rsidR="00D67382" w:rsidRDefault="00BD5136" w:rsidP="000D7C59">
            <w:pPr>
              <w:spacing w:after="0" w:line="240" w:lineRule="auto"/>
              <w:jc w:val="both"/>
              <w:rPr>
                <w:rFonts w:ascii="Times New Roman" w:hAnsi="Times New Roman"/>
                <w:sz w:val="24"/>
                <w:szCs w:val="24"/>
              </w:rPr>
            </w:pPr>
            <w:r>
              <w:rPr>
                <w:rFonts w:ascii="Times New Roman" w:hAnsi="Times New Roman"/>
                <w:sz w:val="24"/>
                <w:szCs w:val="24"/>
              </w:rPr>
              <w:t>3</w:t>
            </w:r>
            <w:r w:rsidR="0008011F">
              <w:rPr>
                <w:rFonts w:ascii="Times New Roman" w:hAnsi="Times New Roman"/>
                <w:sz w:val="24"/>
                <w:szCs w:val="24"/>
              </w:rPr>
              <w:t xml:space="preserve">. </w:t>
            </w:r>
            <w:r w:rsidR="00FD578B">
              <w:rPr>
                <w:rFonts w:ascii="Times New Roman" w:hAnsi="Times New Roman"/>
                <w:sz w:val="24"/>
                <w:szCs w:val="24"/>
              </w:rPr>
              <w:t>11</w:t>
            </w:r>
            <w:r w:rsidR="00970896">
              <w:rPr>
                <w:rFonts w:ascii="Times New Roman" w:hAnsi="Times New Roman"/>
                <w:sz w:val="24"/>
                <w:szCs w:val="24"/>
              </w:rPr>
              <w:t>.</w:t>
            </w:r>
            <w:r w:rsidR="00FD578B">
              <w:rPr>
                <w:rFonts w:ascii="Times New Roman" w:hAnsi="Times New Roman"/>
                <w:sz w:val="24"/>
                <w:szCs w:val="24"/>
              </w:rPr>
              <w:t>07</w:t>
            </w:r>
            <w:r w:rsidR="00970896">
              <w:rPr>
                <w:rFonts w:ascii="Times New Roman" w:hAnsi="Times New Roman"/>
                <w:sz w:val="24"/>
                <w:szCs w:val="24"/>
              </w:rPr>
              <w:t xml:space="preserve">.2024 </w:t>
            </w:r>
            <w:r w:rsidR="00970896" w:rsidRPr="009816FC">
              <w:rPr>
                <w:rFonts w:ascii="Times New Roman" w:hAnsi="Times New Roman"/>
                <w:sz w:val="24"/>
                <w:szCs w:val="24"/>
              </w:rPr>
              <w:t>с 14.00 до 16.00 (время местное)</w:t>
            </w:r>
            <w:r w:rsidR="00D67382">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2F1B29" w:rsidRDefault="002F1B29" w:rsidP="008D5C3B">
      <w:pPr>
        <w:spacing w:after="0" w:line="240" w:lineRule="auto"/>
      </w:pPr>
    </w:p>
    <w:p w:rsidR="002F1B29" w:rsidRDefault="002F1B29">
      <w:pPr>
        <w:spacing w:after="0" w:line="240" w:lineRule="auto"/>
      </w:pPr>
      <w:r>
        <w:br w:type="page"/>
      </w:r>
    </w:p>
    <w:p w:rsidR="002F1B29" w:rsidRPr="0006095A" w:rsidRDefault="002F1B29" w:rsidP="002F1B29">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2F1B29" w:rsidRDefault="002F1B29" w:rsidP="002F1B29">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282</w:t>
      </w:r>
    </w:p>
    <w:p w:rsidR="002F1B29" w:rsidRPr="009359AE" w:rsidRDefault="002F1B29" w:rsidP="002F1B29">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2F1B29" w:rsidRDefault="002F1B29" w:rsidP="002F1B29">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2F1B29" w:rsidRDefault="002F1B29" w:rsidP="002F1B29">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2F1B29" w:rsidRDefault="002F1B29" w:rsidP="002F1B29">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2F1B29" w:rsidRDefault="002F1B29" w:rsidP="002F1B29">
      <w:pPr>
        <w:pStyle w:val="-"/>
        <w:spacing w:line="240" w:lineRule="auto"/>
        <w:ind w:right="-187"/>
        <w:rPr>
          <w:rFonts w:ascii="Times New Roman" w:hAnsi="Times New Roman" w:cs="Times New Roman"/>
          <w:sz w:val="24"/>
          <w:szCs w:val="24"/>
        </w:rPr>
      </w:pPr>
    </w:p>
    <w:p w:rsidR="002F1B29" w:rsidRPr="00E3307F" w:rsidRDefault="002F1B29" w:rsidP="002F1B29">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2F1B29" w:rsidRPr="00E3307F" w:rsidRDefault="002F1B29" w:rsidP="002F1B29">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282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2F1B29" w:rsidRPr="00E3307F" w:rsidRDefault="002F1B29" w:rsidP="002F1B29">
      <w:pPr>
        <w:pStyle w:val="2"/>
        <w:jc w:val="center"/>
        <w:rPr>
          <w:rFonts w:ascii="Times New Roman" w:hAnsi="Times New Roman"/>
          <w:szCs w:val="24"/>
        </w:rPr>
      </w:pPr>
      <w:r w:rsidRPr="00E3307F">
        <w:rPr>
          <w:rFonts w:ascii="Times New Roman" w:hAnsi="Times New Roman"/>
          <w:szCs w:val="24"/>
        </w:rPr>
        <w:t>Красноярского края</w:t>
      </w:r>
    </w:p>
    <w:p w:rsidR="002F1B29" w:rsidRPr="00E46052" w:rsidRDefault="002F1B29" w:rsidP="002F1B29">
      <w:pPr>
        <w:spacing w:after="0"/>
        <w:rPr>
          <w:rFonts w:ascii="Times New Roman" w:hAnsi="Times New Roman"/>
          <w:sz w:val="20"/>
          <w:szCs w:val="20"/>
        </w:rPr>
      </w:pPr>
    </w:p>
    <w:p w:rsidR="002F1B29" w:rsidRDefault="002F1B29" w:rsidP="002F1B29">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2F1B29" w:rsidRPr="001464E1" w:rsidRDefault="002F1B29" w:rsidP="002F1B29">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2F1B29" w:rsidRPr="00E32BF9" w:rsidRDefault="002F1B29" w:rsidP="002F1B29">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2F1B29" w:rsidRDefault="002F1B29" w:rsidP="002F1B29">
      <w:pPr>
        <w:pStyle w:val="afd"/>
        <w:spacing w:line="240" w:lineRule="auto"/>
        <w:ind w:right="-1" w:firstLine="0"/>
        <w:rPr>
          <w:rFonts w:ascii="Times New Roman" w:hAnsi="Times New Roman" w:cs="Times New Roman"/>
          <w:b/>
          <w:sz w:val="24"/>
          <w:szCs w:val="24"/>
        </w:rPr>
      </w:pPr>
    </w:p>
    <w:p w:rsidR="002F1B29" w:rsidRDefault="002F1B29" w:rsidP="002F1B29">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2F1B29" w:rsidRPr="00E3307F" w:rsidRDefault="002F1B29" w:rsidP="002F1B29">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2F1B29" w:rsidRPr="00E3307F" w:rsidRDefault="002F1B29" w:rsidP="002F1B29">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2F1B29" w:rsidRPr="003D02C2" w:rsidRDefault="002F1B29" w:rsidP="002F1B29">
      <w:pPr>
        <w:pStyle w:val="afd"/>
        <w:spacing w:line="360" w:lineRule="auto"/>
        <w:ind w:right="-1" w:firstLine="0"/>
        <w:rPr>
          <w:rFonts w:ascii="Times New Roman" w:hAnsi="Times New Roman" w:cs="Times New Roman"/>
          <w:sz w:val="16"/>
          <w:szCs w:val="16"/>
          <w:u w:val="single"/>
        </w:rPr>
      </w:pPr>
    </w:p>
    <w:p w:rsidR="002F1B29" w:rsidRPr="008E31D4" w:rsidRDefault="002F1B29" w:rsidP="002F1B29">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2F1B29" w:rsidRPr="00E3307F" w:rsidRDefault="002F1B29" w:rsidP="002F1B29">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2F1B29" w:rsidRPr="00E3307F" w:rsidRDefault="002F1B29" w:rsidP="002F1B29">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2F1B29" w:rsidRPr="009F565B" w:rsidRDefault="002F1B29" w:rsidP="002F1B29">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2F1B29" w:rsidRPr="003D2FC7" w:rsidRDefault="002F1B29" w:rsidP="002F1B29">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2F1B29" w:rsidRPr="003D02C2" w:rsidRDefault="002F1B29" w:rsidP="002F1B29">
      <w:pPr>
        <w:pStyle w:val="afd"/>
        <w:spacing w:line="240" w:lineRule="auto"/>
        <w:ind w:right="-1" w:firstLine="0"/>
        <w:rPr>
          <w:rFonts w:ascii="Times New Roman" w:hAnsi="Times New Roman" w:cs="Times New Roman"/>
          <w:sz w:val="16"/>
          <w:szCs w:val="16"/>
        </w:rPr>
      </w:pPr>
    </w:p>
    <w:p w:rsidR="002F1B29" w:rsidRDefault="002F1B29" w:rsidP="002F1B29">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2F1B29" w:rsidRPr="00E3307F" w:rsidRDefault="002F1B29" w:rsidP="002F1B29">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2F1B29" w:rsidRDefault="002F1B29" w:rsidP="002F1B29">
      <w:pPr>
        <w:pStyle w:val="afd"/>
        <w:spacing w:line="240" w:lineRule="auto"/>
        <w:ind w:right="-1" w:firstLine="0"/>
        <w:rPr>
          <w:rFonts w:ascii="Times New Roman" w:hAnsi="Times New Roman" w:cs="Times New Roman"/>
          <w:sz w:val="16"/>
          <w:szCs w:val="16"/>
          <w:u w:val="single"/>
        </w:rPr>
      </w:pPr>
    </w:p>
    <w:p w:rsidR="002F1B29" w:rsidRPr="003F5B85" w:rsidRDefault="002F1B29" w:rsidP="002F1B29">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2F1B29" w:rsidRPr="00CA333F" w:rsidRDefault="002F1B29" w:rsidP="002F1B29">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2F1B29" w:rsidRPr="00737E1F" w:rsidRDefault="002F1B29" w:rsidP="002F1B29">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2F1B29" w:rsidRPr="00CA333F" w:rsidRDefault="002F1B29" w:rsidP="002F1B29">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2F1B29" w:rsidRPr="00B0163A" w:rsidRDefault="002F1B29" w:rsidP="002F1B29">
      <w:pPr>
        <w:pStyle w:val="afd"/>
        <w:spacing w:line="240" w:lineRule="auto"/>
        <w:ind w:right="-1" w:firstLine="0"/>
        <w:rPr>
          <w:rFonts w:ascii="Times New Roman" w:hAnsi="Times New Roman" w:cs="Times New Roman"/>
          <w:sz w:val="16"/>
          <w:szCs w:val="16"/>
        </w:rPr>
      </w:pPr>
    </w:p>
    <w:p w:rsidR="002F1B29" w:rsidRPr="003F5B85" w:rsidRDefault="002F1B29" w:rsidP="002F1B29">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2F1B29" w:rsidRPr="003F5B85" w:rsidRDefault="002F1B29" w:rsidP="002F1B29">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F1B29" w:rsidRDefault="002F1B29" w:rsidP="002F1B29">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2F1B29" w:rsidRPr="00354774" w:rsidRDefault="002F1B29" w:rsidP="002F1B29">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2F1B29" w:rsidRPr="00E3307F" w:rsidRDefault="002F1B29" w:rsidP="002F1B29">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2F1B29" w:rsidRPr="00E3307F" w:rsidRDefault="002F1B29" w:rsidP="002F1B29">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2F1B29" w:rsidRDefault="002F1B29" w:rsidP="002F1B29">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2F1B29" w:rsidRPr="00E3307F" w:rsidRDefault="002F1B29" w:rsidP="002F1B29">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2F1B29" w:rsidRPr="009F565B" w:rsidRDefault="002F1B29" w:rsidP="002F1B29">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2F1B29" w:rsidRPr="003D2FC7" w:rsidRDefault="002F1B29" w:rsidP="002F1B29">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2F1B29" w:rsidRPr="003D02C2" w:rsidRDefault="002F1B29" w:rsidP="002F1B29">
      <w:pPr>
        <w:pStyle w:val="afd"/>
        <w:spacing w:line="240" w:lineRule="auto"/>
        <w:ind w:right="-1" w:firstLine="0"/>
        <w:rPr>
          <w:rFonts w:ascii="Times New Roman" w:hAnsi="Times New Roman" w:cs="Times New Roman"/>
          <w:sz w:val="16"/>
          <w:szCs w:val="16"/>
        </w:rPr>
      </w:pPr>
    </w:p>
    <w:p w:rsidR="002F1B29" w:rsidRDefault="002F1B29" w:rsidP="002F1B29">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2F1B29" w:rsidRPr="00E3307F" w:rsidRDefault="002F1B29" w:rsidP="002F1B29">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F1B29" w:rsidRPr="00B0163A" w:rsidRDefault="002F1B29" w:rsidP="002F1B29">
      <w:pPr>
        <w:pStyle w:val="afd"/>
        <w:spacing w:line="240" w:lineRule="auto"/>
        <w:ind w:firstLine="0"/>
        <w:rPr>
          <w:rFonts w:ascii="Times New Roman" w:hAnsi="Times New Roman" w:cs="Times New Roman"/>
          <w:sz w:val="20"/>
          <w:szCs w:val="20"/>
          <w:u w:val="single"/>
        </w:rPr>
      </w:pPr>
    </w:p>
    <w:p w:rsidR="002F1B29" w:rsidRPr="008E31D4" w:rsidRDefault="002F1B29" w:rsidP="002F1B29">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2F1B29" w:rsidRPr="00CA333F" w:rsidRDefault="002F1B29" w:rsidP="002F1B29">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2F1B29" w:rsidRPr="00737E1F" w:rsidRDefault="002F1B29" w:rsidP="002F1B29">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2F1B29" w:rsidRPr="00CA333F" w:rsidRDefault="002F1B29" w:rsidP="002F1B29">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2F1B29" w:rsidRPr="003F5B85" w:rsidRDefault="002F1B29" w:rsidP="002F1B29">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2F1B29" w:rsidRPr="003F5B85" w:rsidRDefault="002F1B29" w:rsidP="002F1B29">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F1B29" w:rsidRPr="003F5B85" w:rsidRDefault="002F1B29" w:rsidP="002F1B29">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2F1B29" w:rsidRPr="00354774" w:rsidRDefault="002F1B29" w:rsidP="002F1B29">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2F1B29" w:rsidRDefault="002F1B29" w:rsidP="002F1B29">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2F1B29" w:rsidRDefault="002F1B29" w:rsidP="002F1B29">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2F1B29" w:rsidRPr="00E3307F" w:rsidRDefault="002F1B29" w:rsidP="002F1B29">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2F1B29" w:rsidRPr="00E3307F" w:rsidRDefault="002F1B29" w:rsidP="002F1B29">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2F1B29" w:rsidRPr="001E5BA9" w:rsidRDefault="002F1B29" w:rsidP="002F1B29">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2F1B29" w:rsidRPr="003D2FC7" w:rsidRDefault="002F1B29" w:rsidP="002F1B29">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2F1B29" w:rsidRPr="00B0163A" w:rsidRDefault="002F1B29" w:rsidP="002F1B29">
      <w:pPr>
        <w:pStyle w:val="afd"/>
        <w:spacing w:line="240" w:lineRule="auto"/>
        <w:ind w:right="-1" w:firstLine="0"/>
        <w:rPr>
          <w:rFonts w:ascii="Times New Roman" w:hAnsi="Times New Roman" w:cs="Times New Roman"/>
          <w:sz w:val="20"/>
          <w:szCs w:val="20"/>
        </w:rPr>
      </w:pPr>
    </w:p>
    <w:p w:rsidR="002F1B29" w:rsidRDefault="002F1B29" w:rsidP="002F1B29">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2F1B29" w:rsidRPr="00E3307F" w:rsidRDefault="002F1B29" w:rsidP="002F1B29">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F1B29" w:rsidRDefault="002F1B29" w:rsidP="002F1B29">
      <w:pPr>
        <w:pStyle w:val="afd"/>
        <w:spacing w:line="130" w:lineRule="atLeast"/>
        <w:ind w:firstLine="708"/>
        <w:rPr>
          <w:rFonts w:ascii="Times New Roman" w:hAnsi="Times New Roman" w:cs="Times New Roman"/>
          <w:sz w:val="20"/>
          <w:szCs w:val="20"/>
        </w:rPr>
      </w:pPr>
    </w:p>
    <w:p w:rsidR="002F1B29" w:rsidRPr="00A576C4" w:rsidRDefault="002F1B29" w:rsidP="002F1B29">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2F1B29" w:rsidRPr="003A0733" w:rsidRDefault="002F1B29" w:rsidP="002F1B29">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2F1B29" w:rsidRPr="003A0733" w:rsidRDefault="002F1B29" w:rsidP="002F1B29">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2F1B29" w:rsidRPr="003A0733" w:rsidRDefault="002F1B29" w:rsidP="002F1B29">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2F1B29" w:rsidRPr="003A0733" w:rsidRDefault="002F1B29" w:rsidP="002F1B29">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2F1B29" w:rsidRPr="003A0733" w:rsidRDefault="002F1B29" w:rsidP="002F1B29">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2F1B29" w:rsidRPr="003A0733" w:rsidRDefault="002F1B29" w:rsidP="002F1B29">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2F1B29" w:rsidRPr="00161F23" w:rsidRDefault="002F1B29" w:rsidP="002F1B29">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2F1B29" w:rsidRDefault="002F1B29" w:rsidP="002F1B29">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282</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2F1B29" w:rsidRPr="00EF459C" w:rsidRDefault="002F1B29" w:rsidP="002F1B29">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2F1B29" w:rsidRPr="00BA17FF" w:rsidRDefault="002F1B29" w:rsidP="002F1B29">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2F1B29" w:rsidRPr="008B62C2" w:rsidRDefault="002F1B29" w:rsidP="002F1B29">
      <w:pPr>
        <w:pStyle w:val="afd"/>
        <w:spacing w:line="240" w:lineRule="auto"/>
        <w:ind w:right="-1" w:firstLine="709"/>
        <w:rPr>
          <w:rFonts w:ascii="Times New Roman" w:hAnsi="Times New Roman"/>
          <w:sz w:val="16"/>
          <w:szCs w:val="16"/>
        </w:rPr>
      </w:pPr>
    </w:p>
    <w:p w:rsidR="002F1B29" w:rsidRDefault="002F1B29" w:rsidP="002F1B29">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282,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2F1B29" w:rsidRDefault="002F1B29" w:rsidP="002F1B29">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2F1B29" w:rsidRPr="00C703F0" w:rsidRDefault="002F1B29" w:rsidP="002F1B29">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2F1B29" w:rsidRDefault="002F1B29" w:rsidP="002F1B29">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F1B29" w:rsidRDefault="002F1B29" w:rsidP="002F1B29">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F1B29" w:rsidRPr="00D73B93" w:rsidTr="000E761C">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2F1B29" w:rsidRPr="00B0163A" w:rsidTr="000E761C">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r>
      <w:tr w:rsidR="002F1B29" w:rsidRPr="00B0163A" w:rsidTr="000E761C">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r>
      <w:tr w:rsidR="002F1B29" w:rsidRPr="00B0163A" w:rsidTr="000E761C">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r>
      <w:tr w:rsidR="002F1B29" w:rsidRPr="00B0163A" w:rsidTr="000E761C">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r>
      <w:tr w:rsidR="002F1B29" w:rsidRPr="00B0163A" w:rsidTr="000E761C">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B0163A" w:rsidRDefault="002F1B29" w:rsidP="000E761C">
            <w:pPr>
              <w:spacing w:after="0" w:line="240" w:lineRule="auto"/>
              <w:jc w:val="both"/>
              <w:rPr>
                <w:rFonts w:ascii="Times New Roman" w:hAnsi="Times New Roman"/>
                <w:sz w:val="20"/>
                <w:szCs w:val="20"/>
              </w:rPr>
            </w:pPr>
          </w:p>
        </w:tc>
      </w:tr>
      <w:tr w:rsidR="002F1B29" w:rsidRPr="00D73B93" w:rsidTr="000E761C">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F1B29" w:rsidRPr="00D73B93" w:rsidRDefault="002F1B29" w:rsidP="000E761C">
            <w:pPr>
              <w:spacing w:after="0"/>
              <w:jc w:val="both"/>
              <w:rPr>
                <w:rFonts w:ascii="Times New Roman" w:hAnsi="Times New Roman"/>
                <w:sz w:val="20"/>
                <w:szCs w:val="20"/>
              </w:rPr>
            </w:pPr>
          </w:p>
        </w:tc>
      </w:tr>
    </w:tbl>
    <w:p w:rsidR="002F1B29" w:rsidRDefault="002F1B29" w:rsidP="002F1B29">
      <w:pPr>
        <w:spacing w:after="0"/>
        <w:jc w:val="both"/>
        <w:rPr>
          <w:rFonts w:ascii="Times New Roman" w:hAnsi="Times New Roman"/>
          <w:sz w:val="20"/>
          <w:szCs w:val="20"/>
        </w:rPr>
      </w:pPr>
    </w:p>
    <w:p w:rsidR="002F1B29" w:rsidRDefault="002F1B29" w:rsidP="002F1B29">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2F1B29" w:rsidRPr="00E3307F" w:rsidRDefault="002F1B29" w:rsidP="002F1B29">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F1B29" w:rsidRDefault="002F1B29" w:rsidP="002F1B29">
      <w:pPr>
        <w:spacing w:after="0"/>
        <w:jc w:val="both"/>
        <w:rPr>
          <w:rFonts w:ascii="Times New Roman" w:hAnsi="Times New Roman"/>
          <w:b/>
          <w:sz w:val="20"/>
          <w:szCs w:val="20"/>
        </w:rPr>
      </w:pPr>
    </w:p>
    <w:p w:rsidR="002F1B29" w:rsidRDefault="002F1B29" w:rsidP="002F1B29">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2F1B29" w:rsidRDefault="002F1B29" w:rsidP="002F1B29">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2F1B29" w:rsidRDefault="002F1B29" w:rsidP="002F1B29">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F1B29" w:rsidRPr="00E3307F" w:rsidRDefault="002F1B29" w:rsidP="002F1B29">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2F1B29" w:rsidRDefault="002F1B29" w:rsidP="002F1B29">
      <w:pPr>
        <w:pStyle w:val="ConsPlusNonformat"/>
        <w:jc w:val="center"/>
        <w:rPr>
          <w:rFonts w:ascii="Times New Roman" w:hAnsi="Times New Roman" w:cs="Times New Roman"/>
          <w:b/>
          <w:sz w:val="22"/>
          <w:szCs w:val="22"/>
        </w:rPr>
      </w:pPr>
    </w:p>
    <w:p w:rsidR="002F1B29" w:rsidRPr="00EF2180" w:rsidRDefault="002F1B29" w:rsidP="002F1B29">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2F1B29" w:rsidRPr="00EF2180" w:rsidRDefault="002F1B29" w:rsidP="002F1B29">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2F1B29" w:rsidRPr="005B5FE3" w:rsidRDefault="002F1B29" w:rsidP="002F1B29">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2F1B29" w:rsidRPr="005B5FE3" w:rsidRDefault="002F1B29" w:rsidP="002F1B29">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2F1B29" w:rsidRPr="005B5FE3" w:rsidRDefault="002F1B29" w:rsidP="002F1B29">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2F1B29" w:rsidRPr="005B5FE3" w:rsidRDefault="002F1B29" w:rsidP="002F1B29">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2F1B29" w:rsidRPr="005B5FE3" w:rsidRDefault="002F1B29" w:rsidP="002F1B29">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2F1B29" w:rsidRPr="005B5FE3" w:rsidRDefault="002F1B29" w:rsidP="002F1B29">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2F1B29" w:rsidRPr="005B5FE3" w:rsidRDefault="002F1B29" w:rsidP="002F1B29">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2F1B29" w:rsidRPr="00114554" w:rsidRDefault="002F1B29" w:rsidP="002F1B29">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2F1B29" w:rsidRPr="00114554" w:rsidRDefault="002F1B29" w:rsidP="002F1B29">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2F1B29" w:rsidRPr="00114554" w:rsidRDefault="002F1B29" w:rsidP="002F1B29">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2F1B29" w:rsidRPr="00114554" w:rsidRDefault="002F1B29" w:rsidP="002F1B29">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2F1B29" w:rsidRPr="005B5FE3" w:rsidRDefault="002F1B29" w:rsidP="002F1B29">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2F1B29" w:rsidRPr="008B62C2" w:rsidRDefault="002F1B29" w:rsidP="002F1B29">
      <w:pPr>
        <w:spacing w:after="0" w:line="240" w:lineRule="auto"/>
        <w:ind w:firstLine="709"/>
        <w:jc w:val="both"/>
        <w:rPr>
          <w:rFonts w:ascii="Times New Roman" w:hAnsi="Times New Roman"/>
          <w:bCs/>
          <w:sz w:val="16"/>
          <w:szCs w:val="16"/>
        </w:rPr>
      </w:pPr>
    </w:p>
    <w:p w:rsidR="002F1B29" w:rsidRPr="003A0733" w:rsidRDefault="002F1B29" w:rsidP="002F1B29">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2F1B29" w:rsidRPr="003A0733" w:rsidRDefault="002F1B29" w:rsidP="002F1B29">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2F1B29" w:rsidRPr="003A0733" w:rsidRDefault="002F1B29" w:rsidP="002F1B29">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282</w:t>
      </w:r>
      <w:r w:rsidRPr="003A0733">
        <w:rPr>
          <w:rFonts w:ascii="Times New Roman" w:hAnsi="Times New Roman"/>
        </w:rPr>
        <w:t>;</w:t>
      </w:r>
    </w:p>
    <w:p w:rsidR="002F1B29" w:rsidRPr="003A0733" w:rsidRDefault="002F1B29" w:rsidP="002F1B29">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2F1B29" w:rsidRPr="003A0733" w:rsidRDefault="002F1B29" w:rsidP="002F1B29">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2F1B29" w:rsidRPr="003A0733" w:rsidRDefault="002F1B29" w:rsidP="002F1B29">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2F1B29" w:rsidRPr="008B62C2" w:rsidRDefault="002F1B29" w:rsidP="002F1B29">
      <w:pPr>
        <w:spacing w:after="0" w:line="240" w:lineRule="auto"/>
        <w:ind w:firstLine="709"/>
        <w:jc w:val="both"/>
        <w:rPr>
          <w:rFonts w:ascii="Times New Roman" w:hAnsi="Times New Roman"/>
          <w:bCs/>
          <w:sz w:val="16"/>
          <w:szCs w:val="16"/>
        </w:rPr>
      </w:pPr>
    </w:p>
    <w:p w:rsidR="002F1B29" w:rsidRPr="003A0733" w:rsidRDefault="002F1B29" w:rsidP="002F1B29">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2F1B29" w:rsidRPr="003A0733" w:rsidRDefault="002F1B29" w:rsidP="002F1B29">
      <w:pPr>
        <w:spacing w:after="0" w:line="240" w:lineRule="auto"/>
        <w:ind w:firstLine="709"/>
        <w:jc w:val="both"/>
        <w:rPr>
          <w:rFonts w:ascii="Times New Roman" w:hAnsi="Times New Roman"/>
          <w:bCs/>
        </w:rPr>
      </w:pPr>
    </w:p>
    <w:p w:rsidR="002F1B29" w:rsidRPr="003A0733" w:rsidRDefault="002F1B29" w:rsidP="002F1B29">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2F1B29" w:rsidRPr="003A0733" w:rsidRDefault="002F1B29" w:rsidP="002F1B29">
      <w:pPr>
        <w:spacing w:after="0" w:line="240" w:lineRule="auto"/>
        <w:ind w:firstLine="709"/>
        <w:jc w:val="both"/>
        <w:rPr>
          <w:rFonts w:ascii="Times New Roman" w:hAnsi="Times New Roman"/>
          <w:bCs/>
        </w:rPr>
      </w:pPr>
    </w:p>
    <w:p w:rsidR="002F1B29" w:rsidRPr="003A0733" w:rsidRDefault="002F1B29" w:rsidP="002F1B29">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2F1B29" w:rsidRPr="003A0733" w:rsidRDefault="002F1B29" w:rsidP="002F1B29">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2F1B29" w:rsidRPr="003A0733" w:rsidRDefault="002F1B29" w:rsidP="002F1B29">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2F1B29" w:rsidRPr="003A0733" w:rsidRDefault="002F1B29" w:rsidP="002F1B29">
      <w:pPr>
        <w:tabs>
          <w:tab w:val="left" w:pos="426"/>
        </w:tabs>
        <w:spacing w:after="0" w:line="240" w:lineRule="auto"/>
        <w:ind w:firstLine="709"/>
        <w:jc w:val="both"/>
        <w:rPr>
          <w:rFonts w:ascii="Times New Roman" w:hAnsi="Times New Roman"/>
        </w:rPr>
      </w:pPr>
    </w:p>
    <w:p w:rsidR="002F1B29" w:rsidRPr="003A0733" w:rsidRDefault="002F1B29" w:rsidP="002F1B29">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2F1B29" w:rsidRPr="003A0733" w:rsidRDefault="002F1B29" w:rsidP="002F1B29">
      <w:pPr>
        <w:tabs>
          <w:tab w:val="left" w:pos="421"/>
        </w:tabs>
        <w:spacing w:after="0" w:line="240" w:lineRule="auto"/>
        <w:ind w:firstLine="709"/>
        <w:jc w:val="both"/>
        <w:rPr>
          <w:rFonts w:ascii="Times New Roman" w:hAnsi="Times New Roman"/>
          <w:bCs/>
        </w:rPr>
      </w:pPr>
    </w:p>
    <w:p w:rsidR="002F1B29" w:rsidRPr="003A0733" w:rsidRDefault="002F1B29" w:rsidP="002F1B29">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2F1B29" w:rsidRDefault="002F1B29" w:rsidP="002F1B29">
      <w:pPr>
        <w:pStyle w:val="ConsPlusNonformat"/>
        <w:ind w:firstLine="709"/>
        <w:jc w:val="both"/>
        <w:rPr>
          <w:rFonts w:ascii="Times New Roman" w:hAnsi="Times New Roman" w:cs="Times New Roman"/>
          <w:bCs/>
          <w:sz w:val="22"/>
          <w:szCs w:val="22"/>
        </w:rPr>
      </w:pPr>
    </w:p>
    <w:p w:rsidR="002F1B29" w:rsidRPr="005B5FE3" w:rsidRDefault="002F1B29" w:rsidP="002F1B29">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2F1B29" w:rsidRDefault="002F1B29">
      <w:pPr>
        <w:spacing w:after="0" w:line="240" w:lineRule="auto"/>
      </w:pPr>
      <w:r>
        <w:br w:type="page"/>
      </w:r>
    </w:p>
    <w:p w:rsidR="002F1B29" w:rsidRPr="001056E5" w:rsidRDefault="002F1B29" w:rsidP="002F1B29">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2F1B29" w:rsidRPr="00BE1701" w:rsidRDefault="002F1B29" w:rsidP="002F1B29">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282</w:t>
      </w:r>
    </w:p>
    <w:p w:rsidR="002F1B29" w:rsidRPr="009359AE" w:rsidRDefault="002F1B29" w:rsidP="002F1B29">
      <w:pPr>
        <w:spacing w:after="0" w:line="240" w:lineRule="auto"/>
        <w:jc w:val="right"/>
        <w:rPr>
          <w:rFonts w:ascii="Times New Roman" w:hAnsi="Times New Roman"/>
          <w:color w:val="000000"/>
        </w:rPr>
      </w:pPr>
    </w:p>
    <w:p w:rsidR="002F1B29" w:rsidRPr="005F04E6" w:rsidRDefault="002F1B29" w:rsidP="002F1B2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2F1B29" w:rsidRDefault="002F1B29" w:rsidP="002F1B29">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2F1B29" w:rsidRPr="005F04E6" w:rsidRDefault="002F1B29" w:rsidP="002F1B29">
      <w:pPr>
        <w:spacing w:after="0" w:line="240" w:lineRule="auto"/>
        <w:jc w:val="center"/>
        <w:rPr>
          <w:rFonts w:ascii="Times New Roman" w:hAnsi="Times New Roman"/>
          <w:sz w:val="24"/>
          <w:szCs w:val="24"/>
        </w:rPr>
      </w:pPr>
    </w:p>
    <w:p w:rsidR="002F1B29" w:rsidRPr="005F04E6" w:rsidRDefault="002F1B29" w:rsidP="002F1B29">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2F1B29" w:rsidRPr="005F04E6" w:rsidRDefault="002F1B29" w:rsidP="002F1B2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2F1B29" w:rsidRPr="005F04E6" w:rsidRDefault="002F1B29" w:rsidP="002F1B29">
      <w:pPr>
        <w:spacing w:after="0" w:line="240" w:lineRule="auto"/>
        <w:rPr>
          <w:rFonts w:ascii="Times New Roman" w:hAnsi="Times New Roman"/>
          <w:sz w:val="24"/>
          <w:szCs w:val="24"/>
        </w:rPr>
      </w:pPr>
    </w:p>
    <w:p w:rsidR="002F1B29" w:rsidRPr="00F21417" w:rsidRDefault="002F1B29" w:rsidP="002F1B29">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
    <w:p w:rsidR="002F1B29" w:rsidRPr="00F21417" w:rsidRDefault="002F1B29" w:rsidP="002F1B29">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2F1B29" w:rsidRPr="005F04E6" w:rsidRDefault="002F1B29" w:rsidP="002F1B29">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F1B29" w:rsidRPr="005F04E6" w:rsidRDefault="002F1B29" w:rsidP="002F1B29">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2F1B29" w:rsidRPr="005F04E6" w:rsidRDefault="002F1B29" w:rsidP="002F1B29">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2F1B29" w:rsidRPr="00FE46F0" w:rsidRDefault="002F1B29" w:rsidP="002F1B29">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2F1B29" w:rsidRPr="00FE46F0" w:rsidRDefault="002F1B29" w:rsidP="002F1B29">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2F1B29" w:rsidRPr="005F04E6" w:rsidRDefault="002F1B29" w:rsidP="002F1B29">
      <w:pPr>
        <w:spacing w:after="0" w:line="240" w:lineRule="auto"/>
        <w:ind w:firstLine="426"/>
        <w:jc w:val="both"/>
        <w:rPr>
          <w:rFonts w:ascii="Times New Roman" w:hAnsi="Times New Roman"/>
          <w:sz w:val="24"/>
          <w:szCs w:val="24"/>
        </w:rPr>
      </w:pPr>
    </w:p>
    <w:p w:rsidR="002F1B29" w:rsidRPr="00244C7C" w:rsidRDefault="002F1B29" w:rsidP="002F1B29">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2F1B29" w:rsidRPr="001C799A" w:rsidRDefault="002F1B29" w:rsidP="002F1B29">
      <w:pPr>
        <w:spacing w:after="0" w:line="240" w:lineRule="auto"/>
        <w:ind w:firstLine="567"/>
        <w:jc w:val="both"/>
        <w:rPr>
          <w:rFonts w:ascii="Times New Roman" w:hAnsi="Times New Roman"/>
          <w:b/>
          <w:sz w:val="24"/>
          <w:szCs w:val="24"/>
        </w:rPr>
      </w:pPr>
      <w:r w:rsidRPr="001C799A">
        <w:rPr>
          <w:rFonts w:ascii="Times New Roman" w:hAnsi="Times New Roman"/>
          <w:sz w:val="24"/>
          <w:szCs w:val="24"/>
        </w:rPr>
        <w:t xml:space="preserve">1.1. Арендодатель передает, а Арендатор принимает во временное владение и пользование (в аренду) муниципальное имущество: </w:t>
      </w:r>
      <w:r w:rsidRPr="004451E4">
        <w:rPr>
          <w:rFonts w:ascii="Times New Roman" w:hAnsi="Times New Roman"/>
          <w:b/>
          <w:sz w:val="24"/>
          <w:szCs w:val="24"/>
        </w:rPr>
        <w:t>рабочее помещение 16</w:t>
      </w:r>
      <w:r w:rsidRPr="00D33F27">
        <w:rPr>
          <w:rFonts w:ascii="Times New Roman" w:hAnsi="Times New Roman"/>
          <w:sz w:val="24"/>
          <w:szCs w:val="24"/>
        </w:rPr>
        <w:t xml:space="preserve"> </w:t>
      </w:r>
      <w:r w:rsidRPr="00D33F27">
        <w:rPr>
          <w:rFonts w:ascii="Times New Roman" w:hAnsi="Times New Roman"/>
          <w:b/>
          <w:sz w:val="24"/>
          <w:szCs w:val="24"/>
        </w:rPr>
        <w:t>(</w:t>
      </w:r>
      <w:r w:rsidRPr="00D33F27">
        <w:rPr>
          <w:rFonts w:ascii="Times New Roman" w:hAnsi="Times New Roman"/>
          <w:b/>
          <w:sz w:val="24"/>
        </w:rPr>
        <w:t xml:space="preserve">согласно выписке </w:t>
      </w:r>
      <w:r>
        <w:rPr>
          <w:rFonts w:ascii="Times New Roman" w:hAnsi="Times New Roman"/>
          <w:b/>
          <w:sz w:val="24"/>
        </w:rPr>
        <w:t>№ 04:535/2004-2605 от 20.12.2004 из ЕГРОГД</w:t>
      </w:r>
      <w:r w:rsidRPr="00D33F27">
        <w:rPr>
          <w:rFonts w:ascii="Times New Roman" w:hAnsi="Times New Roman"/>
          <w:b/>
          <w:sz w:val="24"/>
          <w:szCs w:val="24"/>
        </w:rPr>
        <w:t>)</w:t>
      </w:r>
      <w:r>
        <w:rPr>
          <w:rFonts w:ascii="Times New Roman" w:hAnsi="Times New Roman"/>
          <w:b/>
          <w:sz w:val="24"/>
          <w:szCs w:val="24"/>
        </w:rPr>
        <w:t xml:space="preserve">, </w:t>
      </w:r>
      <w:r w:rsidRPr="00D33F27">
        <w:rPr>
          <w:rFonts w:ascii="Times New Roman" w:hAnsi="Times New Roman"/>
          <w:b/>
          <w:sz w:val="24"/>
          <w:szCs w:val="24"/>
        </w:rPr>
        <w:t xml:space="preserve">площадью </w:t>
      </w:r>
      <w:r>
        <w:rPr>
          <w:rFonts w:ascii="Times New Roman" w:hAnsi="Times New Roman"/>
          <w:b/>
          <w:sz w:val="24"/>
          <w:szCs w:val="24"/>
        </w:rPr>
        <w:t>13,2</w:t>
      </w:r>
      <w:r w:rsidRPr="001C799A">
        <w:rPr>
          <w:rFonts w:ascii="Times New Roman" w:hAnsi="Times New Roman"/>
          <w:b/>
          <w:sz w:val="24"/>
          <w:szCs w:val="24"/>
        </w:rPr>
        <w:t xml:space="preserve"> кв. м</w:t>
      </w:r>
      <w:r>
        <w:rPr>
          <w:rFonts w:ascii="Times New Roman" w:hAnsi="Times New Roman"/>
          <w:b/>
          <w:sz w:val="24"/>
          <w:szCs w:val="24"/>
        </w:rPr>
        <w:t xml:space="preserve">., первого этажа нежилого здания </w:t>
      </w:r>
      <w:r w:rsidRPr="001C799A">
        <w:rPr>
          <w:rFonts w:ascii="Times New Roman" w:hAnsi="Times New Roman"/>
          <w:b/>
          <w:sz w:val="24"/>
          <w:szCs w:val="24"/>
        </w:rPr>
        <w:t>с кадастровым номером 24:58:0</w:t>
      </w:r>
      <w:r>
        <w:rPr>
          <w:rFonts w:ascii="Times New Roman" w:hAnsi="Times New Roman"/>
          <w:b/>
          <w:sz w:val="24"/>
          <w:szCs w:val="24"/>
        </w:rPr>
        <w:t>000000</w:t>
      </w:r>
      <w:r w:rsidRPr="001C799A">
        <w:rPr>
          <w:rFonts w:ascii="Times New Roman" w:hAnsi="Times New Roman"/>
          <w:b/>
          <w:sz w:val="24"/>
          <w:szCs w:val="24"/>
        </w:rPr>
        <w:t>:</w:t>
      </w:r>
      <w:r>
        <w:rPr>
          <w:rFonts w:ascii="Times New Roman" w:hAnsi="Times New Roman"/>
          <w:b/>
          <w:sz w:val="24"/>
          <w:szCs w:val="24"/>
        </w:rPr>
        <w:t>1486</w:t>
      </w:r>
      <w:r w:rsidRPr="001C799A">
        <w:rPr>
          <w:rFonts w:ascii="Times New Roman" w:hAnsi="Times New Roman"/>
          <w:b/>
          <w:sz w:val="24"/>
          <w:szCs w:val="24"/>
        </w:rPr>
        <w:t xml:space="preserve">, </w:t>
      </w:r>
      <w:r w:rsidRPr="001C799A">
        <w:rPr>
          <w:rFonts w:ascii="Times New Roman" w:hAnsi="Times New Roman"/>
          <w:sz w:val="24"/>
          <w:szCs w:val="24"/>
        </w:rPr>
        <w:t>расположенно</w:t>
      </w:r>
      <w:r>
        <w:rPr>
          <w:rFonts w:ascii="Times New Roman" w:hAnsi="Times New Roman"/>
          <w:sz w:val="24"/>
          <w:szCs w:val="24"/>
        </w:rPr>
        <w:t>го</w:t>
      </w:r>
      <w:r w:rsidRPr="001C799A">
        <w:rPr>
          <w:rFonts w:ascii="Times New Roman" w:hAnsi="Times New Roman"/>
          <w:sz w:val="24"/>
          <w:szCs w:val="24"/>
        </w:rPr>
        <w:t xml:space="preserve"> по адресу:</w:t>
      </w:r>
      <w:r w:rsidRPr="001C799A">
        <w:rPr>
          <w:rFonts w:ascii="Times New Roman" w:hAnsi="Times New Roman"/>
          <w:b/>
          <w:sz w:val="24"/>
          <w:szCs w:val="24"/>
        </w:rPr>
        <w:t xml:space="preserve"> Российская Федерация, Красноярский край, </w:t>
      </w:r>
      <w:r>
        <w:rPr>
          <w:rFonts w:ascii="Times New Roman" w:hAnsi="Times New Roman"/>
          <w:b/>
          <w:sz w:val="24"/>
          <w:szCs w:val="24"/>
        </w:rPr>
        <w:t xml:space="preserve">ЗАТО </w:t>
      </w:r>
      <w:r w:rsidRPr="001C799A">
        <w:rPr>
          <w:rFonts w:ascii="Times New Roman" w:hAnsi="Times New Roman"/>
          <w:b/>
          <w:sz w:val="24"/>
          <w:szCs w:val="24"/>
        </w:rPr>
        <w:t xml:space="preserve">Железногорск, г. Железногорск, </w:t>
      </w:r>
      <w:r>
        <w:rPr>
          <w:rFonts w:ascii="Times New Roman" w:hAnsi="Times New Roman"/>
          <w:b/>
          <w:sz w:val="24"/>
          <w:szCs w:val="24"/>
        </w:rPr>
        <w:t>ул. Матросова, д.15А</w:t>
      </w:r>
      <w:r w:rsidRPr="001C799A">
        <w:rPr>
          <w:rFonts w:ascii="Times New Roman" w:hAnsi="Times New Roman"/>
          <w:sz w:val="24"/>
          <w:szCs w:val="24"/>
        </w:rPr>
        <w:t xml:space="preserve"> (далее по тексту – «объект», «арендуемый объект»), </w:t>
      </w:r>
      <w:r w:rsidRPr="009B1341">
        <w:rPr>
          <w:rFonts w:ascii="Times New Roman" w:hAnsi="Times New Roman"/>
          <w:sz w:val="24"/>
          <w:szCs w:val="24"/>
        </w:rPr>
        <w:t>для ______________________________________.</w:t>
      </w:r>
    </w:p>
    <w:p w:rsidR="002F1B29" w:rsidRPr="001C799A" w:rsidRDefault="002F1B29" w:rsidP="002F1B29">
      <w:pPr>
        <w:spacing w:after="0" w:line="240" w:lineRule="auto"/>
        <w:ind w:firstLine="567"/>
        <w:jc w:val="both"/>
        <w:rPr>
          <w:rFonts w:ascii="Times New Roman" w:hAnsi="Times New Roman"/>
          <w:sz w:val="24"/>
          <w:szCs w:val="24"/>
        </w:rPr>
      </w:pPr>
      <w:r w:rsidRPr="001C799A">
        <w:rPr>
          <w:rFonts w:ascii="Times New Roman" w:hAnsi="Times New Roman"/>
          <w:sz w:val="24"/>
          <w:szCs w:val="24"/>
        </w:rPr>
        <w:t>Границы объекта указаны в выкопировке из технического плана (Приложение № 3).</w:t>
      </w:r>
    </w:p>
    <w:p w:rsidR="002F1B29" w:rsidRPr="000753E7" w:rsidRDefault="002F1B29" w:rsidP="002F1B29">
      <w:pPr>
        <w:pStyle w:val="afc"/>
        <w:spacing w:after="0" w:line="240" w:lineRule="auto"/>
        <w:ind w:left="0" w:firstLine="567"/>
        <w:jc w:val="both"/>
        <w:rPr>
          <w:rFonts w:ascii="Times New Roman" w:hAnsi="Times New Roman"/>
          <w:sz w:val="24"/>
          <w:szCs w:val="24"/>
        </w:rPr>
      </w:pPr>
      <w:r w:rsidRPr="001C799A">
        <w:rPr>
          <w:rFonts w:ascii="Times New Roman" w:hAnsi="Times New Roman"/>
          <w:sz w:val="24"/>
          <w:szCs w:val="24"/>
        </w:rPr>
        <w:t xml:space="preserve">1.2. </w:t>
      </w:r>
      <w:r w:rsidRPr="00D925AA">
        <w:rPr>
          <w:rFonts w:ascii="Times New Roman" w:hAnsi="Times New Roman"/>
          <w:sz w:val="24"/>
          <w:szCs w:val="24"/>
        </w:rPr>
        <w:t xml:space="preserve">Нежилое </w:t>
      </w:r>
      <w:r>
        <w:rPr>
          <w:rFonts w:ascii="Times New Roman" w:hAnsi="Times New Roman"/>
          <w:sz w:val="24"/>
          <w:szCs w:val="24"/>
        </w:rPr>
        <w:t xml:space="preserve">помещение </w:t>
      </w:r>
      <w:r w:rsidRPr="00D925AA">
        <w:rPr>
          <w:rFonts w:ascii="Times New Roman" w:hAnsi="Times New Roman"/>
          <w:sz w:val="24"/>
          <w:szCs w:val="24"/>
        </w:rPr>
        <w:t xml:space="preserve">принадлежит Закрытому административно-территориальному образованию Железногорск Красноярского края, о чем в Едином государственном реестре </w:t>
      </w:r>
      <w:r>
        <w:rPr>
          <w:rFonts w:ascii="Times New Roman" w:hAnsi="Times New Roman"/>
          <w:sz w:val="24"/>
          <w:szCs w:val="24"/>
        </w:rPr>
        <w:t>недвижимости</w:t>
      </w:r>
      <w:r w:rsidRPr="00D925AA">
        <w:rPr>
          <w:rFonts w:ascii="Times New Roman" w:hAnsi="Times New Roman"/>
          <w:sz w:val="24"/>
          <w:szCs w:val="24"/>
        </w:rPr>
        <w:t xml:space="preserve"> «</w:t>
      </w:r>
      <w:r>
        <w:rPr>
          <w:rFonts w:ascii="Times New Roman" w:hAnsi="Times New Roman"/>
          <w:sz w:val="24"/>
          <w:szCs w:val="24"/>
        </w:rPr>
        <w:t>21</w:t>
      </w:r>
      <w:r w:rsidRPr="00D925AA">
        <w:rPr>
          <w:rFonts w:ascii="Times New Roman" w:hAnsi="Times New Roman"/>
          <w:sz w:val="24"/>
          <w:szCs w:val="24"/>
        </w:rPr>
        <w:t xml:space="preserve">» </w:t>
      </w:r>
      <w:r>
        <w:rPr>
          <w:rFonts w:ascii="Times New Roman" w:hAnsi="Times New Roman"/>
          <w:sz w:val="24"/>
          <w:szCs w:val="24"/>
        </w:rPr>
        <w:t xml:space="preserve">февраля 2006 </w:t>
      </w:r>
      <w:r w:rsidRPr="00D925AA">
        <w:rPr>
          <w:rFonts w:ascii="Times New Roman" w:hAnsi="Times New Roman"/>
          <w:sz w:val="24"/>
          <w:szCs w:val="24"/>
        </w:rPr>
        <w:t>года сделана запись регистрации №</w:t>
      </w:r>
      <w:r w:rsidRPr="00153E7D">
        <w:rPr>
          <w:rFonts w:ascii="Times New Roman" w:hAnsi="Times New Roman"/>
          <w:sz w:val="24"/>
          <w:szCs w:val="24"/>
        </w:rPr>
        <w:t> </w:t>
      </w:r>
      <w:r w:rsidRPr="000753E7">
        <w:rPr>
          <w:rFonts w:ascii="Times New Roman" w:hAnsi="Times New Roman"/>
          <w:sz w:val="24"/>
          <w:szCs w:val="24"/>
        </w:rPr>
        <w:t>24-24-12/006/2006-153.</w:t>
      </w:r>
    </w:p>
    <w:p w:rsidR="002F1B29" w:rsidRDefault="002F1B29" w:rsidP="002F1B29">
      <w:pPr>
        <w:spacing w:after="0" w:line="240" w:lineRule="auto"/>
        <w:ind w:firstLine="426"/>
        <w:jc w:val="center"/>
        <w:rPr>
          <w:rFonts w:ascii="Times New Roman" w:hAnsi="Times New Roman"/>
          <w:b/>
          <w:sz w:val="24"/>
          <w:szCs w:val="24"/>
        </w:rPr>
      </w:pPr>
    </w:p>
    <w:p w:rsidR="002F1B29" w:rsidRPr="005F04E6" w:rsidRDefault="002F1B29" w:rsidP="002F1B29">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F1B29" w:rsidRPr="00274853" w:rsidRDefault="002F1B29" w:rsidP="002F1B29">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2F1B29" w:rsidRPr="00E62FDB"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2F1B29" w:rsidRPr="007E1578" w:rsidRDefault="002F1B29" w:rsidP="002F1B29">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2F1B29" w:rsidRPr="005F04E6" w:rsidRDefault="002F1B29" w:rsidP="002F1B29">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2F1B29" w:rsidRPr="005F04E6" w:rsidRDefault="002F1B29" w:rsidP="002F1B29">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2F1B29" w:rsidRPr="005F04E6" w:rsidRDefault="002F1B29" w:rsidP="002F1B29">
      <w:pPr>
        <w:spacing w:after="0" w:line="240" w:lineRule="auto"/>
        <w:ind w:firstLine="426"/>
        <w:jc w:val="both"/>
        <w:rPr>
          <w:rFonts w:ascii="Times New Roman" w:hAnsi="Times New Roman"/>
          <w:sz w:val="24"/>
          <w:szCs w:val="24"/>
        </w:rPr>
      </w:pPr>
    </w:p>
    <w:p w:rsidR="002F1B29" w:rsidRPr="00602FF4" w:rsidRDefault="002F1B29" w:rsidP="002F1B29">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F1B29" w:rsidRPr="00136285" w:rsidRDefault="002F1B29" w:rsidP="002F1B29">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2F1B29" w:rsidRPr="00136285" w:rsidRDefault="002F1B29" w:rsidP="002F1B29">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2F1B29" w:rsidRPr="00136285" w:rsidRDefault="002F1B29" w:rsidP="002F1B29">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2F1B29" w:rsidRPr="00136285" w:rsidRDefault="002F1B29" w:rsidP="002F1B29">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2F1B29" w:rsidRPr="00136285" w:rsidRDefault="002F1B29" w:rsidP="002F1B29">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2F1B29" w:rsidRPr="00136285" w:rsidRDefault="002F1B29" w:rsidP="002F1B29">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2F1B29" w:rsidRPr="00136285" w:rsidRDefault="002F1B29" w:rsidP="002F1B29">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2F1B29" w:rsidRPr="00AF1852" w:rsidRDefault="002F1B29" w:rsidP="002F1B29">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2F1B29" w:rsidRPr="002D4D96" w:rsidRDefault="002F1B29" w:rsidP="002F1B29">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арендную плату за пользование земельным участком с кадастровым номером </w:t>
      </w:r>
      <w:r w:rsidRPr="002D4D96">
        <w:rPr>
          <w:rFonts w:ascii="Times New Roman" w:hAnsi="Times New Roman"/>
          <w:bCs/>
          <w:sz w:val="24"/>
          <w:szCs w:val="24"/>
        </w:rPr>
        <w:t>24:58:</w:t>
      </w:r>
      <w:r>
        <w:rPr>
          <w:rFonts w:ascii="Times New Roman" w:hAnsi="Times New Roman"/>
          <w:bCs/>
          <w:sz w:val="24"/>
          <w:szCs w:val="24"/>
        </w:rPr>
        <w:t>0305</w:t>
      </w:r>
      <w:r w:rsidRPr="002D4D96">
        <w:rPr>
          <w:rFonts w:ascii="Times New Roman" w:hAnsi="Times New Roman"/>
          <w:bCs/>
          <w:sz w:val="24"/>
          <w:szCs w:val="24"/>
        </w:rPr>
        <w:t>0</w:t>
      </w:r>
      <w:r>
        <w:rPr>
          <w:rFonts w:ascii="Times New Roman" w:hAnsi="Times New Roman"/>
          <w:bCs/>
          <w:sz w:val="24"/>
          <w:szCs w:val="24"/>
        </w:rPr>
        <w:t>17</w:t>
      </w:r>
      <w:r w:rsidRPr="002D4D96">
        <w:rPr>
          <w:rFonts w:ascii="Times New Roman" w:hAnsi="Times New Roman"/>
          <w:bCs/>
          <w:sz w:val="24"/>
          <w:szCs w:val="24"/>
        </w:rPr>
        <w:t>:6</w:t>
      </w:r>
      <w:r w:rsidRPr="002D4D96">
        <w:rPr>
          <w:rFonts w:ascii="Times New Roman" w:hAnsi="Times New Roman"/>
          <w:sz w:val="24"/>
          <w:szCs w:val="24"/>
        </w:rPr>
        <w:t>, общей площадью 1</w:t>
      </w:r>
      <w:r>
        <w:rPr>
          <w:rFonts w:ascii="Times New Roman" w:hAnsi="Times New Roman"/>
          <w:sz w:val="24"/>
          <w:szCs w:val="24"/>
        </w:rPr>
        <w:t>8</w:t>
      </w:r>
      <w:r w:rsidRPr="002D4D96">
        <w:rPr>
          <w:rFonts w:ascii="Times New Roman" w:hAnsi="Times New Roman"/>
          <w:sz w:val="24"/>
          <w:szCs w:val="24"/>
        </w:rPr>
        <w:t xml:space="preserve"> </w:t>
      </w:r>
      <w:r>
        <w:rPr>
          <w:rFonts w:ascii="Times New Roman" w:hAnsi="Times New Roman"/>
          <w:sz w:val="24"/>
          <w:szCs w:val="24"/>
        </w:rPr>
        <w:t>289</w:t>
      </w:r>
      <w:r w:rsidRPr="002D4D96">
        <w:rPr>
          <w:rFonts w:ascii="Times New Roman" w:hAnsi="Times New Roman"/>
          <w:sz w:val="24"/>
          <w:szCs w:val="24"/>
        </w:rPr>
        <w:t xml:space="preserve"> кв. метра, местоположение установлено относительно ориентира, расположенного в границах участка. Почтовый адрес ориентира: Красноярский край, ЗАТО Железногорск, </w:t>
      </w:r>
      <w:r w:rsidRPr="002D4D96">
        <w:rPr>
          <w:rFonts w:ascii="Times New Roman" w:hAnsi="Times New Roman"/>
          <w:bCs/>
          <w:sz w:val="24"/>
          <w:szCs w:val="24"/>
        </w:rPr>
        <w:t xml:space="preserve">г. Железногорск, </w:t>
      </w:r>
      <w:r>
        <w:rPr>
          <w:rFonts w:ascii="Times New Roman" w:hAnsi="Times New Roman"/>
          <w:bCs/>
          <w:sz w:val="24"/>
          <w:szCs w:val="24"/>
        </w:rPr>
        <w:t>ул. Матросова,15</w:t>
      </w:r>
      <w:r w:rsidRPr="002D4D96">
        <w:rPr>
          <w:rFonts w:ascii="Times New Roman" w:hAnsi="Times New Roman"/>
          <w:bCs/>
          <w:sz w:val="24"/>
          <w:szCs w:val="24"/>
        </w:rPr>
        <w:t xml:space="preserve">, </w:t>
      </w:r>
      <w:r w:rsidRPr="002D4D96">
        <w:rPr>
          <w:rFonts w:ascii="Times New Roman" w:hAnsi="Times New Roman"/>
          <w:sz w:val="24"/>
          <w:szCs w:val="24"/>
        </w:rPr>
        <w:t>на котором расположен арендуемый объект;</w:t>
      </w:r>
    </w:p>
    <w:p w:rsidR="002F1B29" w:rsidRPr="00AF1852" w:rsidRDefault="002F1B29" w:rsidP="002F1B29">
      <w:pPr>
        <w:spacing w:after="0" w:line="240" w:lineRule="auto"/>
        <w:ind w:firstLine="567"/>
        <w:jc w:val="both"/>
        <w:rPr>
          <w:rFonts w:ascii="Times New Roman" w:hAnsi="Times New Roman"/>
          <w:sz w:val="24"/>
          <w:szCs w:val="24"/>
        </w:rPr>
      </w:pPr>
      <w:r w:rsidRPr="002D4D96">
        <w:rPr>
          <w:rFonts w:ascii="Times New Roman" w:hAnsi="Times New Roman"/>
          <w:sz w:val="24"/>
          <w:szCs w:val="24"/>
        </w:rPr>
        <w:t>- оплату по договорам, заключенным с ресурсоснабжающими</w:t>
      </w:r>
      <w:r w:rsidRPr="00AF1852">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F1B29" w:rsidRPr="00AF1852" w:rsidRDefault="002F1B29" w:rsidP="002F1B29">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2F1B29" w:rsidRPr="00AF1852" w:rsidRDefault="002F1B29" w:rsidP="002F1B29">
      <w:pPr>
        <w:spacing w:after="0" w:line="240" w:lineRule="auto"/>
        <w:ind w:firstLine="567"/>
        <w:jc w:val="both"/>
        <w:rPr>
          <w:rFonts w:ascii="Times New Roman" w:hAnsi="Times New Roman"/>
          <w:sz w:val="24"/>
          <w:szCs w:val="24"/>
        </w:rPr>
      </w:pPr>
      <w:r w:rsidRPr="00AF1852">
        <w:rPr>
          <w:rFonts w:ascii="Times New Roman" w:hAnsi="Times New Roman"/>
          <w:sz w:val="24"/>
          <w:szCs w:val="24"/>
        </w:rPr>
        <w:t>- возмещение расходов Арендодателя по оплате электроэнергии;</w:t>
      </w:r>
    </w:p>
    <w:p w:rsidR="002F1B29" w:rsidRPr="00AF1852" w:rsidRDefault="002F1B29" w:rsidP="002F1B29">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2F1B29" w:rsidRPr="003B36B1" w:rsidRDefault="002F1B29" w:rsidP="002F1B29">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2F1B29" w:rsidRPr="005019F4" w:rsidRDefault="002F1B29" w:rsidP="002F1B29">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11,49</w:t>
      </w:r>
      <w:r w:rsidRPr="005019F4">
        <w:rPr>
          <w:rFonts w:ascii="Times New Roman" w:hAnsi="Times New Roman"/>
          <w:b/>
          <w:color w:val="FF0000"/>
          <w:sz w:val="24"/>
          <w:szCs w:val="24"/>
          <w:u w:val="single"/>
        </w:rPr>
        <w:t xml:space="preserve"> 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одиннадцать рублей 49</w:t>
      </w:r>
      <w:r w:rsidRPr="005019F4">
        <w:rPr>
          <w:rFonts w:ascii="Times New Roman" w:hAnsi="Times New Roman"/>
          <w:b/>
          <w:i/>
          <w:color w:val="FF0000"/>
          <w:sz w:val="24"/>
          <w:szCs w:val="24"/>
          <w:u w:val="single"/>
        </w:rPr>
        <w:t xml:space="preserve"> копеек).</w:t>
      </w:r>
    </w:p>
    <w:p w:rsidR="002F1B29" w:rsidRPr="00B105F0" w:rsidRDefault="002F1B29" w:rsidP="002F1B29">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sidRPr="003E1A4A">
        <w:rPr>
          <w:rFonts w:ascii="Times New Roman" w:hAnsi="Times New Roman"/>
          <w:sz w:val="24"/>
          <w:szCs w:val="24"/>
        </w:rPr>
        <w:lastRenderedPageBreak/>
        <w:t>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2F1B29" w:rsidRPr="00D925AA" w:rsidRDefault="002F1B29" w:rsidP="002F1B29">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2F1B29" w:rsidRPr="00D925AA" w:rsidRDefault="002F1B29" w:rsidP="002F1B29">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2F1B29" w:rsidRPr="00E64D27" w:rsidRDefault="002F1B29" w:rsidP="002F1B29">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6</w:t>
      </w:r>
      <w:r w:rsidRPr="00235F7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2F1B29" w:rsidRPr="00313198" w:rsidRDefault="002F1B29" w:rsidP="002F1B29">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2F1B29" w:rsidRPr="00313198" w:rsidRDefault="002F1B29" w:rsidP="002F1B29">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2F1B29" w:rsidRPr="00E64D27" w:rsidRDefault="002F1B29" w:rsidP="002F1B2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2F1B29" w:rsidRPr="00F60882" w:rsidRDefault="002F1B29" w:rsidP="002F1B29">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2F1B29" w:rsidRPr="00F60882" w:rsidRDefault="002F1B29" w:rsidP="002F1B29">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2F1B29" w:rsidRPr="00F60882" w:rsidRDefault="002F1B29" w:rsidP="002F1B29">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2F1B29" w:rsidRPr="00F60882" w:rsidRDefault="002F1B29" w:rsidP="002F1B29">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2F1B29" w:rsidRPr="00F60882" w:rsidRDefault="002F1B29" w:rsidP="002F1B29">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2F1B29" w:rsidRPr="00F60882" w:rsidRDefault="002F1B29" w:rsidP="002F1B29">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2F1B29" w:rsidRPr="00F96327" w:rsidRDefault="002F1B29" w:rsidP="002F1B29">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9</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2F1B29" w:rsidRPr="00F96327" w:rsidRDefault="002F1B29" w:rsidP="002F1B29">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6</w:t>
      </w:r>
      <w:r w:rsidRPr="00F96327">
        <w:rPr>
          <w:rFonts w:ascii="Times New Roman" w:hAnsi="Times New Roman"/>
          <w:sz w:val="24"/>
          <w:szCs w:val="24"/>
        </w:rPr>
        <w:t>. соответственно.</w:t>
      </w:r>
    </w:p>
    <w:p w:rsidR="002F1B29" w:rsidRPr="00F96327" w:rsidRDefault="002F1B29" w:rsidP="002F1B29">
      <w:pPr>
        <w:spacing w:after="0" w:line="240" w:lineRule="auto"/>
        <w:ind w:firstLine="426"/>
        <w:jc w:val="both"/>
        <w:rPr>
          <w:rFonts w:ascii="Times New Roman" w:hAnsi="Times New Roman"/>
          <w:sz w:val="24"/>
          <w:szCs w:val="24"/>
        </w:rPr>
      </w:pPr>
    </w:p>
    <w:p w:rsidR="002F1B29" w:rsidRPr="005F04E6" w:rsidRDefault="002F1B29" w:rsidP="002F1B2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2F1B29" w:rsidRPr="005F04E6" w:rsidRDefault="002F1B29" w:rsidP="002F1B29">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F1B29" w:rsidRPr="005F04E6" w:rsidRDefault="002F1B29" w:rsidP="002F1B29">
      <w:pPr>
        <w:spacing w:after="0" w:line="240" w:lineRule="auto"/>
        <w:ind w:firstLine="284"/>
        <w:jc w:val="both"/>
        <w:rPr>
          <w:rFonts w:ascii="Times New Roman" w:hAnsi="Times New Roman"/>
          <w:sz w:val="24"/>
          <w:szCs w:val="24"/>
        </w:rPr>
      </w:pPr>
    </w:p>
    <w:p w:rsidR="002F1B29" w:rsidRPr="005F04E6" w:rsidRDefault="002F1B29" w:rsidP="002F1B2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F1B29" w:rsidRPr="00B61FF4" w:rsidRDefault="002F1B29" w:rsidP="002F1B29">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2F1B29" w:rsidRDefault="002F1B29" w:rsidP="002F1B29">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2F1B29" w:rsidRDefault="002F1B29" w:rsidP="002F1B29">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2F1B29" w:rsidRDefault="002F1B29" w:rsidP="002F1B29">
      <w:pPr>
        <w:spacing w:after="0" w:line="240" w:lineRule="auto"/>
        <w:ind w:firstLine="426"/>
        <w:jc w:val="both"/>
        <w:rPr>
          <w:rFonts w:ascii="Times New Roman" w:hAnsi="Times New Roman"/>
        </w:rPr>
      </w:pPr>
    </w:p>
    <w:p w:rsidR="002F1B29" w:rsidRPr="005F04E6" w:rsidRDefault="002F1B29" w:rsidP="002F1B2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2F1B29"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2F1B29" w:rsidRDefault="002F1B29" w:rsidP="002F1B29">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2F1B29" w:rsidRDefault="002F1B29" w:rsidP="002F1B29">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2F1B29"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F1B29" w:rsidRDefault="002F1B29" w:rsidP="002F1B2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2F1B29" w:rsidRDefault="002F1B29" w:rsidP="002F1B29">
      <w:pPr>
        <w:spacing w:after="0" w:line="240" w:lineRule="auto"/>
        <w:ind w:firstLine="709"/>
        <w:jc w:val="both"/>
        <w:rPr>
          <w:rFonts w:ascii="Times New Roman" w:hAnsi="Times New Roman"/>
          <w:sz w:val="24"/>
          <w:szCs w:val="24"/>
        </w:rPr>
      </w:pPr>
    </w:p>
    <w:p w:rsidR="002F1B29" w:rsidRPr="00AB26E3" w:rsidRDefault="002F1B29" w:rsidP="002F1B2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2F1B29" w:rsidRDefault="002F1B29" w:rsidP="002F1B29">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2F1B29" w:rsidRPr="00B24222" w:rsidRDefault="002F1B29" w:rsidP="002F1B29">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2F1B29" w:rsidRPr="00B24222" w:rsidRDefault="002F1B29" w:rsidP="002F1B29">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2F1B29" w:rsidRDefault="002F1B29" w:rsidP="002F1B29">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2F1B29" w:rsidRPr="00163740" w:rsidRDefault="002F1B29" w:rsidP="002F1B29">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F1B29" w:rsidRPr="00163740" w:rsidRDefault="002F1B29" w:rsidP="002F1B29">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2F1B29" w:rsidRPr="00163740" w:rsidRDefault="002F1B29" w:rsidP="002F1B29">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2F1B29" w:rsidRPr="00163740" w:rsidRDefault="002F1B29" w:rsidP="002F1B29">
      <w:pPr>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электроэнергии.</w:t>
      </w:r>
    </w:p>
    <w:p w:rsidR="002F1B29" w:rsidRPr="001D4467" w:rsidRDefault="002F1B29" w:rsidP="002F1B29">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2F1B29" w:rsidRPr="001D4467" w:rsidRDefault="002F1B29" w:rsidP="002F1B29">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2F1B29" w:rsidRPr="001D4467" w:rsidRDefault="002F1B29" w:rsidP="002F1B29">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
    <w:p w:rsidR="002F1B29" w:rsidRPr="00B24222" w:rsidRDefault="002F1B29" w:rsidP="002F1B29">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2F1B29" w:rsidRDefault="002F1B29" w:rsidP="002F1B29">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2F1B29" w:rsidRPr="007F5DF3" w:rsidRDefault="002F1B29" w:rsidP="002F1B29">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5019F4">
        <w:rPr>
          <w:rFonts w:ascii="Times New Roman" w:hAnsi="Times New Roman"/>
          <w:b/>
          <w:sz w:val="24"/>
          <w:szCs w:val="24"/>
        </w:rPr>
        <w:t>8,6</w:t>
      </w:r>
      <w:r w:rsidRPr="007F5DF3">
        <w:rPr>
          <w:rFonts w:ascii="Times New Roman" w:hAnsi="Times New Roman"/>
          <w:b/>
          <w:sz w:val="24"/>
          <w:szCs w:val="24"/>
        </w:rPr>
        <w:t xml:space="preserve">  кв.м</w:t>
      </w:r>
      <w:r>
        <w:rPr>
          <w:rFonts w:ascii="Times New Roman" w:hAnsi="Times New Roman"/>
          <w:b/>
          <w:sz w:val="24"/>
          <w:szCs w:val="24"/>
        </w:rPr>
        <w:t>.</w:t>
      </w:r>
    </w:p>
    <w:p w:rsidR="002F1B29" w:rsidRPr="00667A4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2F1B29" w:rsidRPr="0000246E"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2F1B29" w:rsidRPr="0000246E"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2F1B29" w:rsidRPr="0000246E"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2F1B2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2F1B29" w:rsidRPr="00667A49" w:rsidRDefault="002F1B29" w:rsidP="002F1B29">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2F1B29" w:rsidRPr="00667A49" w:rsidRDefault="002F1B29" w:rsidP="002F1B29">
      <w:pPr>
        <w:pStyle w:val="a8"/>
        <w:spacing w:before="0" w:after="0"/>
        <w:ind w:firstLine="567"/>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2F1B29" w:rsidRPr="0000246E"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2F1B29" w:rsidRPr="0000246E"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F1B29" w:rsidRPr="0000246E"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2F1B29" w:rsidRPr="00667A4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2F1B29" w:rsidRPr="00667A4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F1B29" w:rsidRPr="00667A4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7.6. Арендатор обязан своевременно и в полном объеме вносить плату за коммунальные услуги, в соответствии с условиями заключенных договоров.</w:t>
      </w:r>
    </w:p>
    <w:p w:rsidR="002F1B29" w:rsidRPr="00667A4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F1B29" w:rsidRPr="00667A49" w:rsidRDefault="002F1B29" w:rsidP="002F1B29">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F1B29"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2F1B29" w:rsidRPr="0000246E" w:rsidRDefault="002F1B29" w:rsidP="002F1B29">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2F1B29" w:rsidRPr="0000246E" w:rsidRDefault="002F1B29" w:rsidP="002F1B29">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F1B29" w:rsidRPr="0000246E" w:rsidRDefault="002F1B29" w:rsidP="002F1B29">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2F1B29" w:rsidRDefault="002F1B29" w:rsidP="002F1B29">
      <w:pPr>
        <w:spacing w:after="0" w:line="240" w:lineRule="auto"/>
        <w:jc w:val="center"/>
        <w:outlineLvl w:val="0"/>
        <w:rPr>
          <w:rFonts w:ascii="Times New Roman" w:hAnsi="Times New Roman"/>
          <w:b/>
          <w:sz w:val="24"/>
          <w:szCs w:val="24"/>
        </w:rPr>
      </w:pPr>
    </w:p>
    <w:p w:rsidR="002F1B29" w:rsidRPr="002927A8" w:rsidRDefault="002F1B29" w:rsidP="002F1B29">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2F1B29" w:rsidRPr="007D032A" w:rsidRDefault="002F1B29" w:rsidP="002F1B2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2F1B29" w:rsidRPr="007D032A" w:rsidRDefault="002F1B29" w:rsidP="002F1B2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2F1B29" w:rsidRPr="007D032A" w:rsidRDefault="002F1B29" w:rsidP="002F1B29">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F1B29" w:rsidRPr="00765552" w:rsidRDefault="002F1B29" w:rsidP="002F1B2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2F1B29" w:rsidRPr="00765552" w:rsidRDefault="002F1B29" w:rsidP="002F1B29">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F1B29" w:rsidRPr="00765552" w:rsidRDefault="002F1B29" w:rsidP="002F1B29">
      <w:pPr>
        <w:spacing w:after="0" w:line="240" w:lineRule="auto"/>
        <w:ind w:firstLine="567"/>
        <w:jc w:val="both"/>
        <w:rPr>
          <w:rFonts w:ascii="Times New Roman" w:hAnsi="Times New Roman"/>
          <w:sz w:val="24"/>
          <w:szCs w:val="24"/>
        </w:rPr>
      </w:pPr>
      <w:r w:rsidRPr="00683AD2">
        <w:rPr>
          <w:rFonts w:ascii="Times New Roman" w:hAnsi="Times New Roman"/>
          <w:sz w:val="24"/>
          <w:szCs w:val="24"/>
        </w:rPr>
        <w:t>8.4. 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номером 24:58:</w:t>
      </w:r>
      <w:r>
        <w:rPr>
          <w:rFonts w:ascii="Times New Roman" w:hAnsi="Times New Roman"/>
          <w:sz w:val="24"/>
          <w:szCs w:val="24"/>
        </w:rPr>
        <w:t>0305018:6</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F1B29" w:rsidRDefault="002F1B29" w:rsidP="002F1B29">
      <w:pPr>
        <w:spacing w:after="0" w:line="240" w:lineRule="auto"/>
        <w:ind w:firstLine="567"/>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F1B29" w:rsidRPr="00715689" w:rsidRDefault="002F1B29" w:rsidP="002F1B29">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незаключения Арендатором договоров с ресурсоснабжающими организациями, </w:t>
      </w:r>
      <w:r>
        <w:rPr>
          <w:rFonts w:ascii="Times New Roman" w:hAnsi="Times New Roman"/>
          <w:sz w:val="24"/>
          <w:szCs w:val="24"/>
        </w:rPr>
        <w:t xml:space="preserve">с организациями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2F1B29" w:rsidRDefault="002F1B29" w:rsidP="002F1B29">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7</w:t>
      </w:r>
      <w:r w:rsidRPr="00715689">
        <w:rPr>
          <w:rFonts w:ascii="Times New Roman" w:hAnsi="Times New Roman"/>
          <w:sz w:val="24"/>
          <w:szCs w:val="24"/>
        </w:rPr>
        <w:t>.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2F1B29" w:rsidRDefault="002F1B29" w:rsidP="002F1B29">
      <w:pPr>
        <w:spacing w:after="0" w:line="240" w:lineRule="auto"/>
        <w:ind w:firstLine="284"/>
        <w:jc w:val="both"/>
        <w:rPr>
          <w:rFonts w:ascii="Times New Roman" w:hAnsi="Times New Roman"/>
          <w:sz w:val="24"/>
          <w:szCs w:val="24"/>
        </w:rPr>
      </w:pPr>
    </w:p>
    <w:p w:rsidR="002F1B29" w:rsidRPr="002927A8" w:rsidRDefault="002F1B29" w:rsidP="002F1B29">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2F1B29" w:rsidRPr="002927A8" w:rsidRDefault="002F1B29" w:rsidP="002F1B29">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w:t>
      </w:r>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2F1B29" w:rsidRPr="008B502B" w:rsidRDefault="002F1B29" w:rsidP="002F1B2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2F1B29" w:rsidRPr="008B502B" w:rsidRDefault="002F1B29" w:rsidP="002F1B29">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2F1B29" w:rsidRPr="008B502B" w:rsidRDefault="002F1B29" w:rsidP="002F1B29">
      <w:pPr>
        <w:spacing w:after="0" w:line="240" w:lineRule="auto"/>
        <w:ind w:firstLine="567"/>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2F1B29" w:rsidRPr="008B502B" w:rsidRDefault="002F1B29" w:rsidP="002F1B29">
      <w:pPr>
        <w:spacing w:after="0" w:line="240" w:lineRule="auto"/>
        <w:ind w:firstLine="567"/>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2F1B29" w:rsidRPr="00804844" w:rsidRDefault="002F1B29" w:rsidP="002F1B29">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2F1B29" w:rsidRDefault="002F1B29" w:rsidP="002F1B29">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2F1B29" w:rsidRPr="00445859" w:rsidRDefault="002F1B29" w:rsidP="002F1B29">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2F1B29" w:rsidRPr="00445859" w:rsidRDefault="002F1B29" w:rsidP="002F1B29">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2F1B29" w:rsidRPr="00445859" w:rsidRDefault="002F1B29" w:rsidP="002F1B29">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9.2.4 – сведения о наличии задолженности Арендатора;</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9.2.5- сведения о наличии задолженности Арендатора по договорам с обслуживающими организациями;</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9.2.7 – акт проверки комиссии Арендодателя либо документы проверок соответствующих контролирующих органов;</w:t>
      </w:r>
    </w:p>
    <w:p w:rsidR="002F1B29" w:rsidRPr="0044109B"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F1B29" w:rsidRPr="00445859" w:rsidRDefault="002F1B29" w:rsidP="002F1B29">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2F1B29" w:rsidRPr="00B8672C" w:rsidRDefault="002F1B29" w:rsidP="002F1B29">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2F1B29" w:rsidRPr="00B8672C" w:rsidRDefault="002F1B29" w:rsidP="002F1B29">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2F1B29" w:rsidRPr="00B8672C" w:rsidRDefault="002F1B29" w:rsidP="002F1B29">
      <w:pPr>
        <w:spacing w:after="0" w:line="240" w:lineRule="auto"/>
        <w:ind w:firstLine="426"/>
        <w:jc w:val="both"/>
        <w:rPr>
          <w:rFonts w:ascii="Times New Roman" w:hAnsi="Times New Roman"/>
          <w:sz w:val="24"/>
          <w:szCs w:val="24"/>
        </w:rPr>
      </w:pPr>
    </w:p>
    <w:p w:rsidR="002F1B29" w:rsidRPr="00AB26E3" w:rsidRDefault="002F1B29" w:rsidP="002F1B2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2F1B29" w:rsidRPr="00AB26E3" w:rsidRDefault="002F1B29" w:rsidP="002F1B29">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F1B29" w:rsidRPr="00AB26E3" w:rsidRDefault="002F1B29" w:rsidP="002F1B29">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F1B29" w:rsidRDefault="002F1B29" w:rsidP="002F1B29">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F1B29" w:rsidRDefault="002F1B29" w:rsidP="002F1B29">
      <w:pPr>
        <w:spacing w:after="0" w:line="240" w:lineRule="auto"/>
        <w:ind w:firstLine="426"/>
        <w:jc w:val="both"/>
        <w:rPr>
          <w:rFonts w:ascii="Times New Roman" w:hAnsi="Times New Roman"/>
          <w:sz w:val="24"/>
          <w:szCs w:val="24"/>
        </w:rPr>
      </w:pPr>
    </w:p>
    <w:p w:rsidR="002F1B29" w:rsidRPr="0033540F" w:rsidRDefault="002F1B29" w:rsidP="002F1B29">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2F1B29" w:rsidRPr="0033540F" w:rsidRDefault="002F1B29" w:rsidP="002F1B29">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2F1B29" w:rsidRPr="0033540F" w:rsidRDefault="002F1B29" w:rsidP="002F1B29">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2F1B29" w:rsidRPr="0033540F" w:rsidRDefault="002F1B29" w:rsidP="002F1B29">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2F1B29" w:rsidRPr="0033540F" w:rsidRDefault="002F1B29" w:rsidP="002F1B29">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2F1B29" w:rsidRPr="00AB26E3" w:rsidRDefault="002F1B29" w:rsidP="002F1B29">
      <w:pPr>
        <w:spacing w:after="0" w:line="240" w:lineRule="auto"/>
        <w:ind w:firstLine="284"/>
        <w:jc w:val="both"/>
        <w:rPr>
          <w:rFonts w:ascii="Times New Roman" w:hAnsi="Times New Roman"/>
          <w:sz w:val="24"/>
          <w:szCs w:val="24"/>
        </w:rPr>
      </w:pPr>
    </w:p>
    <w:p w:rsidR="002F1B29" w:rsidRPr="005F04E6" w:rsidRDefault="002F1B29" w:rsidP="002F1B2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2F1B29" w:rsidRPr="00136285" w:rsidRDefault="002F1B29" w:rsidP="002F1B29">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2F1B29" w:rsidRPr="005F04E6" w:rsidRDefault="002F1B29" w:rsidP="002F1B29">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2F1B29" w:rsidRPr="005F04E6" w:rsidRDefault="002F1B29" w:rsidP="002F1B29">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F1B29" w:rsidRPr="001436EB" w:rsidRDefault="002F1B29" w:rsidP="002F1B29">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2F1B29" w:rsidRPr="001436EB" w:rsidRDefault="002F1B29" w:rsidP="002F1B29">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2F1B29" w:rsidRDefault="002F1B29" w:rsidP="002F1B29">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777/24</w:t>
      </w:r>
      <w:r w:rsidRPr="00943F7D">
        <w:rPr>
          <w:rFonts w:ascii="Times New Roman" w:hAnsi="Times New Roman"/>
          <w:sz w:val="24"/>
          <w:szCs w:val="24"/>
        </w:rPr>
        <w:t xml:space="preserve"> </w:t>
      </w:r>
      <w:r>
        <w:rPr>
          <w:rFonts w:ascii="Times New Roman" w:hAnsi="Times New Roman"/>
          <w:sz w:val="24"/>
          <w:szCs w:val="24"/>
        </w:rPr>
        <w:t>от 25.03.2024 г. по определению рыночной стоимости и размера рыночной месячной арендной платы (без учета НДС, коммунальных и эксплуатационных расходов) объекта недвижимости: здания, назначение: нежилое, наименование: Комплекс ремонтных мастерских, площадью 395,1 кв.м., кадастровый номер: 24:58:0000000:1486, количество этажей: 2, расположенное по адресу:</w:t>
      </w:r>
      <w:r w:rsidRPr="00943F7D">
        <w:rPr>
          <w:rFonts w:ascii="Times New Roman" w:hAnsi="Times New Roman"/>
          <w:sz w:val="24"/>
          <w:szCs w:val="24"/>
        </w:rPr>
        <w:t xml:space="preserve"> Красноярский край,</w:t>
      </w:r>
      <w:r>
        <w:rPr>
          <w:rFonts w:ascii="Times New Roman" w:hAnsi="Times New Roman"/>
          <w:sz w:val="24"/>
          <w:szCs w:val="24"/>
        </w:rPr>
        <w:t xml:space="preserve"> </w:t>
      </w:r>
      <w:r w:rsidRPr="00943F7D">
        <w:rPr>
          <w:rFonts w:ascii="Times New Roman" w:hAnsi="Times New Roman"/>
          <w:sz w:val="24"/>
          <w:szCs w:val="24"/>
        </w:rPr>
        <w:t>ЗАТО Железногорск, г. Железногорск,</w:t>
      </w:r>
      <w:r>
        <w:rPr>
          <w:rFonts w:ascii="Times New Roman" w:hAnsi="Times New Roman"/>
          <w:sz w:val="24"/>
          <w:szCs w:val="24"/>
        </w:rPr>
        <w:t xml:space="preserve"> ул. Матросова, д. 15А </w:t>
      </w:r>
      <w:r w:rsidRPr="00943F7D">
        <w:rPr>
          <w:rFonts w:ascii="Times New Roman" w:hAnsi="Times New Roman"/>
          <w:sz w:val="24"/>
          <w:szCs w:val="24"/>
        </w:rPr>
        <w:t xml:space="preserve">по состоянию на </w:t>
      </w:r>
      <w:r>
        <w:rPr>
          <w:rFonts w:ascii="Times New Roman" w:hAnsi="Times New Roman"/>
          <w:sz w:val="24"/>
          <w:szCs w:val="24"/>
        </w:rPr>
        <w:t xml:space="preserve">«25» марта 2024 г. </w:t>
      </w:r>
      <w:r w:rsidRPr="00943F7D">
        <w:rPr>
          <w:rFonts w:ascii="Times New Roman" w:hAnsi="Times New Roman"/>
          <w:sz w:val="24"/>
          <w:szCs w:val="24"/>
        </w:rPr>
        <w:t xml:space="preserve">составляет </w:t>
      </w:r>
      <w:r>
        <w:rPr>
          <w:rFonts w:ascii="Times New Roman" w:hAnsi="Times New Roman"/>
          <w:sz w:val="24"/>
          <w:szCs w:val="24"/>
        </w:rPr>
        <w:t>4 253 143,00</w:t>
      </w:r>
      <w:r w:rsidRPr="00943F7D">
        <w:rPr>
          <w:rFonts w:ascii="Times New Roman" w:hAnsi="Times New Roman"/>
          <w:sz w:val="24"/>
          <w:szCs w:val="24"/>
        </w:rPr>
        <w:t xml:space="preserve"> руб. (Отчет выполнен ООО «П</w:t>
      </w:r>
      <w:r>
        <w:rPr>
          <w:rFonts w:ascii="Times New Roman" w:hAnsi="Times New Roman"/>
          <w:sz w:val="24"/>
          <w:szCs w:val="24"/>
        </w:rPr>
        <w:t>ЕРВОЦВЕТ</w:t>
      </w:r>
      <w:r w:rsidRPr="00943F7D">
        <w:rPr>
          <w:rFonts w:ascii="Times New Roman" w:hAnsi="Times New Roman"/>
          <w:sz w:val="24"/>
          <w:szCs w:val="24"/>
        </w:rPr>
        <w:t>»)</w:t>
      </w:r>
    </w:p>
    <w:p w:rsidR="002F1B29" w:rsidRPr="005F04E6" w:rsidRDefault="002F1B29" w:rsidP="002F1B29">
      <w:pPr>
        <w:spacing w:after="0" w:line="240" w:lineRule="auto"/>
        <w:ind w:firstLine="426"/>
        <w:jc w:val="both"/>
        <w:rPr>
          <w:rFonts w:ascii="Times New Roman" w:hAnsi="Times New Roman"/>
          <w:sz w:val="24"/>
          <w:szCs w:val="24"/>
        </w:rPr>
      </w:pPr>
    </w:p>
    <w:p w:rsidR="002F1B29" w:rsidRPr="005F04E6" w:rsidRDefault="002F1B29" w:rsidP="002F1B2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2F1B29" w:rsidRPr="00866171" w:rsidRDefault="002F1B29" w:rsidP="002F1B29">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2F1B29" w:rsidRPr="00866171" w:rsidRDefault="002F1B29" w:rsidP="002F1B29">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w:t>
      </w:r>
      <w:r>
        <w:rPr>
          <w:rFonts w:ascii="Times New Roman" w:hAnsi="Times New Roman"/>
          <w:sz w:val="24"/>
          <w:szCs w:val="24"/>
        </w:rPr>
        <w:t>плана</w:t>
      </w:r>
      <w:r w:rsidRPr="00866171">
        <w:rPr>
          <w:rFonts w:ascii="Times New Roman" w:hAnsi="Times New Roman"/>
          <w:sz w:val="24"/>
          <w:szCs w:val="24"/>
        </w:rPr>
        <w:t>;</w:t>
      </w:r>
    </w:p>
    <w:p w:rsidR="002F1B29" w:rsidRPr="00866171" w:rsidRDefault="002F1B29" w:rsidP="002F1B29">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2F1B29" w:rsidRPr="00866171" w:rsidRDefault="002F1B29" w:rsidP="002F1B29">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2F1B29" w:rsidRDefault="002F1B29" w:rsidP="002F1B29">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F1B29" w:rsidRPr="005F04E6" w:rsidRDefault="002F1B29" w:rsidP="002F1B29">
      <w:pPr>
        <w:spacing w:after="0" w:line="240" w:lineRule="auto"/>
        <w:ind w:firstLine="284"/>
        <w:rPr>
          <w:rFonts w:ascii="Times New Roman" w:hAnsi="Times New Roman"/>
          <w:sz w:val="24"/>
          <w:szCs w:val="24"/>
        </w:rPr>
      </w:pPr>
    </w:p>
    <w:p w:rsidR="002F1B29" w:rsidRDefault="002F1B29" w:rsidP="002F1B2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F1B29" w:rsidRPr="005F04E6" w:rsidRDefault="002F1B29" w:rsidP="002F1B2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2F1B29" w:rsidRPr="00CC6472"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2F1B29" w:rsidRPr="00CC6472"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2F1B29" w:rsidRPr="00CC6472"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F1B29" w:rsidRPr="00CC6472"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F1B29" w:rsidRPr="001436EB" w:rsidRDefault="002F1B29" w:rsidP="002F1B29">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F1B29" w:rsidRPr="001436EB" w:rsidRDefault="002F1B29" w:rsidP="002F1B29">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2F1B29" w:rsidRPr="004F69C5"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2F1B29" w:rsidRPr="004F69C5"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2F1B29" w:rsidRPr="004F69C5" w:rsidRDefault="002F1B29" w:rsidP="002F1B29">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2F1B29" w:rsidRPr="004F69C5" w:rsidRDefault="002F1B29" w:rsidP="002F1B29">
      <w:pPr>
        <w:spacing w:after="0" w:line="240" w:lineRule="auto"/>
        <w:ind w:firstLine="284"/>
        <w:jc w:val="both"/>
        <w:rPr>
          <w:rFonts w:ascii="Times New Roman" w:hAnsi="Times New Roman"/>
          <w:sz w:val="24"/>
          <w:szCs w:val="24"/>
        </w:rPr>
      </w:pPr>
    </w:p>
    <w:p w:rsidR="002F1B29" w:rsidRPr="00CC6472"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2F1B29" w:rsidRPr="00CC6472" w:rsidRDefault="002F1B29" w:rsidP="002F1B29">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2F1B29" w:rsidRDefault="002F1B29" w:rsidP="002F1B29">
      <w:pPr>
        <w:spacing w:after="0" w:line="240" w:lineRule="auto"/>
        <w:ind w:firstLine="284"/>
        <w:jc w:val="both"/>
        <w:rPr>
          <w:rFonts w:ascii="Times New Roman" w:hAnsi="Times New Roman"/>
          <w:sz w:val="24"/>
          <w:szCs w:val="24"/>
        </w:rPr>
      </w:pPr>
    </w:p>
    <w:p w:rsidR="002F1B29" w:rsidRPr="005F04E6" w:rsidRDefault="002F1B29" w:rsidP="002F1B2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2F1B29" w:rsidRPr="00036D9D" w:rsidRDefault="002F1B29" w:rsidP="002F1B2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F1B29" w:rsidRDefault="002F1B29" w:rsidP="002F1B29">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F1B29" w:rsidRPr="006B6871"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F1B29" w:rsidRPr="005F04E6"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2F1B29" w:rsidRPr="00FE46F0" w:rsidRDefault="002F1B29" w:rsidP="002F1B29">
      <w:pPr>
        <w:spacing w:after="0" w:line="240" w:lineRule="auto"/>
        <w:ind w:firstLine="284"/>
        <w:jc w:val="both"/>
        <w:rPr>
          <w:rFonts w:ascii="Times New Roman" w:hAnsi="Times New Roman"/>
          <w:sz w:val="16"/>
          <w:szCs w:val="16"/>
        </w:rPr>
      </w:pPr>
      <w:r w:rsidRPr="00FE46F0">
        <w:rPr>
          <w:rFonts w:ascii="Times New Roman" w:hAnsi="Times New Roman"/>
          <w:sz w:val="16"/>
          <w:szCs w:val="16"/>
        </w:rPr>
        <w:lastRenderedPageBreak/>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2F1B29" w:rsidRPr="0010796E" w:rsidRDefault="002F1B29" w:rsidP="002F1B29">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2F1B29" w:rsidRPr="00036D9D" w:rsidRDefault="002F1B29" w:rsidP="002F1B2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2F1B29" w:rsidRDefault="002F1B29" w:rsidP="002F1B2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2F1B29" w:rsidRPr="00E362F3" w:rsidRDefault="002F1B29" w:rsidP="002F1B29">
      <w:pPr>
        <w:spacing w:after="0" w:line="240" w:lineRule="auto"/>
        <w:ind w:firstLine="284"/>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2F1B29" w:rsidRPr="00E362F3" w:rsidRDefault="002F1B29" w:rsidP="002F1B29">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2F1B29" w:rsidRPr="00E362F3" w:rsidRDefault="002F1B29" w:rsidP="002F1B29">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2F1B29" w:rsidRPr="00E362F3" w:rsidRDefault="002F1B29" w:rsidP="002F1B29">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2F1B29" w:rsidRPr="00E362F3" w:rsidRDefault="002F1B29" w:rsidP="002F1B29">
      <w:pPr>
        <w:pStyle w:val="afd"/>
        <w:spacing w:line="240" w:lineRule="auto"/>
        <w:ind w:right="-1" w:firstLine="284"/>
        <w:rPr>
          <w:rFonts w:ascii="Times New Roman" w:hAnsi="Times New Roman" w:cs="Times New Roman"/>
          <w:sz w:val="16"/>
          <w:szCs w:val="16"/>
        </w:rPr>
      </w:pP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2F1B29" w:rsidRPr="00E362F3" w:rsidRDefault="002F1B29" w:rsidP="002F1B29">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2F1B29" w:rsidRPr="00E362F3" w:rsidRDefault="002F1B29" w:rsidP="002F1B29">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2F1B29" w:rsidRPr="00E362F3" w:rsidRDefault="002F1B29" w:rsidP="002F1B29">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2F1B29" w:rsidRPr="00E362F3" w:rsidRDefault="002F1B29" w:rsidP="002F1B29">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2F1B29" w:rsidRPr="00E362F3" w:rsidRDefault="002F1B29" w:rsidP="002F1B29">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2F1B29" w:rsidRPr="00E362F3" w:rsidRDefault="002F1B29" w:rsidP="002F1B29">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2F1B29" w:rsidRPr="00E362F3" w:rsidRDefault="002F1B29" w:rsidP="002F1B29">
      <w:pPr>
        <w:spacing w:after="0" w:line="240" w:lineRule="auto"/>
        <w:ind w:firstLine="284"/>
        <w:jc w:val="both"/>
        <w:rPr>
          <w:rFonts w:ascii="Times New Roman" w:hAnsi="Times New Roman"/>
          <w:i/>
          <w:sz w:val="24"/>
          <w:szCs w:val="24"/>
        </w:rPr>
      </w:pPr>
      <w:r w:rsidRPr="00E362F3">
        <w:rPr>
          <w:rFonts w:ascii="Times New Roman" w:hAnsi="Times New Roman"/>
          <w:i/>
          <w:sz w:val="24"/>
          <w:szCs w:val="24"/>
        </w:rPr>
        <w:t>(для физического лица)</w:t>
      </w:r>
    </w:p>
    <w:p w:rsidR="002F1B29" w:rsidRPr="00E362F3" w:rsidRDefault="002F1B29" w:rsidP="002F1B29">
      <w:pPr>
        <w:spacing w:after="0" w:line="240" w:lineRule="auto"/>
        <w:ind w:firstLine="284"/>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2F1B29" w:rsidRPr="00E362F3" w:rsidRDefault="002F1B29" w:rsidP="002F1B29">
      <w:pPr>
        <w:spacing w:after="0" w:line="240" w:lineRule="auto"/>
        <w:ind w:firstLine="284"/>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2F1B29" w:rsidRPr="00E362F3" w:rsidRDefault="002F1B29" w:rsidP="002F1B29">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2F1B29" w:rsidRPr="00E362F3" w:rsidRDefault="002F1B29" w:rsidP="002F1B29">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2F1B29" w:rsidRPr="00E362F3" w:rsidRDefault="002F1B29" w:rsidP="002F1B29">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2F1B29" w:rsidRPr="00E362F3" w:rsidRDefault="002F1B29" w:rsidP="002F1B29">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2F1B29" w:rsidRPr="00E362F3" w:rsidRDefault="002F1B29" w:rsidP="002F1B29">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F1B29" w:rsidRPr="00E362F3" w:rsidRDefault="002F1B29" w:rsidP="002F1B29">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2F1B29" w:rsidRPr="00E362F3" w:rsidRDefault="002F1B29" w:rsidP="002F1B29">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2F1B29" w:rsidRPr="00E362F3" w:rsidRDefault="002F1B29" w:rsidP="002F1B29">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2F1B29" w:rsidRPr="00E362F3" w:rsidRDefault="002F1B29" w:rsidP="002F1B29">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2F1B29" w:rsidRPr="00E362F3" w:rsidRDefault="002F1B29" w:rsidP="002F1B29">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2F1B29" w:rsidRPr="00E362F3" w:rsidRDefault="002F1B29" w:rsidP="002F1B29">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2F1B29" w:rsidRPr="00E362F3" w:rsidRDefault="002F1B29" w:rsidP="002F1B29">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2F1B29" w:rsidRDefault="002F1B29" w:rsidP="002F1B29">
      <w:pPr>
        <w:spacing w:after="0" w:line="240" w:lineRule="auto"/>
        <w:ind w:firstLine="284"/>
        <w:jc w:val="both"/>
        <w:rPr>
          <w:rFonts w:ascii="Times New Roman" w:hAnsi="Times New Roman"/>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r>
        <w:rPr>
          <w:rFonts w:ascii="Times New Roman" w:hAnsi="Times New Roman"/>
        </w:rPr>
        <w:br w:type="page"/>
      </w:r>
    </w:p>
    <w:p w:rsidR="002F1B29" w:rsidRDefault="002F1B29" w:rsidP="002F1B29">
      <w:pPr>
        <w:spacing w:after="0" w:line="240" w:lineRule="auto"/>
        <w:ind w:left="5245"/>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2F1B29" w:rsidRPr="003F4CF5" w:rsidRDefault="002F1B29" w:rsidP="002F1B29">
      <w:pPr>
        <w:spacing w:after="0" w:line="240" w:lineRule="auto"/>
        <w:ind w:left="5245"/>
        <w:rPr>
          <w:rFonts w:ascii="Times New Roman" w:hAnsi="Times New Roman"/>
          <w:sz w:val="24"/>
          <w:szCs w:val="24"/>
        </w:rPr>
      </w:pPr>
      <w:r w:rsidRPr="003F4CF5">
        <w:rPr>
          <w:rFonts w:ascii="Times New Roman" w:hAnsi="Times New Roman"/>
          <w:sz w:val="24"/>
          <w:szCs w:val="24"/>
        </w:rPr>
        <w:t>к договору аренды от __</w:t>
      </w:r>
      <w:r>
        <w:rPr>
          <w:rFonts w:ascii="Times New Roman" w:hAnsi="Times New Roman"/>
          <w:sz w:val="24"/>
          <w:szCs w:val="24"/>
        </w:rPr>
        <w:t>__</w:t>
      </w:r>
      <w:r w:rsidRPr="003F4CF5">
        <w:rPr>
          <w:rFonts w:ascii="Times New Roman" w:hAnsi="Times New Roman"/>
          <w:sz w:val="24"/>
          <w:szCs w:val="24"/>
        </w:rPr>
        <w:t>_</w:t>
      </w:r>
      <w:r>
        <w:rPr>
          <w:rFonts w:ascii="Times New Roman" w:hAnsi="Times New Roman"/>
          <w:sz w:val="24"/>
          <w:szCs w:val="24"/>
        </w:rPr>
        <w:t>202__  №</w:t>
      </w:r>
      <w:r w:rsidRPr="003F4CF5">
        <w:rPr>
          <w:rFonts w:ascii="Times New Roman" w:hAnsi="Times New Roman"/>
          <w:sz w:val="24"/>
          <w:szCs w:val="24"/>
        </w:rPr>
        <w:t>____</w:t>
      </w:r>
    </w:p>
    <w:p w:rsidR="002F1B29" w:rsidRPr="00180DF7" w:rsidRDefault="002F1B29" w:rsidP="002F1B29">
      <w:pPr>
        <w:spacing w:after="0" w:line="240" w:lineRule="auto"/>
        <w:ind w:firstLine="456"/>
        <w:rPr>
          <w:rFonts w:ascii="Times New Roman" w:hAnsi="Times New Roman"/>
          <w:sz w:val="20"/>
          <w:szCs w:val="20"/>
        </w:rPr>
      </w:pPr>
    </w:p>
    <w:p w:rsidR="002F1B29" w:rsidRDefault="002F1B29" w:rsidP="002F1B29">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2F1B29" w:rsidRDefault="002F1B29" w:rsidP="002F1B29">
      <w:pPr>
        <w:tabs>
          <w:tab w:val="left" w:pos="3105"/>
          <w:tab w:val="center" w:pos="5102"/>
        </w:tabs>
        <w:spacing w:after="0" w:line="240" w:lineRule="auto"/>
        <w:jc w:val="center"/>
        <w:rPr>
          <w:rFonts w:ascii="Times New Roman" w:hAnsi="Times New Roman"/>
          <w:b/>
          <w:sz w:val="24"/>
          <w:szCs w:val="24"/>
        </w:rPr>
      </w:pPr>
    </w:p>
    <w:p w:rsidR="002F1B29" w:rsidRDefault="002F1B29" w:rsidP="002F1B29">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 xml:space="preserve">нежилое </w:t>
      </w:r>
      <w:r>
        <w:rPr>
          <w:rFonts w:ascii="Times New Roman" w:hAnsi="Times New Roman"/>
          <w:sz w:val="24"/>
          <w:szCs w:val="24"/>
        </w:rPr>
        <w:t xml:space="preserve">здание </w:t>
      </w:r>
      <w:r w:rsidRPr="0051348B">
        <w:rPr>
          <w:rFonts w:ascii="Times New Roman" w:hAnsi="Times New Roman"/>
          <w:sz w:val="24"/>
          <w:szCs w:val="24"/>
        </w:rPr>
        <w:t>с кадастровым номером 24:58:</w:t>
      </w:r>
      <w:r>
        <w:rPr>
          <w:rFonts w:ascii="Times New Roman" w:hAnsi="Times New Roman"/>
          <w:sz w:val="24"/>
          <w:szCs w:val="24"/>
        </w:rPr>
        <w:t>0000000</w:t>
      </w:r>
      <w:r w:rsidRPr="0051348B">
        <w:rPr>
          <w:rFonts w:ascii="Times New Roman" w:hAnsi="Times New Roman"/>
          <w:sz w:val="24"/>
          <w:szCs w:val="24"/>
        </w:rPr>
        <w:t>:</w:t>
      </w:r>
      <w:r>
        <w:rPr>
          <w:rFonts w:ascii="Times New Roman" w:hAnsi="Times New Roman"/>
          <w:sz w:val="24"/>
          <w:szCs w:val="24"/>
        </w:rPr>
        <w:t xml:space="preserve">1486, </w:t>
      </w:r>
      <w:r w:rsidRPr="0051348B">
        <w:rPr>
          <w:rFonts w:ascii="Times New Roman" w:hAnsi="Times New Roman"/>
          <w:sz w:val="24"/>
          <w:szCs w:val="24"/>
        </w:rPr>
        <w:t xml:space="preserve">расположенное по адресу: Красноярский край, </w:t>
      </w:r>
      <w:r>
        <w:rPr>
          <w:rFonts w:ascii="Times New Roman" w:hAnsi="Times New Roman"/>
          <w:sz w:val="24"/>
          <w:szCs w:val="24"/>
        </w:rPr>
        <w:t xml:space="preserve">ЗАТО </w:t>
      </w:r>
      <w:r w:rsidRPr="0051348B">
        <w:rPr>
          <w:rFonts w:ascii="Times New Roman" w:hAnsi="Times New Roman"/>
          <w:sz w:val="24"/>
          <w:szCs w:val="24"/>
        </w:rPr>
        <w:t xml:space="preserve">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Матросова, д. 15А</w:t>
      </w:r>
    </w:p>
    <w:p w:rsidR="002F1B29" w:rsidRPr="0051348B" w:rsidRDefault="002F1B29" w:rsidP="002F1B29">
      <w:pPr>
        <w:framePr w:wrap="none" w:vAnchor="page" w:hAnchor="page" w:x="151" w:y="89"/>
        <w:spacing w:after="0" w:line="240" w:lineRule="auto"/>
        <w:rPr>
          <w:rFonts w:ascii="Times New Roman" w:hAnsi="Times New Roman"/>
          <w:sz w:val="24"/>
          <w:szCs w:val="24"/>
        </w:rPr>
      </w:pPr>
    </w:p>
    <w:p w:rsidR="002F1B29" w:rsidRPr="0051348B" w:rsidRDefault="002F1B29" w:rsidP="002F1B29">
      <w:pPr>
        <w:spacing w:after="0" w:line="240" w:lineRule="auto"/>
        <w:rPr>
          <w:rFonts w:ascii="Times New Roman" w:hAnsi="Times New Roman"/>
          <w:sz w:val="24"/>
          <w:szCs w:val="24"/>
        </w:rPr>
      </w:pPr>
    </w:p>
    <w:p w:rsidR="002F1B29" w:rsidRDefault="002F1B29" w:rsidP="002F1B29">
      <w:pPr>
        <w:framePr w:wrap="none" w:vAnchor="page" w:hAnchor="page" w:x="3614" w:y="2456"/>
        <w:rPr>
          <w:sz w:val="0"/>
          <w:szCs w:val="0"/>
        </w:rPr>
      </w:pPr>
    </w:p>
    <w:p w:rsidR="002F1B29" w:rsidRDefault="002F1B29" w:rsidP="002F1B29">
      <w:pPr>
        <w:spacing w:after="0" w:line="240" w:lineRule="auto"/>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402.4pt;margin-top:18.05pt;width:23.15pt;height:18.15pt;flip:y;z-index:251660288" o:connectortype="straight"/>
        </w:pict>
      </w:r>
      <w:r>
        <w:rPr>
          <w:rFonts w:ascii="Times New Roman" w:hAnsi="Times New Roman"/>
          <w:noProof/>
          <w:sz w:val="24"/>
          <w:szCs w:val="24"/>
        </w:rPr>
        <w:pict>
          <v:shape id="_x0000_s1028" type="#_x0000_t32" style="position:absolute;left:0;text-align:left;margin-left:412.4pt;margin-top:53.1pt;width:23.2pt;height:20.05pt;flip:y;z-index:251662336" o:connectortype="straight"/>
        </w:pict>
      </w:r>
      <w:r>
        <w:rPr>
          <w:rFonts w:ascii="Times New Roman" w:hAnsi="Times New Roman"/>
          <w:noProof/>
          <w:sz w:val="24"/>
          <w:szCs w:val="24"/>
        </w:rPr>
        <w:pict>
          <v:shape id="_x0000_s1027" type="#_x0000_t32" style="position:absolute;left:0;text-align:left;margin-left:402.4pt;margin-top:30.55pt;width:33.2pt;height:30.05pt;flip:y;z-index:251661312" o:connectortype="straight"/>
        </w:pict>
      </w:r>
      <w:r>
        <w:rPr>
          <w:rFonts w:ascii="Times New Roman" w:hAnsi="Times New Roman"/>
          <w:noProof/>
          <w:sz w:val="24"/>
          <w:szCs w:val="24"/>
        </w:rPr>
        <w:drawing>
          <wp:inline distT="0" distB="0" distL="0" distR="0">
            <wp:extent cx="6734700" cy="1944000"/>
            <wp:effectExtent l="19050" t="0" r="9000" b="0"/>
            <wp:docPr id="2" name="Рисунок 2" descr="\\Server-1c\папка обмена данными\Отдел аренды МИ\Аренда\Площади\Схемы планировок\Матросова_15а_корпус мастерских\матросова,15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1c\папка обмена данными\Отдел аренды МИ\Аренда\Площади\Схемы планировок\Матросова_15а_корпус мастерских\матросова,15а.jpg"/>
                    <pic:cNvPicPr>
                      <a:picLocks noChangeAspect="1" noChangeArrowheads="1"/>
                    </pic:cNvPicPr>
                  </pic:nvPicPr>
                  <pic:blipFill>
                    <a:blip r:embed="rId39" cstate="print"/>
                    <a:srcRect/>
                    <a:stretch>
                      <a:fillRect/>
                    </a:stretch>
                  </pic:blipFill>
                  <pic:spPr bwMode="auto">
                    <a:xfrm>
                      <a:off x="0" y="0"/>
                      <a:ext cx="6734700" cy="1944000"/>
                    </a:xfrm>
                    <a:prstGeom prst="rect">
                      <a:avLst/>
                    </a:prstGeom>
                    <a:noFill/>
                    <a:ln w="9525">
                      <a:noFill/>
                      <a:miter lim="800000"/>
                      <a:headEnd/>
                      <a:tailEnd/>
                    </a:ln>
                  </pic:spPr>
                </pic:pic>
              </a:graphicData>
            </a:graphic>
          </wp:inline>
        </w:drawing>
      </w:r>
    </w:p>
    <w:p w:rsidR="002F1B29" w:rsidRDefault="002F1B29" w:rsidP="002F1B29">
      <w:pPr>
        <w:spacing w:after="0" w:line="240" w:lineRule="auto"/>
        <w:rPr>
          <w:rFonts w:ascii="Times New Roman" w:hAnsi="Times New Roman"/>
          <w:sz w:val="24"/>
          <w:szCs w:val="24"/>
        </w:rPr>
      </w:pPr>
    </w:p>
    <w:p w:rsidR="002F1B29" w:rsidRDefault="002F1B29" w:rsidP="002F1B29">
      <w:pPr>
        <w:spacing w:after="0" w:line="240" w:lineRule="auto"/>
        <w:rPr>
          <w:rFonts w:ascii="Times New Roman" w:hAnsi="Times New Roman"/>
          <w:sz w:val="24"/>
          <w:szCs w:val="24"/>
        </w:rPr>
      </w:pPr>
    </w:p>
    <w:p w:rsidR="002F1B29" w:rsidRPr="001C799A" w:rsidRDefault="002F1B29" w:rsidP="002F1B29">
      <w:pPr>
        <w:spacing w:after="0" w:line="240" w:lineRule="auto"/>
        <w:rPr>
          <w:rFonts w:ascii="Times New Roman" w:hAnsi="Times New Roman"/>
          <w:sz w:val="24"/>
          <w:szCs w:val="24"/>
        </w:rPr>
      </w:pPr>
    </w:p>
    <w:p w:rsidR="002F1B29" w:rsidRPr="001C799A" w:rsidRDefault="002F1B29" w:rsidP="002F1B29">
      <w:pPr>
        <w:spacing w:after="0" w:line="240" w:lineRule="auto"/>
        <w:ind w:firstLine="284"/>
        <w:rPr>
          <w:rFonts w:ascii="Times New Roman" w:hAnsi="Times New Roman"/>
          <w:sz w:val="24"/>
          <w:szCs w:val="24"/>
        </w:rPr>
      </w:pPr>
      <w:r>
        <w:rPr>
          <w:rFonts w:ascii="Times New Roman" w:hAnsi="Times New Roman"/>
          <w:noProof/>
          <w:sz w:val="24"/>
          <w:szCs w:val="24"/>
        </w:rPr>
        <w:pict>
          <v:shape id="_x0000_s1032" type="#_x0000_t32" style="position:absolute;left:0;text-align:left;margin-left:49.3pt;margin-top:8.3pt;width:12.15pt;height:8.9pt;flip:y;z-index:251666432" o:connectortype="straight"/>
        </w:pict>
      </w:r>
      <w:r>
        <w:rPr>
          <w:rFonts w:ascii="Times New Roman" w:hAnsi="Times New Roman"/>
          <w:noProof/>
          <w:sz w:val="24"/>
          <w:szCs w:val="24"/>
        </w:rPr>
        <w:pict>
          <v:shape id="_x0000_s1031" type="#_x0000_t32" style="position:absolute;left:0;text-align:left;margin-left:29.9pt;margin-top:.8pt;width:19.4pt;height:16.4pt;flip:y;z-index:251665408" o:connectortype="straight"/>
        </w:pict>
      </w:r>
      <w:r>
        <w:rPr>
          <w:rFonts w:ascii="Times New Roman" w:hAnsi="Times New Roman"/>
          <w:noProof/>
          <w:sz w:val="24"/>
          <w:szCs w:val="24"/>
        </w:rPr>
        <w:pict>
          <v:shape id="_x0000_s1030" type="#_x0000_t32" style="position:absolute;left:0;text-align:left;margin-left:5.15pt;margin-top:.8pt;width:19.7pt;height:16.4pt;flip:y;z-index:251664384" o:connectortype="straight"/>
        </w:pict>
      </w:r>
      <w:r>
        <w:rPr>
          <w:rFonts w:ascii="Times New Roman" w:hAnsi="Times New Roman"/>
          <w:noProof/>
          <w:sz w:val="24"/>
          <w:szCs w:val="24"/>
        </w:rPr>
        <w:pict>
          <v:rect id="_x0000_s1029" style="position:absolute;left:0;text-align:left;margin-left:5.15pt;margin-top:.8pt;width:56.3pt;height:16.4pt;z-index:251663360"/>
        </w:pict>
      </w:r>
      <w:r w:rsidRPr="001C799A">
        <w:rPr>
          <w:rFonts w:ascii="Times New Roman" w:hAnsi="Times New Roman"/>
          <w:sz w:val="24"/>
          <w:szCs w:val="24"/>
        </w:rPr>
        <w:tab/>
      </w:r>
      <w:r w:rsidRPr="001C799A">
        <w:rPr>
          <w:rFonts w:ascii="Times New Roman" w:hAnsi="Times New Roman"/>
          <w:sz w:val="24"/>
          <w:szCs w:val="24"/>
        </w:rPr>
        <w:tab/>
        <w:t>- арендуемая площадь</w:t>
      </w:r>
    </w:p>
    <w:p w:rsidR="002F1B29" w:rsidRPr="001C799A" w:rsidRDefault="002F1B29" w:rsidP="002F1B29">
      <w:pPr>
        <w:spacing w:after="0" w:line="240" w:lineRule="auto"/>
        <w:ind w:firstLine="284"/>
        <w:rPr>
          <w:rFonts w:ascii="Times New Roman" w:hAnsi="Times New Roman"/>
          <w:sz w:val="24"/>
          <w:szCs w:val="24"/>
        </w:rPr>
      </w:pPr>
    </w:p>
    <w:p w:rsidR="002F1B29" w:rsidRDefault="002F1B29" w:rsidP="002F1B29">
      <w:pPr>
        <w:spacing w:after="0" w:line="240" w:lineRule="auto"/>
        <w:rPr>
          <w:rFonts w:ascii="Times New Roman" w:hAnsi="Times New Roman"/>
          <w:sz w:val="24"/>
          <w:szCs w:val="24"/>
        </w:rPr>
      </w:pPr>
    </w:p>
    <w:p w:rsidR="002F1B29" w:rsidRDefault="002F1B29" w:rsidP="002F1B29">
      <w:pPr>
        <w:spacing w:after="0" w:line="240" w:lineRule="auto"/>
        <w:rPr>
          <w:rFonts w:ascii="Times New Roman" w:hAnsi="Times New Roman"/>
          <w:sz w:val="24"/>
          <w:szCs w:val="24"/>
        </w:rPr>
      </w:pPr>
    </w:p>
    <w:p w:rsidR="002F1B29" w:rsidRDefault="002F1B29" w:rsidP="002F1B29">
      <w:pPr>
        <w:spacing w:after="0" w:line="240" w:lineRule="auto"/>
        <w:rPr>
          <w:rFonts w:ascii="Times New Roman" w:hAnsi="Times New Roman"/>
          <w:sz w:val="24"/>
          <w:szCs w:val="24"/>
        </w:rPr>
      </w:pPr>
    </w:p>
    <w:p w:rsidR="002F1B29" w:rsidRPr="003052EE" w:rsidRDefault="002F1B29" w:rsidP="002F1B29">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2F1B29" w:rsidRPr="003052EE" w:rsidRDefault="002F1B29" w:rsidP="002F1B29">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2F1B29" w:rsidRDefault="002F1B29" w:rsidP="002F1B29">
      <w:pPr>
        <w:spacing w:after="0" w:line="240" w:lineRule="auto"/>
        <w:jc w:val="both"/>
        <w:rPr>
          <w:rFonts w:ascii="Times New Roman" w:hAnsi="Times New Roman"/>
        </w:rPr>
      </w:pPr>
    </w:p>
    <w:p w:rsidR="002F1B29" w:rsidRDefault="002F1B29" w:rsidP="002F1B29">
      <w:pPr>
        <w:spacing w:after="0" w:line="240" w:lineRule="auto"/>
        <w:jc w:val="both"/>
        <w:rPr>
          <w:rFonts w:ascii="Times New Roman" w:hAnsi="Times New Roman"/>
        </w:rPr>
      </w:pPr>
    </w:p>
    <w:p w:rsidR="002F1B29" w:rsidRPr="003052EE" w:rsidRDefault="002F1B29" w:rsidP="002F1B29">
      <w:pPr>
        <w:spacing w:after="0" w:line="240" w:lineRule="auto"/>
        <w:jc w:val="both"/>
        <w:rPr>
          <w:rFonts w:ascii="Times New Roman" w:hAnsi="Times New Roman"/>
        </w:rPr>
      </w:pPr>
    </w:p>
    <w:p w:rsidR="002F1B29" w:rsidRPr="003052EE" w:rsidRDefault="002F1B29" w:rsidP="002F1B29">
      <w:pPr>
        <w:spacing w:after="0" w:line="240" w:lineRule="auto"/>
        <w:jc w:val="both"/>
        <w:rPr>
          <w:rFonts w:ascii="Times New Roman" w:hAnsi="Times New Roman"/>
        </w:rPr>
      </w:pPr>
      <w:r w:rsidRPr="003052EE">
        <w:rPr>
          <w:rFonts w:ascii="Times New Roman" w:hAnsi="Times New Roman"/>
        </w:rPr>
        <w:t>АРЕНДАТОР:</w:t>
      </w:r>
    </w:p>
    <w:p w:rsidR="002F1B29" w:rsidRPr="003052EE" w:rsidRDefault="002F1B29" w:rsidP="002F1B29">
      <w:pPr>
        <w:spacing w:after="0" w:line="240" w:lineRule="auto"/>
        <w:jc w:val="both"/>
        <w:rPr>
          <w:rFonts w:ascii="Times New Roman" w:hAnsi="Times New Roman"/>
        </w:rPr>
      </w:pPr>
      <w:r w:rsidRPr="003052EE">
        <w:rPr>
          <w:rFonts w:ascii="Times New Roman" w:hAnsi="Times New Roman"/>
        </w:rPr>
        <w:t xml:space="preserve"> ------------------------------------------------------------------------    ------------------------------------------</w:t>
      </w:r>
    </w:p>
    <w:p w:rsidR="002F1B29" w:rsidRPr="003052EE" w:rsidRDefault="002F1B29" w:rsidP="002F1B29">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2F1B29" w:rsidRPr="003052EE" w:rsidRDefault="002F1B29" w:rsidP="002F1B29">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2F1B29" w:rsidRPr="003052EE" w:rsidRDefault="002F1B29" w:rsidP="002F1B29">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2F1B29" w:rsidRDefault="002F1B29" w:rsidP="002F1B29">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p>
    <w:p w:rsidR="002F1B29" w:rsidRPr="003052EE" w:rsidRDefault="002F1B29" w:rsidP="002F1B29">
      <w:pPr>
        <w:spacing w:after="0" w:line="240" w:lineRule="auto"/>
        <w:ind w:firstLine="426"/>
        <w:jc w:val="both"/>
        <w:rPr>
          <w:rFonts w:ascii="Times New Roman" w:hAnsi="Times New Roman"/>
        </w:rPr>
      </w:pPr>
      <w:r w:rsidRPr="003052EE">
        <w:rPr>
          <w:rFonts w:ascii="Times New Roman" w:hAnsi="Times New Roman"/>
        </w:rPr>
        <w:br w:type="page"/>
      </w:r>
    </w:p>
    <w:p w:rsidR="002F1B29" w:rsidRPr="003052EE" w:rsidRDefault="002F1B29" w:rsidP="002F1B29">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2F1B29" w:rsidRPr="003052EE" w:rsidRDefault="002F1B29" w:rsidP="002F1B29">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2F1B29" w:rsidRDefault="002F1B29" w:rsidP="002F1B29">
      <w:pPr>
        <w:tabs>
          <w:tab w:val="left" w:pos="3105"/>
          <w:tab w:val="center" w:pos="5102"/>
        </w:tabs>
        <w:spacing w:after="0" w:line="240" w:lineRule="auto"/>
        <w:jc w:val="center"/>
        <w:rPr>
          <w:rFonts w:ascii="Times New Roman" w:hAnsi="Times New Roman"/>
          <w:b/>
          <w:sz w:val="24"/>
          <w:szCs w:val="24"/>
        </w:rPr>
      </w:pPr>
    </w:p>
    <w:p w:rsidR="002F1B29" w:rsidRDefault="002F1B29" w:rsidP="002F1B29">
      <w:pPr>
        <w:tabs>
          <w:tab w:val="left" w:pos="3105"/>
          <w:tab w:val="center" w:pos="5102"/>
        </w:tabs>
        <w:spacing w:after="0" w:line="240" w:lineRule="auto"/>
        <w:jc w:val="center"/>
        <w:rPr>
          <w:rFonts w:ascii="Times New Roman" w:hAnsi="Times New Roman"/>
          <w:b/>
          <w:sz w:val="24"/>
          <w:szCs w:val="24"/>
        </w:rPr>
      </w:pPr>
    </w:p>
    <w:p w:rsidR="002F1B29" w:rsidRPr="009A6837" w:rsidRDefault="002F1B29" w:rsidP="002F1B29">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2F1B29" w:rsidRPr="00E273FB" w:rsidRDefault="002F1B29" w:rsidP="002F1B29">
      <w:pPr>
        <w:spacing w:after="0" w:line="240" w:lineRule="auto"/>
        <w:jc w:val="center"/>
        <w:rPr>
          <w:rFonts w:ascii="Times New Roman" w:hAnsi="Times New Roman"/>
          <w:b/>
          <w:sz w:val="24"/>
          <w:szCs w:val="24"/>
        </w:rPr>
      </w:pPr>
    </w:p>
    <w:p w:rsidR="002F1B29" w:rsidRDefault="002F1B29" w:rsidP="002F1B29">
      <w:pPr>
        <w:spacing w:after="0" w:line="240" w:lineRule="auto"/>
        <w:ind w:firstLine="567"/>
        <w:jc w:val="both"/>
        <w:rPr>
          <w:rFonts w:ascii="Times New Roman" w:hAnsi="Times New Roman"/>
          <w:sz w:val="24"/>
          <w:szCs w:val="24"/>
        </w:rPr>
      </w:pPr>
      <w:r w:rsidRPr="00E273FB">
        <w:rPr>
          <w:rFonts w:ascii="Times New Roman" w:hAnsi="Times New Roman"/>
          <w:sz w:val="24"/>
          <w:szCs w:val="24"/>
        </w:rPr>
        <w:t xml:space="preserve">Земельный участок с кадастровым номером </w:t>
      </w:r>
      <w:r w:rsidRPr="00E273FB">
        <w:rPr>
          <w:rFonts w:ascii="Times New Roman" w:hAnsi="Times New Roman"/>
          <w:bCs/>
          <w:sz w:val="24"/>
          <w:szCs w:val="24"/>
        </w:rPr>
        <w:t>24:58:0305017:6</w:t>
      </w:r>
      <w:r w:rsidRPr="00E273FB">
        <w:rPr>
          <w:rFonts w:ascii="Times New Roman" w:hAnsi="Times New Roman"/>
          <w:sz w:val="24"/>
          <w:szCs w:val="24"/>
        </w:rPr>
        <w:t xml:space="preserve">, общей площадью </w:t>
      </w:r>
      <w:r w:rsidRPr="00E273FB">
        <w:rPr>
          <w:rFonts w:ascii="Times New Roman" w:hAnsi="Times New Roman"/>
          <w:bCs/>
          <w:sz w:val="24"/>
          <w:szCs w:val="24"/>
        </w:rPr>
        <w:t>18 289,0 </w:t>
      </w:r>
      <w:r w:rsidRPr="00E273FB">
        <w:rPr>
          <w:rFonts w:ascii="Times New Roman" w:hAnsi="Times New Roman"/>
          <w:sz w:val="24"/>
          <w:szCs w:val="24"/>
        </w:rPr>
        <w:t xml:space="preserve">кв. м.,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r w:rsidRPr="00E273FB">
        <w:rPr>
          <w:rFonts w:ascii="Times New Roman" w:hAnsi="Times New Roman"/>
          <w:bCs/>
          <w:sz w:val="24"/>
          <w:szCs w:val="24"/>
        </w:rPr>
        <w:t>г. Железногорск, ул. Матросова, зд. 15.</w:t>
      </w:r>
    </w:p>
    <w:p w:rsidR="002F1B29" w:rsidRDefault="002F1B29" w:rsidP="002F1B29">
      <w:pPr>
        <w:spacing w:after="0" w:line="240" w:lineRule="auto"/>
        <w:ind w:firstLine="567"/>
        <w:jc w:val="both"/>
        <w:rPr>
          <w:rFonts w:ascii="Times New Roman" w:hAnsi="Times New Roman"/>
          <w:sz w:val="24"/>
          <w:szCs w:val="24"/>
        </w:rPr>
      </w:pPr>
    </w:p>
    <w:bookmarkStart w:id="1" w:name="_MON_1779199938"/>
    <w:bookmarkEnd w:id="1"/>
    <w:p w:rsidR="002F1B29" w:rsidRDefault="002F1B29" w:rsidP="002F1B29">
      <w:pPr>
        <w:rPr>
          <w:sz w:val="24"/>
          <w:szCs w:val="24"/>
        </w:rPr>
      </w:pPr>
      <w:r w:rsidRPr="008A3699">
        <w:rPr>
          <w:rFonts w:ascii="Times New Roman" w:hAnsi="Times New Roman"/>
          <w:sz w:val="24"/>
          <w:szCs w:val="24"/>
        </w:rPr>
        <w:object w:dxaOrig="9054" w:dyaOrig="7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7pt;height:393.2pt" o:ole="">
            <v:imagedata r:id="rId40" o:title=""/>
          </v:shape>
          <o:OLEObject Type="Embed" ProgID="Excel.Sheet.12" ShapeID="_x0000_i1025" DrawAspect="Content" ObjectID="_1780208255" r:id="rId41"/>
        </w:object>
      </w:r>
    </w:p>
    <w:p w:rsidR="002F1B29" w:rsidRPr="00866171" w:rsidRDefault="002F1B29" w:rsidP="002F1B29">
      <w:pPr>
        <w:rPr>
          <w:rFonts w:ascii="Times New Roman" w:hAnsi="Times New Roman"/>
          <w:sz w:val="24"/>
          <w:szCs w:val="24"/>
        </w:rPr>
      </w:pPr>
      <w:r w:rsidRPr="00866171">
        <w:rPr>
          <w:rFonts w:ascii="Times New Roman" w:hAnsi="Times New Roman"/>
          <w:sz w:val="24"/>
          <w:szCs w:val="24"/>
        </w:rPr>
        <w:t>АРЕНДОДАТЕЛЬ:</w:t>
      </w:r>
    </w:p>
    <w:p w:rsidR="002F1B29" w:rsidRPr="00866171" w:rsidRDefault="002F1B29" w:rsidP="002F1B29">
      <w:pPr>
        <w:spacing w:after="0" w:line="240" w:lineRule="auto"/>
        <w:jc w:val="both"/>
        <w:rPr>
          <w:rFonts w:ascii="Times New Roman" w:hAnsi="Times New Roman"/>
          <w:sz w:val="24"/>
          <w:szCs w:val="24"/>
        </w:rPr>
      </w:pPr>
    </w:p>
    <w:p w:rsidR="002F1B29" w:rsidRPr="00866171" w:rsidRDefault="002F1B29" w:rsidP="002F1B29">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2F1B29" w:rsidRPr="003052EE" w:rsidRDefault="002F1B29" w:rsidP="002F1B29">
      <w:pPr>
        <w:tabs>
          <w:tab w:val="left" w:pos="3105"/>
          <w:tab w:val="center" w:pos="5102"/>
        </w:tabs>
        <w:spacing w:after="0" w:line="240" w:lineRule="auto"/>
        <w:jc w:val="center"/>
        <w:rPr>
          <w:rFonts w:ascii="Times New Roman" w:hAnsi="Times New Roman"/>
          <w:b/>
          <w:sz w:val="24"/>
          <w:szCs w:val="24"/>
        </w:rPr>
      </w:pPr>
    </w:p>
    <w:p w:rsidR="002F1B29" w:rsidRPr="000B4D0F" w:rsidRDefault="002F1B29" w:rsidP="002F1B29">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2F1B29" w:rsidRPr="000B4D0F" w:rsidRDefault="002F1B29" w:rsidP="002F1B29">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2F1B29" w:rsidRPr="00005938" w:rsidRDefault="002F1B29" w:rsidP="002F1B29">
      <w:pPr>
        <w:pStyle w:val="a3"/>
        <w:spacing w:before="0" w:after="0"/>
        <w:jc w:val="center"/>
        <w:outlineLvl w:val="0"/>
        <w:rPr>
          <w:rFonts w:ascii="Times New Roman" w:hAnsi="Times New Roman"/>
        </w:rPr>
      </w:pPr>
    </w:p>
    <w:p w:rsidR="002F1B29" w:rsidRPr="003052EE" w:rsidRDefault="002F1B29" w:rsidP="002F1B29">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2F1B29" w:rsidRPr="003052EE" w:rsidRDefault="002F1B29" w:rsidP="002F1B29">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2F1B29" w:rsidRPr="003052EE" w:rsidRDefault="002F1B29" w:rsidP="002F1B29">
      <w:pPr>
        <w:spacing w:after="0" w:line="240" w:lineRule="auto"/>
        <w:ind w:left="6521"/>
        <w:rPr>
          <w:rFonts w:ascii="Times New Roman" w:hAnsi="Times New Roman"/>
          <w:b/>
          <w:sz w:val="24"/>
          <w:szCs w:val="24"/>
        </w:rPr>
      </w:pPr>
    </w:p>
    <w:p w:rsidR="002F1B29" w:rsidRPr="003052EE" w:rsidRDefault="002F1B29" w:rsidP="002F1B29">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2F1B29" w:rsidRPr="003052EE" w:rsidRDefault="002F1B29" w:rsidP="002F1B29">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2F1B29" w:rsidRPr="003052EE" w:rsidRDefault="002F1B29" w:rsidP="002F1B29">
      <w:pPr>
        <w:pStyle w:val="a3"/>
        <w:spacing w:before="0" w:after="0"/>
        <w:rPr>
          <w:rFonts w:ascii="Times New Roman" w:hAnsi="Times New Roman"/>
        </w:rPr>
      </w:pPr>
    </w:p>
    <w:p w:rsidR="002F1B29" w:rsidRPr="003052EE" w:rsidRDefault="002F1B29" w:rsidP="002F1B29">
      <w:pPr>
        <w:pStyle w:val="a3"/>
        <w:spacing w:before="0" w:after="0"/>
        <w:jc w:val="center"/>
        <w:rPr>
          <w:rFonts w:ascii="Times New Roman" w:hAnsi="Times New Roman"/>
          <w:b/>
          <w:szCs w:val="24"/>
        </w:rPr>
      </w:pPr>
      <w:r w:rsidRPr="003052EE">
        <w:rPr>
          <w:rFonts w:ascii="Times New Roman" w:hAnsi="Times New Roman"/>
          <w:b/>
          <w:szCs w:val="24"/>
        </w:rPr>
        <w:t>А К Т</w:t>
      </w:r>
    </w:p>
    <w:p w:rsidR="002F1B29" w:rsidRPr="003052EE" w:rsidRDefault="002F1B29" w:rsidP="002F1B29">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2F1B29" w:rsidRPr="003052EE" w:rsidRDefault="002F1B29" w:rsidP="002F1B29">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2F1B29" w:rsidRPr="003052EE" w:rsidRDefault="002F1B29" w:rsidP="002F1B29">
      <w:pPr>
        <w:spacing w:after="0" w:line="240" w:lineRule="auto"/>
        <w:jc w:val="center"/>
        <w:rPr>
          <w:rFonts w:ascii="Times New Roman" w:hAnsi="Times New Roman"/>
          <w:b/>
          <w:sz w:val="24"/>
        </w:rPr>
      </w:pPr>
    </w:p>
    <w:p w:rsidR="002F1B29" w:rsidRPr="003052EE" w:rsidRDefault="002F1B29" w:rsidP="002F1B29">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2F1B29" w:rsidRPr="003052EE" w:rsidRDefault="002F1B29" w:rsidP="002F1B29">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2F1B29" w:rsidRPr="00BB587C" w:rsidRDefault="002F1B29" w:rsidP="002F1B29">
      <w:pPr>
        <w:spacing w:after="0" w:line="240" w:lineRule="auto"/>
        <w:ind w:firstLine="360"/>
        <w:jc w:val="both"/>
        <w:rPr>
          <w:rFonts w:ascii="Times New Roman" w:hAnsi="Times New Roman"/>
          <w:b/>
          <w:sz w:val="20"/>
          <w:szCs w:val="20"/>
        </w:rPr>
      </w:pPr>
    </w:p>
    <w:p w:rsidR="002F1B29" w:rsidRPr="00611652" w:rsidRDefault="002F1B29" w:rsidP="002F1B29">
      <w:pPr>
        <w:spacing w:after="0" w:line="240" w:lineRule="auto"/>
        <w:jc w:val="both"/>
        <w:rPr>
          <w:rFonts w:ascii="Times New Roman" w:hAnsi="Times New Roman"/>
          <w:sz w:val="24"/>
          <w:szCs w:val="24"/>
        </w:rPr>
      </w:pPr>
      <w:r w:rsidRPr="0065691C">
        <w:rPr>
          <w:rFonts w:ascii="Times New Roman" w:hAnsi="Times New Roman"/>
          <w:sz w:val="24"/>
          <w:szCs w:val="24"/>
        </w:rPr>
        <w:t xml:space="preserve">Объект: </w:t>
      </w:r>
      <w:r w:rsidRPr="00611652">
        <w:rPr>
          <w:rFonts w:ascii="Times New Roman" w:hAnsi="Times New Roman"/>
          <w:sz w:val="24"/>
          <w:szCs w:val="24"/>
        </w:rPr>
        <w:t>рабочее помещение 16 (</w:t>
      </w:r>
      <w:r w:rsidRPr="00611652">
        <w:rPr>
          <w:rFonts w:ascii="Times New Roman" w:hAnsi="Times New Roman"/>
          <w:sz w:val="24"/>
        </w:rPr>
        <w:t>согласно выписке № 04:535/2004-2605 от 20.12.2004 из ЕГРОГД</w:t>
      </w:r>
      <w:r w:rsidRPr="00611652">
        <w:rPr>
          <w:rFonts w:ascii="Times New Roman" w:hAnsi="Times New Roman"/>
          <w:sz w:val="24"/>
          <w:szCs w:val="24"/>
        </w:rPr>
        <w:t>), площадью 13,2 кв. м., первого этажа нежилого здания с кадастровым номером 24:58:0000000:1486, расположенного по адресу: Российская Федерация, Красноярский край, ЗАТО Железногорск, г. Железногорск, ул. Матросова, д.15А</w:t>
      </w:r>
      <w:r>
        <w:rPr>
          <w:rFonts w:ascii="Times New Roman" w:hAnsi="Times New Roman"/>
          <w:sz w:val="24"/>
          <w:szCs w:val="24"/>
        </w:rPr>
        <w:t>.</w:t>
      </w:r>
    </w:p>
    <w:p w:rsidR="002F1B29" w:rsidRPr="00F74E80" w:rsidRDefault="002F1B29" w:rsidP="002F1B29">
      <w:pPr>
        <w:spacing w:after="0" w:line="240" w:lineRule="auto"/>
        <w:jc w:val="both"/>
        <w:rPr>
          <w:rFonts w:ascii="Times New Roman" w:hAnsi="Times New Roman"/>
          <w:sz w:val="24"/>
          <w:szCs w:val="24"/>
        </w:rPr>
      </w:pPr>
    </w:p>
    <w:p w:rsidR="002F1B29" w:rsidRPr="002D4D96" w:rsidRDefault="002F1B29" w:rsidP="002F1B29">
      <w:pPr>
        <w:spacing w:after="0" w:line="240" w:lineRule="auto"/>
        <w:jc w:val="both"/>
        <w:rPr>
          <w:rFonts w:ascii="Times New Roman" w:hAnsi="Times New Roman"/>
          <w:sz w:val="24"/>
          <w:szCs w:val="24"/>
        </w:rPr>
      </w:pPr>
      <w:r w:rsidRPr="00F4117A">
        <w:rPr>
          <w:rFonts w:ascii="Times New Roman" w:hAnsi="Times New Roman"/>
          <w:sz w:val="24"/>
          <w:szCs w:val="24"/>
        </w:rPr>
        <w:t xml:space="preserve">Объект расположен на земельном участке с кадастровым номером </w:t>
      </w:r>
      <w:r w:rsidRPr="00F4117A">
        <w:rPr>
          <w:rFonts w:ascii="Times New Roman" w:hAnsi="Times New Roman"/>
          <w:bCs/>
          <w:sz w:val="24"/>
          <w:szCs w:val="24"/>
        </w:rPr>
        <w:t>58:0305017:6</w:t>
      </w:r>
      <w:r w:rsidRPr="00F4117A">
        <w:rPr>
          <w:rFonts w:ascii="Times New Roman" w:hAnsi="Times New Roman"/>
          <w:sz w:val="24"/>
          <w:szCs w:val="24"/>
        </w:rPr>
        <w:t xml:space="preserve">, общей площадью </w:t>
      </w:r>
      <w:r w:rsidRPr="00F4117A">
        <w:rPr>
          <w:rFonts w:ascii="Times New Roman" w:hAnsi="Times New Roman"/>
          <w:bCs/>
          <w:sz w:val="24"/>
          <w:szCs w:val="24"/>
        </w:rPr>
        <w:t>18 289,0 </w:t>
      </w:r>
      <w:r w:rsidRPr="00F4117A">
        <w:rPr>
          <w:rFonts w:ascii="Times New Roman" w:hAnsi="Times New Roman"/>
          <w:sz w:val="24"/>
          <w:szCs w:val="24"/>
        </w:rPr>
        <w:t xml:space="preserve">кв. м.,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r w:rsidRPr="00F4117A">
        <w:rPr>
          <w:rFonts w:ascii="Times New Roman" w:hAnsi="Times New Roman"/>
          <w:bCs/>
          <w:sz w:val="24"/>
          <w:szCs w:val="24"/>
        </w:rPr>
        <w:t>г. Железногорск, ул. Матросова, зд. 15.</w:t>
      </w:r>
    </w:p>
    <w:p w:rsidR="002F1B29" w:rsidRDefault="002F1B29" w:rsidP="002F1B29">
      <w:pPr>
        <w:spacing w:after="0" w:line="240" w:lineRule="auto"/>
        <w:jc w:val="both"/>
        <w:rPr>
          <w:rFonts w:ascii="Times New Roman" w:hAnsi="Times New Roman"/>
          <w:sz w:val="24"/>
          <w:szCs w:val="24"/>
        </w:rPr>
      </w:pPr>
    </w:p>
    <w:p w:rsidR="002F1B29" w:rsidRPr="00F74E80" w:rsidRDefault="002F1B29" w:rsidP="002F1B29">
      <w:pPr>
        <w:spacing w:after="0" w:line="240" w:lineRule="auto"/>
        <w:ind w:firstLine="708"/>
        <w:jc w:val="both"/>
        <w:rPr>
          <w:rFonts w:ascii="Times New Roman" w:hAnsi="Times New Roman"/>
          <w:sz w:val="24"/>
        </w:rPr>
      </w:pPr>
      <w:r w:rsidRPr="00F74E8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2F1B29" w:rsidRPr="00F74E80" w:rsidRDefault="002F1B29" w:rsidP="002F1B29">
      <w:pPr>
        <w:spacing w:after="0" w:line="240" w:lineRule="auto"/>
        <w:ind w:firstLine="708"/>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31"/>
        <w:gridCol w:w="5064"/>
      </w:tblGrid>
      <w:tr w:rsidR="002F1B29" w:rsidRPr="00F74E80" w:rsidTr="000E761C">
        <w:tc>
          <w:tcPr>
            <w:tcW w:w="675" w:type="dxa"/>
          </w:tcPr>
          <w:p w:rsidR="002F1B29" w:rsidRPr="00F74E80" w:rsidRDefault="002F1B29" w:rsidP="000E761C">
            <w:pPr>
              <w:spacing w:after="0" w:line="240" w:lineRule="auto"/>
              <w:jc w:val="center"/>
              <w:rPr>
                <w:rFonts w:ascii="Times New Roman" w:hAnsi="Times New Roman"/>
                <w:sz w:val="24"/>
              </w:rPr>
            </w:pPr>
            <w:r w:rsidRPr="00F74E80">
              <w:rPr>
                <w:rFonts w:ascii="Times New Roman" w:hAnsi="Times New Roman"/>
                <w:sz w:val="24"/>
              </w:rPr>
              <w:t>№№ п.п.</w:t>
            </w:r>
          </w:p>
        </w:tc>
        <w:tc>
          <w:tcPr>
            <w:tcW w:w="8895" w:type="dxa"/>
            <w:gridSpan w:val="2"/>
          </w:tcPr>
          <w:p w:rsidR="002F1B29" w:rsidRPr="00F74E80" w:rsidRDefault="002F1B29" w:rsidP="000E761C">
            <w:pPr>
              <w:spacing w:after="0" w:line="240" w:lineRule="auto"/>
              <w:jc w:val="center"/>
              <w:rPr>
                <w:rFonts w:ascii="Times New Roman" w:hAnsi="Times New Roman"/>
                <w:sz w:val="24"/>
              </w:rPr>
            </w:pPr>
            <w:r w:rsidRPr="00F74E80">
              <w:rPr>
                <w:rFonts w:ascii="Times New Roman" w:hAnsi="Times New Roman"/>
                <w:sz w:val="24"/>
              </w:rPr>
              <w:t xml:space="preserve">Характеристика передаваемого в аренду объекта недвижимости </w:t>
            </w:r>
          </w:p>
        </w:tc>
      </w:tr>
      <w:tr w:rsidR="002F1B29" w:rsidRPr="00F74E80" w:rsidTr="000E761C">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1.</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Наименование объекта</w:t>
            </w:r>
          </w:p>
        </w:tc>
        <w:tc>
          <w:tcPr>
            <w:tcW w:w="5064" w:type="dxa"/>
          </w:tcPr>
          <w:p w:rsidR="002F1B29" w:rsidRPr="00F74E80" w:rsidRDefault="002F1B29" w:rsidP="000E761C">
            <w:pPr>
              <w:spacing w:after="0" w:line="240" w:lineRule="auto"/>
              <w:jc w:val="both"/>
              <w:rPr>
                <w:rFonts w:ascii="Times New Roman" w:hAnsi="Times New Roman"/>
                <w:sz w:val="24"/>
              </w:rPr>
            </w:pPr>
            <w:r>
              <w:rPr>
                <w:rFonts w:ascii="Times New Roman" w:hAnsi="Times New Roman"/>
                <w:sz w:val="24"/>
                <w:szCs w:val="24"/>
              </w:rPr>
              <w:t>Р</w:t>
            </w:r>
            <w:r w:rsidRPr="00611652">
              <w:rPr>
                <w:rFonts w:ascii="Times New Roman" w:hAnsi="Times New Roman"/>
                <w:sz w:val="24"/>
                <w:szCs w:val="24"/>
              </w:rPr>
              <w:t>абочее помещение 16 (</w:t>
            </w:r>
            <w:r w:rsidRPr="00611652">
              <w:rPr>
                <w:rFonts w:ascii="Times New Roman" w:hAnsi="Times New Roman"/>
                <w:sz w:val="24"/>
              </w:rPr>
              <w:t>согласно выписке № 04:535/2004-2605 от 20.12.2004 из ЕГРОГД</w:t>
            </w:r>
            <w:r>
              <w:rPr>
                <w:rFonts w:ascii="Times New Roman" w:hAnsi="Times New Roman"/>
                <w:sz w:val="24"/>
              </w:rPr>
              <w:t xml:space="preserve">) </w:t>
            </w:r>
            <w:r w:rsidRPr="00611652">
              <w:rPr>
                <w:rFonts w:ascii="Times New Roman" w:hAnsi="Times New Roman"/>
                <w:sz w:val="24"/>
                <w:szCs w:val="24"/>
              </w:rPr>
              <w:t>первого этажа нежилого здания с кадастровым номером 24:58:0000000:1486</w:t>
            </w:r>
          </w:p>
        </w:tc>
      </w:tr>
      <w:tr w:rsidR="002F1B29" w:rsidRPr="00F74E80" w:rsidTr="000E761C">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2.</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Адрес объекта</w:t>
            </w:r>
          </w:p>
        </w:tc>
        <w:tc>
          <w:tcPr>
            <w:tcW w:w="5064" w:type="dxa"/>
          </w:tcPr>
          <w:p w:rsidR="002F1B29" w:rsidRPr="00F74E80" w:rsidRDefault="002F1B29" w:rsidP="000E761C">
            <w:pPr>
              <w:spacing w:after="0" w:line="240" w:lineRule="auto"/>
              <w:jc w:val="both"/>
              <w:rPr>
                <w:rFonts w:ascii="Times New Roman" w:hAnsi="Times New Roman"/>
                <w:sz w:val="24"/>
              </w:rPr>
            </w:pPr>
            <w:r w:rsidRPr="00611652">
              <w:rPr>
                <w:rFonts w:ascii="Times New Roman" w:hAnsi="Times New Roman"/>
                <w:sz w:val="24"/>
                <w:szCs w:val="24"/>
              </w:rPr>
              <w:t>Российская Федерация, Красноярский край, ЗАТО Железногорск, г. Железногорск, ул. Матросова, д.15А</w:t>
            </w:r>
          </w:p>
        </w:tc>
      </w:tr>
      <w:tr w:rsidR="002F1B29" w:rsidRPr="00F74E80" w:rsidTr="000E761C">
        <w:trPr>
          <w:trHeight w:val="849"/>
        </w:trPr>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3.</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Собственник</w:t>
            </w:r>
          </w:p>
        </w:tc>
        <w:tc>
          <w:tcPr>
            <w:tcW w:w="5064"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Городской округ «Закрытое административно-территориального образование Железногорск Красноярского края»</w:t>
            </w:r>
          </w:p>
        </w:tc>
      </w:tr>
      <w:tr w:rsidR="002F1B29" w:rsidRPr="00F74E80" w:rsidTr="000E761C">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4.</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 xml:space="preserve">Площадь помещения (общая), </w:t>
            </w:r>
          </w:p>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кв. метров</w:t>
            </w:r>
          </w:p>
        </w:tc>
        <w:tc>
          <w:tcPr>
            <w:tcW w:w="5064" w:type="dxa"/>
          </w:tcPr>
          <w:p w:rsidR="002F1B29" w:rsidRPr="00F74E80" w:rsidRDefault="002F1B29" w:rsidP="000E761C">
            <w:pPr>
              <w:spacing w:after="0" w:line="240" w:lineRule="auto"/>
              <w:jc w:val="both"/>
              <w:rPr>
                <w:rFonts w:ascii="Times New Roman" w:hAnsi="Times New Roman"/>
                <w:sz w:val="24"/>
              </w:rPr>
            </w:pPr>
            <w:r>
              <w:rPr>
                <w:rFonts w:ascii="Times New Roman" w:hAnsi="Times New Roman"/>
                <w:sz w:val="24"/>
              </w:rPr>
              <w:t>13,2</w:t>
            </w:r>
          </w:p>
        </w:tc>
      </w:tr>
      <w:tr w:rsidR="002F1B29" w:rsidRPr="00F74E80" w:rsidTr="000E761C">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5.</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Год ввода в эксплуатацию</w:t>
            </w:r>
          </w:p>
        </w:tc>
        <w:tc>
          <w:tcPr>
            <w:tcW w:w="5064" w:type="dxa"/>
          </w:tcPr>
          <w:p w:rsidR="002F1B29" w:rsidRPr="00F74E80" w:rsidRDefault="002F1B29" w:rsidP="000E761C">
            <w:pPr>
              <w:spacing w:after="0" w:line="240" w:lineRule="auto"/>
              <w:jc w:val="both"/>
              <w:rPr>
                <w:rFonts w:ascii="Times New Roman" w:hAnsi="Times New Roman"/>
                <w:sz w:val="24"/>
              </w:rPr>
            </w:pPr>
            <w:r>
              <w:rPr>
                <w:rFonts w:ascii="Times New Roman" w:hAnsi="Times New Roman"/>
                <w:sz w:val="24"/>
              </w:rPr>
              <w:t>2004</w:t>
            </w:r>
          </w:p>
        </w:tc>
      </w:tr>
      <w:tr w:rsidR="002F1B29" w:rsidRPr="00F74E80" w:rsidTr="000E761C">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6.</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Основной строительный материал</w:t>
            </w:r>
          </w:p>
        </w:tc>
        <w:tc>
          <w:tcPr>
            <w:tcW w:w="5064" w:type="dxa"/>
          </w:tcPr>
          <w:p w:rsidR="002F1B29" w:rsidRPr="00F74E80" w:rsidRDefault="002F1B29" w:rsidP="000E761C">
            <w:pPr>
              <w:spacing w:after="0" w:line="240" w:lineRule="auto"/>
              <w:jc w:val="both"/>
              <w:rPr>
                <w:rFonts w:ascii="Times New Roman" w:hAnsi="Times New Roman"/>
                <w:sz w:val="24"/>
              </w:rPr>
            </w:pPr>
            <w:r>
              <w:rPr>
                <w:rFonts w:ascii="Times New Roman" w:hAnsi="Times New Roman"/>
                <w:sz w:val="24"/>
              </w:rPr>
              <w:t>К</w:t>
            </w:r>
            <w:r w:rsidRPr="00F74E80">
              <w:rPr>
                <w:rFonts w:ascii="Times New Roman" w:hAnsi="Times New Roman"/>
                <w:sz w:val="24"/>
              </w:rPr>
              <w:t>ирпич</w:t>
            </w:r>
          </w:p>
        </w:tc>
      </w:tr>
      <w:tr w:rsidR="002F1B29" w:rsidRPr="00F74E80" w:rsidTr="000E761C">
        <w:tc>
          <w:tcPr>
            <w:tcW w:w="675"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7.</w:t>
            </w:r>
          </w:p>
        </w:tc>
        <w:tc>
          <w:tcPr>
            <w:tcW w:w="3831"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 xml:space="preserve">Тип объекта </w:t>
            </w:r>
          </w:p>
        </w:tc>
        <w:tc>
          <w:tcPr>
            <w:tcW w:w="5064" w:type="dxa"/>
          </w:tcPr>
          <w:p w:rsidR="002F1B29" w:rsidRPr="00F74E80" w:rsidRDefault="002F1B29" w:rsidP="000E761C">
            <w:pPr>
              <w:spacing w:after="0" w:line="240" w:lineRule="auto"/>
              <w:jc w:val="both"/>
              <w:rPr>
                <w:rFonts w:ascii="Times New Roman" w:hAnsi="Times New Roman"/>
                <w:sz w:val="24"/>
              </w:rPr>
            </w:pPr>
            <w:r w:rsidRPr="00F74E80">
              <w:rPr>
                <w:rFonts w:ascii="Times New Roman" w:hAnsi="Times New Roman"/>
                <w:sz w:val="24"/>
              </w:rPr>
              <w:t>Нежилое</w:t>
            </w:r>
          </w:p>
        </w:tc>
      </w:tr>
      <w:tr w:rsidR="002F1B29" w:rsidRPr="00F4117A" w:rsidTr="000E761C">
        <w:tc>
          <w:tcPr>
            <w:tcW w:w="675" w:type="dxa"/>
            <w:shd w:val="clear" w:color="auto" w:fill="auto"/>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8.</w:t>
            </w:r>
          </w:p>
        </w:tc>
        <w:tc>
          <w:tcPr>
            <w:tcW w:w="3831" w:type="dxa"/>
            <w:shd w:val="clear" w:color="auto" w:fill="auto"/>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Расположение (отдельный, пристроенный, подвальный)</w:t>
            </w:r>
          </w:p>
        </w:tc>
        <w:tc>
          <w:tcPr>
            <w:tcW w:w="5064" w:type="dxa"/>
            <w:shd w:val="clear" w:color="auto" w:fill="auto"/>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Комната расположена на 1 этаже нежилого здани</w:t>
            </w:r>
            <w:r>
              <w:rPr>
                <w:rFonts w:ascii="Times New Roman" w:hAnsi="Times New Roman"/>
                <w:sz w:val="24"/>
              </w:rPr>
              <w:t>я</w:t>
            </w:r>
            <w:r w:rsidRPr="00F4117A">
              <w:rPr>
                <w:rFonts w:ascii="Times New Roman" w:hAnsi="Times New Roman"/>
                <w:sz w:val="24"/>
              </w:rPr>
              <w:t>, вход в помещение из коридора общего пользования.</w:t>
            </w:r>
          </w:p>
        </w:tc>
      </w:tr>
      <w:tr w:rsidR="002F1B29" w:rsidRPr="00611652" w:rsidTr="000E761C">
        <w:tc>
          <w:tcPr>
            <w:tcW w:w="675" w:type="dxa"/>
            <w:shd w:val="clear" w:color="auto" w:fill="auto"/>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9.</w:t>
            </w:r>
          </w:p>
        </w:tc>
        <w:tc>
          <w:tcPr>
            <w:tcW w:w="3831" w:type="dxa"/>
            <w:shd w:val="clear" w:color="auto" w:fill="auto"/>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Обустройство</w:t>
            </w:r>
          </w:p>
        </w:tc>
        <w:tc>
          <w:tcPr>
            <w:tcW w:w="5064" w:type="dxa"/>
            <w:shd w:val="clear" w:color="auto" w:fill="auto"/>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 xml:space="preserve">В комнате имеется отопление, электроосвещение. </w:t>
            </w:r>
          </w:p>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lastRenderedPageBreak/>
              <w:t>Помещение оборудовано системами канализации, горячего и холодного водоснабжения. Сан. узлы общего пользования - на этаже.</w:t>
            </w:r>
          </w:p>
        </w:tc>
      </w:tr>
      <w:tr w:rsidR="002F1B29" w:rsidRPr="00611652" w:rsidTr="000E761C">
        <w:tc>
          <w:tcPr>
            <w:tcW w:w="675" w:type="dxa"/>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lastRenderedPageBreak/>
              <w:t xml:space="preserve">10. </w:t>
            </w:r>
          </w:p>
        </w:tc>
        <w:tc>
          <w:tcPr>
            <w:tcW w:w="3831" w:type="dxa"/>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Внутренняя отделка</w:t>
            </w:r>
          </w:p>
        </w:tc>
        <w:tc>
          <w:tcPr>
            <w:tcW w:w="5064" w:type="dxa"/>
          </w:tcPr>
          <w:p w:rsidR="002F1B29" w:rsidRPr="00F4117A" w:rsidRDefault="002F1B29" w:rsidP="000E761C">
            <w:pPr>
              <w:spacing w:after="0" w:line="240" w:lineRule="auto"/>
              <w:jc w:val="both"/>
              <w:rPr>
                <w:rFonts w:ascii="Times New Roman" w:hAnsi="Times New Roman"/>
                <w:sz w:val="24"/>
              </w:rPr>
            </w:pPr>
            <w:r w:rsidRPr="00F4117A">
              <w:rPr>
                <w:rFonts w:ascii="Times New Roman" w:hAnsi="Times New Roman"/>
                <w:sz w:val="24"/>
              </w:rPr>
              <w:t>Внутренняя отделка в удовлетворительном состоянии.</w:t>
            </w:r>
          </w:p>
          <w:p w:rsidR="002F1B29" w:rsidRPr="00F4117A" w:rsidRDefault="002F1B29" w:rsidP="000E761C">
            <w:pPr>
              <w:spacing w:after="0" w:line="240" w:lineRule="auto"/>
              <w:jc w:val="both"/>
              <w:rPr>
                <w:rFonts w:ascii="Times New Roman" w:hAnsi="Times New Roman"/>
                <w:sz w:val="24"/>
                <w:szCs w:val="24"/>
              </w:rPr>
            </w:pPr>
            <w:r w:rsidRPr="00F4117A">
              <w:rPr>
                <w:rFonts w:ascii="Times New Roman" w:hAnsi="Times New Roman"/>
                <w:sz w:val="24"/>
                <w:szCs w:val="24"/>
              </w:rPr>
              <w:t>Стены – клеевая побелка</w:t>
            </w:r>
          </w:p>
          <w:p w:rsidR="002F1B29" w:rsidRPr="00F4117A" w:rsidRDefault="002F1B29" w:rsidP="000E761C">
            <w:pPr>
              <w:spacing w:after="0" w:line="240" w:lineRule="auto"/>
              <w:jc w:val="both"/>
              <w:rPr>
                <w:rFonts w:ascii="Times New Roman" w:hAnsi="Times New Roman"/>
                <w:sz w:val="24"/>
                <w:szCs w:val="24"/>
              </w:rPr>
            </w:pPr>
            <w:r w:rsidRPr="00F4117A">
              <w:rPr>
                <w:rFonts w:ascii="Times New Roman" w:hAnsi="Times New Roman"/>
                <w:sz w:val="24"/>
                <w:szCs w:val="24"/>
              </w:rPr>
              <w:t>Потолок – клеевая побелка</w:t>
            </w:r>
          </w:p>
          <w:p w:rsidR="002F1B29" w:rsidRPr="00F4117A" w:rsidRDefault="002F1B29" w:rsidP="000E761C">
            <w:pPr>
              <w:spacing w:after="0" w:line="240" w:lineRule="auto"/>
              <w:jc w:val="both"/>
              <w:rPr>
                <w:rFonts w:ascii="Times New Roman" w:hAnsi="Times New Roman"/>
                <w:sz w:val="24"/>
                <w:szCs w:val="24"/>
              </w:rPr>
            </w:pPr>
            <w:r w:rsidRPr="00F4117A">
              <w:rPr>
                <w:rFonts w:ascii="Times New Roman" w:hAnsi="Times New Roman"/>
                <w:sz w:val="24"/>
                <w:szCs w:val="24"/>
              </w:rPr>
              <w:t>Пол – линолеум.</w:t>
            </w:r>
          </w:p>
        </w:tc>
      </w:tr>
      <w:tr w:rsidR="002F1B29" w:rsidRPr="00611652" w:rsidTr="000E761C">
        <w:tc>
          <w:tcPr>
            <w:tcW w:w="675" w:type="dxa"/>
          </w:tcPr>
          <w:p w:rsidR="002F1B29" w:rsidRPr="00544EAF" w:rsidRDefault="002F1B29" w:rsidP="000E761C">
            <w:pPr>
              <w:spacing w:after="0" w:line="240" w:lineRule="auto"/>
              <w:jc w:val="both"/>
              <w:rPr>
                <w:rFonts w:ascii="Times New Roman" w:hAnsi="Times New Roman"/>
                <w:sz w:val="24"/>
              </w:rPr>
            </w:pPr>
            <w:r w:rsidRPr="00544EAF">
              <w:rPr>
                <w:rFonts w:ascii="Times New Roman" w:hAnsi="Times New Roman"/>
                <w:sz w:val="24"/>
              </w:rPr>
              <w:t>11.</w:t>
            </w:r>
          </w:p>
        </w:tc>
        <w:tc>
          <w:tcPr>
            <w:tcW w:w="3831" w:type="dxa"/>
          </w:tcPr>
          <w:p w:rsidR="002F1B29" w:rsidRPr="00544EAF" w:rsidRDefault="002F1B29" w:rsidP="000E761C">
            <w:pPr>
              <w:spacing w:after="0" w:line="240" w:lineRule="auto"/>
              <w:jc w:val="both"/>
              <w:rPr>
                <w:rFonts w:ascii="Times New Roman" w:hAnsi="Times New Roman"/>
                <w:sz w:val="24"/>
                <w:szCs w:val="24"/>
              </w:rPr>
            </w:pPr>
            <w:r w:rsidRPr="00544EAF">
              <w:rPr>
                <w:rFonts w:ascii="Times New Roman" w:hAnsi="Times New Roman"/>
                <w:sz w:val="24"/>
                <w:szCs w:val="24"/>
              </w:rPr>
              <w:t>Оконное и дверное заполнение</w:t>
            </w:r>
          </w:p>
        </w:tc>
        <w:tc>
          <w:tcPr>
            <w:tcW w:w="5064" w:type="dxa"/>
          </w:tcPr>
          <w:p w:rsidR="002F1B29" w:rsidRPr="00544EAF" w:rsidRDefault="002F1B29" w:rsidP="000E761C">
            <w:pPr>
              <w:spacing w:after="0" w:line="240" w:lineRule="auto"/>
              <w:jc w:val="both"/>
              <w:rPr>
                <w:rFonts w:ascii="Times New Roman" w:hAnsi="Times New Roman"/>
                <w:sz w:val="24"/>
                <w:szCs w:val="24"/>
              </w:rPr>
            </w:pPr>
            <w:r w:rsidRPr="00544EAF">
              <w:rPr>
                <w:rFonts w:ascii="Times New Roman" w:hAnsi="Times New Roman"/>
                <w:sz w:val="24"/>
                <w:szCs w:val="24"/>
              </w:rPr>
              <w:t xml:space="preserve">Входная дверь деревянная, окрашенная. Наблюдается отслоение окрасочного слоя. Запорное устройство в работоспособном состоянии. </w:t>
            </w:r>
          </w:p>
          <w:p w:rsidR="002F1B29" w:rsidRPr="00544EAF" w:rsidRDefault="002F1B29" w:rsidP="000E761C">
            <w:pPr>
              <w:spacing w:after="0" w:line="240" w:lineRule="auto"/>
              <w:jc w:val="both"/>
              <w:rPr>
                <w:rFonts w:ascii="Times New Roman" w:hAnsi="Times New Roman"/>
                <w:sz w:val="24"/>
                <w:szCs w:val="24"/>
              </w:rPr>
            </w:pPr>
            <w:r w:rsidRPr="00544EAF">
              <w:rPr>
                <w:rFonts w:ascii="Times New Roman" w:hAnsi="Times New Roman"/>
                <w:sz w:val="24"/>
                <w:szCs w:val="24"/>
              </w:rPr>
              <w:t xml:space="preserve">Оконное заполнение- окрашенный деревянный переплет. Наблюдается отслоение окрасочного слоя. Наблюдается неплотный притвор створок. Целостность остекления не нарушена. </w:t>
            </w:r>
          </w:p>
        </w:tc>
      </w:tr>
      <w:tr w:rsidR="002F1B29" w:rsidRPr="00F74E80" w:rsidTr="000E761C">
        <w:tc>
          <w:tcPr>
            <w:tcW w:w="675" w:type="dxa"/>
          </w:tcPr>
          <w:p w:rsidR="002F1B29" w:rsidRPr="00F4117A" w:rsidRDefault="002F1B29" w:rsidP="000E761C">
            <w:pPr>
              <w:spacing w:after="0" w:line="240" w:lineRule="auto"/>
              <w:jc w:val="both"/>
              <w:rPr>
                <w:rFonts w:ascii="Times New Roman" w:hAnsi="Times New Roman"/>
                <w:sz w:val="24"/>
                <w:szCs w:val="24"/>
              </w:rPr>
            </w:pPr>
            <w:r w:rsidRPr="00F4117A">
              <w:rPr>
                <w:rFonts w:ascii="Times New Roman" w:hAnsi="Times New Roman"/>
                <w:sz w:val="24"/>
                <w:szCs w:val="24"/>
              </w:rPr>
              <w:t>12.</w:t>
            </w:r>
          </w:p>
        </w:tc>
        <w:tc>
          <w:tcPr>
            <w:tcW w:w="3831" w:type="dxa"/>
          </w:tcPr>
          <w:p w:rsidR="002F1B29" w:rsidRPr="00F4117A" w:rsidRDefault="002F1B29" w:rsidP="000E761C">
            <w:pPr>
              <w:spacing w:after="0" w:line="240" w:lineRule="auto"/>
              <w:jc w:val="both"/>
              <w:rPr>
                <w:rFonts w:ascii="Times New Roman" w:hAnsi="Times New Roman"/>
                <w:sz w:val="24"/>
                <w:szCs w:val="24"/>
              </w:rPr>
            </w:pPr>
            <w:r w:rsidRPr="00F4117A">
              <w:rPr>
                <w:rFonts w:ascii="Times New Roman" w:hAnsi="Times New Roman"/>
                <w:sz w:val="24"/>
                <w:szCs w:val="24"/>
              </w:rPr>
              <w:t>Система автоматической пожарной сигнализации и система оповещения людей о пожаре</w:t>
            </w:r>
          </w:p>
        </w:tc>
        <w:tc>
          <w:tcPr>
            <w:tcW w:w="5064" w:type="dxa"/>
          </w:tcPr>
          <w:p w:rsidR="002F1B29" w:rsidRPr="00F74E80" w:rsidRDefault="002F1B29" w:rsidP="000E761C">
            <w:pPr>
              <w:spacing w:after="0" w:line="240" w:lineRule="auto"/>
              <w:jc w:val="both"/>
              <w:rPr>
                <w:rFonts w:ascii="Times New Roman" w:hAnsi="Times New Roman"/>
                <w:sz w:val="24"/>
                <w:szCs w:val="24"/>
              </w:rPr>
            </w:pPr>
            <w:r w:rsidRPr="00F4117A">
              <w:rPr>
                <w:rFonts w:ascii="Times New Roman" w:hAnsi="Times New Roman"/>
                <w:sz w:val="24"/>
                <w:szCs w:val="24"/>
              </w:rPr>
              <w:t>Имеется</w:t>
            </w:r>
          </w:p>
        </w:tc>
      </w:tr>
    </w:tbl>
    <w:p w:rsidR="002F1B29" w:rsidRPr="00F74E80" w:rsidRDefault="002F1B29" w:rsidP="002F1B29">
      <w:pPr>
        <w:spacing w:after="0" w:line="240" w:lineRule="auto"/>
        <w:ind w:firstLine="720"/>
        <w:jc w:val="both"/>
        <w:rPr>
          <w:rFonts w:ascii="Times New Roman" w:hAnsi="Times New Roman"/>
          <w:sz w:val="24"/>
          <w:szCs w:val="24"/>
        </w:rPr>
      </w:pPr>
    </w:p>
    <w:p w:rsidR="002F1B29" w:rsidRPr="00F74E80" w:rsidRDefault="002F1B29" w:rsidP="002F1B29">
      <w:pPr>
        <w:spacing w:after="0" w:line="240" w:lineRule="auto"/>
        <w:ind w:firstLine="720"/>
        <w:jc w:val="both"/>
        <w:rPr>
          <w:rFonts w:ascii="Times New Roman" w:hAnsi="Times New Roman"/>
          <w:sz w:val="24"/>
          <w:szCs w:val="24"/>
        </w:rPr>
      </w:pPr>
      <w:r w:rsidRPr="00F74E80">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F1B29" w:rsidRPr="00BB7E47" w:rsidRDefault="002F1B29" w:rsidP="002F1B29">
      <w:pPr>
        <w:spacing w:after="0" w:line="240" w:lineRule="auto"/>
        <w:ind w:firstLine="709"/>
        <w:jc w:val="both"/>
        <w:rPr>
          <w:rFonts w:ascii="Times New Roman" w:hAnsi="Times New Roman"/>
          <w:sz w:val="20"/>
          <w:szCs w:val="20"/>
        </w:rPr>
      </w:pPr>
    </w:p>
    <w:p w:rsidR="002F1B29" w:rsidRPr="00BB7E47" w:rsidRDefault="002F1B29" w:rsidP="002F1B29">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2F1B29" w:rsidRPr="00BB7E47" w:rsidRDefault="002F1B29" w:rsidP="002F1B29">
      <w:pPr>
        <w:spacing w:after="0" w:line="240" w:lineRule="auto"/>
        <w:ind w:firstLine="709"/>
        <w:jc w:val="both"/>
        <w:rPr>
          <w:rFonts w:ascii="Times New Roman" w:hAnsi="Times New Roman"/>
          <w:sz w:val="20"/>
          <w:szCs w:val="20"/>
        </w:rPr>
      </w:pPr>
    </w:p>
    <w:p w:rsidR="002F1B29" w:rsidRPr="00BB7E47" w:rsidRDefault="002F1B29" w:rsidP="002F1B29">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2F1B29" w:rsidRDefault="002F1B29" w:rsidP="002F1B29">
      <w:pPr>
        <w:spacing w:after="0" w:line="240" w:lineRule="auto"/>
        <w:ind w:firstLine="720"/>
        <w:jc w:val="both"/>
        <w:rPr>
          <w:rFonts w:ascii="Times New Roman" w:hAnsi="Times New Roman"/>
          <w:sz w:val="24"/>
        </w:rPr>
      </w:pPr>
    </w:p>
    <w:p w:rsidR="002F1B29" w:rsidRDefault="002F1B29" w:rsidP="002F1B29">
      <w:pPr>
        <w:spacing w:after="0" w:line="240" w:lineRule="auto"/>
        <w:ind w:firstLine="720"/>
        <w:jc w:val="both"/>
        <w:rPr>
          <w:rFonts w:ascii="Times New Roman" w:hAnsi="Times New Roman"/>
          <w:sz w:val="24"/>
        </w:rPr>
      </w:pPr>
    </w:p>
    <w:p w:rsidR="002F1B29" w:rsidRPr="00BB7E47" w:rsidRDefault="002F1B29" w:rsidP="002F1B29">
      <w:pPr>
        <w:spacing w:after="0" w:line="240" w:lineRule="auto"/>
        <w:ind w:firstLine="720"/>
        <w:jc w:val="both"/>
        <w:rPr>
          <w:rFonts w:ascii="Times New Roman" w:hAnsi="Times New Roman"/>
          <w:sz w:val="24"/>
        </w:rPr>
      </w:pPr>
    </w:p>
    <w:p w:rsidR="002F1B29" w:rsidRPr="00BB7E47" w:rsidRDefault="002F1B29" w:rsidP="002F1B29">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2F1B29" w:rsidRPr="00BB7E47" w:rsidRDefault="002F1B29" w:rsidP="002F1B29">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F1B29" w:rsidRDefault="002F1B29" w:rsidP="002F1B29">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F1B29" w:rsidRPr="00BB7E47" w:rsidRDefault="002F1B29" w:rsidP="002F1B29">
      <w:pPr>
        <w:spacing w:after="0" w:line="240" w:lineRule="auto"/>
        <w:rPr>
          <w:rFonts w:ascii="Times New Roman" w:hAnsi="Times New Roman"/>
          <w:b/>
          <w:sz w:val="24"/>
        </w:rPr>
      </w:pPr>
    </w:p>
    <w:p w:rsidR="002F1B29" w:rsidRPr="00BB7E47" w:rsidRDefault="002F1B29" w:rsidP="002F1B29">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2F1B29" w:rsidRDefault="002F1B29" w:rsidP="002F1B29">
      <w:pPr>
        <w:spacing w:after="0" w:line="240" w:lineRule="auto"/>
        <w:ind w:left="4956"/>
        <w:jc w:val="both"/>
        <w:rPr>
          <w:rFonts w:ascii="Times New Roman" w:hAnsi="Times New Roman"/>
          <w:b/>
          <w:sz w:val="24"/>
          <w:highlight w:val="yellow"/>
        </w:rPr>
      </w:pPr>
    </w:p>
    <w:p w:rsidR="002F1B29" w:rsidRDefault="002F1B29" w:rsidP="002F1B29"/>
    <w:p w:rsidR="00CD6428" w:rsidRDefault="00CD6428" w:rsidP="008D5C3B">
      <w:pPr>
        <w:spacing w:after="0" w:line="240" w:lineRule="auto"/>
      </w:pP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068" w:rsidRDefault="000E6068">
      <w:pPr>
        <w:spacing w:after="0" w:line="240" w:lineRule="auto"/>
      </w:pPr>
      <w:r>
        <w:separator/>
      </w:r>
    </w:p>
  </w:endnote>
  <w:endnote w:type="continuationSeparator" w:id="0">
    <w:p w:rsidR="000E6068" w:rsidRDefault="000E6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EF0" w:rsidRDefault="00E130D0">
    <w:pPr>
      <w:pStyle w:val="af3"/>
      <w:framePr w:wrap="around" w:vAnchor="text" w:hAnchor="margin" w:xAlign="center" w:y="1"/>
      <w:rPr>
        <w:rStyle w:val="af5"/>
      </w:rPr>
    </w:pPr>
    <w:r>
      <w:rPr>
        <w:rStyle w:val="af5"/>
      </w:rPr>
      <w:fldChar w:fldCharType="begin"/>
    </w:r>
    <w:r w:rsidR="00BC1EF0">
      <w:rPr>
        <w:rStyle w:val="af5"/>
      </w:rPr>
      <w:instrText xml:space="preserve">PAGE  </w:instrText>
    </w:r>
    <w:r>
      <w:rPr>
        <w:rStyle w:val="af5"/>
      </w:rPr>
      <w:fldChar w:fldCharType="separate"/>
    </w:r>
    <w:r w:rsidR="00BC1EF0">
      <w:rPr>
        <w:rStyle w:val="af5"/>
        <w:noProof/>
      </w:rPr>
      <w:t>1</w:t>
    </w:r>
    <w:r>
      <w:rPr>
        <w:rStyle w:val="af5"/>
      </w:rPr>
      <w:fldChar w:fldCharType="end"/>
    </w:r>
  </w:p>
  <w:p w:rsidR="00BC1EF0" w:rsidRDefault="00BC1EF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068" w:rsidRDefault="000E6068">
      <w:pPr>
        <w:spacing w:after="0" w:line="240" w:lineRule="auto"/>
      </w:pPr>
      <w:r>
        <w:separator/>
      </w:r>
    </w:p>
  </w:footnote>
  <w:footnote w:type="continuationSeparator" w:id="0">
    <w:p w:rsidR="000E6068" w:rsidRDefault="000E6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EF0" w:rsidRPr="009F16D3" w:rsidRDefault="00E130D0">
    <w:pPr>
      <w:pStyle w:val="af9"/>
      <w:jc w:val="center"/>
      <w:rPr>
        <w:rFonts w:ascii="Times New Roman" w:hAnsi="Times New Roman"/>
      </w:rPr>
    </w:pPr>
    <w:r w:rsidRPr="009F16D3">
      <w:rPr>
        <w:rFonts w:ascii="Times New Roman" w:hAnsi="Times New Roman"/>
      </w:rPr>
      <w:fldChar w:fldCharType="begin"/>
    </w:r>
    <w:r w:rsidR="00BC1EF0" w:rsidRPr="009F16D3">
      <w:rPr>
        <w:rFonts w:ascii="Times New Roman" w:hAnsi="Times New Roman"/>
      </w:rPr>
      <w:instrText xml:space="preserve"> PAGE   \* MERGEFORMAT </w:instrText>
    </w:r>
    <w:r w:rsidRPr="009F16D3">
      <w:rPr>
        <w:rFonts w:ascii="Times New Roman" w:hAnsi="Times New Roman"/>
      </w:rPr>
      <w:fldChar w:fldCharType="separate"/>
    </w:r>
    <w:r w:rsidR="002F1B29">
      <w:rPr>
        <w:rFonts w:ascii="Times New Roman" w:hAnsi="Times New Roman"/>
        <w:noProof/>
      </w:rPr>
      <w:t>38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EF0" w:rsidRDefault="00BC1EF0">
    <w:pPr>
      <w:pStyle w:val="af9"/>
      <w:jc w:val="center"/>
    </w:pPr>
  </w:p>
  <w:p w:rsidR="00BC1EF0" w:rsidRDefault="00BC1EF0">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5616"/>
    <w:rsid w:val="000E6068"/>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9FA"/>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1B29"/>
    <w:rsid w:val="002F2004"/>
    <w:rsid w:val="002F34C4"/>
    <w:rsid w:val="002F4336"/>
    <w:rsid w:val="002F4E3B"/>
    <w:rsid w:val="002F59B9"/>
    <w:rsid w:val="002F6377"/>
    <w:rsid w:val="002F69D2"/>
    <w:rsid w:val="002F7602"/>
    <w:rsid w:val="002F7931"/>
    <w:rsid w:val="002F7EA3"/>
    <w:rsid w:val="003002A5"/>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8E2"/>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5FB3"/>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5B"/>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6AE7"/>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89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65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121"/>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4D2"/>
    <w:rsid w:val="007B45A3"/>
    <w:rsid w:val="007B464C"/>
    <w:rsid w:val="007B48F0"/>
    <w:rsid w:val="007B4A0F"/>
    <w:rsid w:val="007B52C3"/>
    <w:rsid w:val="007B5351"/>
    <w:rsid w:val="007B57DD"/>
    <w:rsid w:val="007B5ECE"/>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3E2"/>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1C31"/>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256"/>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BA"/>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096"/>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77A23"/>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5136"/>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962"/>
    <w:rsid w:val="00C32AC5"/>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46EE"/>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3A2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2AF3"/>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8"/>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0D0"/>
    <w:rsid w:val="00E1344C"/>
    <w:rsid w:val="00E13818"/>
    <w:rsid w:val="00E143AC"/>
    <w:rsid w:val="00E14692"/>
    <w:rsid w:val="00E147C4"/>
    <w:rsid w:val="00E15FCE"/>
    <w:rsid w:val="00E16B96"/>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4622"/>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78B"/>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4722"/>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strokecolor="#c00000"/>
    </o:shapedefaults>
    <o:shapelayout v:ext="edit">
      <o:idmap v:ext="edit" data="1"/>
      <o:rules v:ext="edit">
        <o:r id="V:Rule1" type="connector" idref="#_x0000_s1031"/>
        <o:r id="V:Rule2" type="connector" idref="#_x0000_s1032"/>
        <o:r id="V:Rule3" type="connector" idref="#_x0000_s1027"/>
        <o:r id="V:Rule4" type="connector" idref="#_x0000_s1030"/>
        <o:r id="V:Rule5" type="connector" idref="#_x0000_s1028"/>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26E14-AFF2-416B-B165-B41B20313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38</Pages>
  <Words>16241</Words>
  <Characters>92577</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108601</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64</cp:revision>
  <cp:lastPrinted>2024-06-10T03:21:00Z</cp:lastPrinted>
  <dcterms:created xsi:type="dcterms:W3CDTF">2024-02-07T06:53:00Z</dcterms:created>
  <dcterms:modified xsi:type="dcterms:W3CDTF">2024-06-18T02:31:00Z</dcterms:modified>
</cp:coreProperties>
</file>