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C1A" w:rsidRDefault="00AE1AD2" w:rsidP="00277C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9052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0B747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74E4E" w:rsidRPr="0079319E" w:rsidRDefault="00420C75" w:rsidP="00674E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02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C63" w:rsidRDefault="00235C63" w:rsidP="00235C63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115FFE">
        <w:rPr>
          <w:rFonts w:ascii="Times New Roman" w:hAnsi="Times New Roman" w:cs="Times New Roman"/>
          <w:sz w:val="28"/>
          <w:szCs w:val="28"/>
        </w:rPr>
        <w:t xml:space="preserve"> </w:t>
      </w:r>
      <w:r w:rsidRPr="0079319E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6265C8" w:rsidRDefault="006265C8" w:rsidP="006265C8">
      <w:pPr>
        <w:framePr w:w="10921" w:h="80" w:hRule="exact" w:hSpace="180" w:wrap="around" w:vAnchor="text" w:hAnchor="page" w:x="461" w:y="2235"/>
        <w:spacing w:after="0" w:line="240" w:lineRule="auto"/>
        <w:jc w:val="center"/>
        <w:rPr>
          <w:rFonts w:ascii="Times New Roman" w:hAnsi="Times New Roman"/>
          <w:b/>
          <w:sz w:val="36"/>
        </w:rPr>
      </w:pPr>
    </w:p>
    <w:p w:rsidR="006265C8" w:rsidRPr="00187971" w:rsidRDefault="006265C8" w:rsidP="006265C8">
      <w:pPr>
        <w:framePr w:w="10921" w:h="80" w:hRule="exact" w:hSpace="180" w:wrap="around" w:vAnchor="text" w:hAnchor="page" w:x="461" w:y="2235"/>
        <w:spacing w:after="0" w:line="240" w:lineRule="auto"/>
        <w:jc w:val="center"/>
        <w:rPr>
          <w:rFonts w:ascii="Times New Roman" w:hAnsi="Times New Roman"/>
          <w:b/>
          <w:sz w:val="36"/>
        </w:rPr>
      </w:pPr>
    </w:p>
    <w:p w:rsidR="006265C8" w:rsidRPr="0079319E" w:rsidRDefault="006265C8" w:rsidP="006265C8">
      <w:pPr>
        <w:framePr w:w="10921" w:h="80" w:hRule="exact" w:hSpace="180" w:wrap="around" w:vAnchor="text" w:hAnchor="page" w:x="461" w:y="2235"/>
        <w:spacing w:line="240" w:lineRule="auto"/>
        <w:jc w:val="center"/>
        <w:rPr>
          <w:b/>
          <w:sz w:val="32"/>
          <w:szCs w:val="32"/>
        </w:rPr>
      </w:pPr>
    </w:p>
    <w:p w:rsidR="006265C8" w:rsidRDefault="00573717" w:rsidP="002B57D2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0A44C2">
        <w:rPr>
          <w:rFonts w:ascii="Times New Roman" w:hAnsi="Times New Roman" w:cs="Times New Roman"/>
          <w:sz w:val="28"/>
          <w:szCs w:val="28"/>
        </w:rPr>
        <w:t xml:space="preserve">от   </w:t>
      </w:r>
      <w:r w:rsidR="00CF31B0">
        <w:rPr>
          <w:rFonts w:ascii="Times New Roman" w:hAnsi="Times New Roman" w:cs="Times New Roman"/>
          <w:sz w:val="28"/>
          <w:szCs w:val="28"/>
        </w:rPr>
        <w:t>09.03.2023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44965">
        <w:rPr>
          <w:rFonts w:ascii="Times New Roman" w:hAnsi="Times New Roman" w:cs="Times New Roman"/>
          <w:sz w:val="28"/>
          <w:szCs w:val="28"/>
        </w:rPr>
        <w:t xml:space="preserve"> </w:t>
      </w:r>
      <w:r w:rsidR="00CF31B0">
        <w:rPr>
          <w:rFonts w:ascii="Times New Roman" w:hAnsi="Times New Roman" w:cs="Times New Roman"/>
          <w:sz w:val="28"/>
          <w:szCs w:val="28"/>
        </w:rPr>
        <w:t>389</w:t>
      </w:r>
    </w:p>
    <w:p w:rsidR="00B87912" w:rsidRDefault="00B87912" w:rsidP="002B57D2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2B57D2" w:rsidRDefault="002B57D2" w:rsidP="002B57D2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72256">
        <w:rPr>
          <w:rFonts w:ascii="Times New Roman" w:hAnsi="Times New Roman" w:cs="Times New Roman"/>
          <w:sz w:val="28"/>
          <w:szCs w:val="28"/>
        </w:rPr>
        <w:t xml:space="preserve"> №</w:t>
      </w:r>
      <w:r w:rsidR="006265C8">
        <w:rPr>
          <w:rFonts w:ascii="Times New Roman" w:hAnsi="Times New Roman" w:cs="Times New Roman"/>
          <w:sz w:val="28"/>
          <w:szCs w:val="28"/>
        </w:rPr>
        <w:t xml:space="preserve"> </w:t>
      </w:r>
      <w:r w:rsidR="00554E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73717" w:rsidRDefault="00573717" w:rsidP="00573717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115FFE">
        <w:rPr>
          <w:rFonts w:ascii="Times New Roman" w:hAnsi="Times New Roman" w:cs="Times New Roman"/>
          <w:sz w:val="28"/>
          <w:szCs w:val="28"/>
        </w:rPr>
        <w:t xml:space="preserve"> </w:t>
      </w:r>
      <w:r w:rsidRPr="0079319E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573717" w:rsidRPr="00A72256" w:rsidRDefault="00573717" w:rsidP="00DD7DAB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54ED3">
        <w:rPr>
          <w:rFonts w:ascii="Times New Roman" w:hAnsi="Times New Roman" w:cs="Times New Roman"/>
          <w:sz w:val="28"/>
          <w:szCs w:val="28"/>
        </w:rPr>
        <w:t>26</w:t>
      </w:r>
      <w:r w:rsidR="00A72256" w:rsidRPr="00FC162C">
        <w:rPr>
          <w:rFonts w:ascii="Times New Roman" w:hAnsi="Times New Roman" w:cs="Times New Roman"/>
          <w:sz w:val="28"/>
          <w:szCs w:val="28"/>
        </w:rPr>
        <w:t>.0</w:t>
      </w:r>
      <w:r w:rsidR="00554ED3">
        <w:rPr>
          <w:rFonts w:ascii="Times New Roman" w:hAnsi="Times New Roman" w:cs="Times New Roman"/>
          <w:sz w:val="28"/>
          <w:szCs w:val="28"/>
        </w:rPr>
        <w:t>3</w:t>
      </w:r>
      <w:r w:rsidR="00A72256" w:rsidRPr="00FC162C">
        <w:rPr>
          <w:rFonts w:ascii="Times New Roman" w:hAnsi="Times New Roman" w:cs="Times New Roman"/>
          <w:sz w:val="28"/>
          <w:szCs w:val="28"/>
        </w:rPr>
        <w:t>.201</w:t>
      </w:r>
      <w:r w:rsidR="00554ED3">
        <w:rPr>
          <w:rFonts w:ascii="Times New Roman" w:hAnsi="Times New Roman" w:cs="Times New Roman"/>
          <w:sz w:val="28"/>
          <w:szCs w:val="28"/>
        </w:rPr>
        <w:t>2</w:t>
      </w:r>
      <w:r w:rsidR="00A72256">
        <w:rPr>
          <w:rFonts w:ascii="Times New Roman" w:hAnsi="Times New Roman" w:cs="Times New Roman"/>
          <w:sz w:val="28"/>
          <w:szCs w:val="28"/>
        </w:rPr>
        <w:t xml:space="preserve"> № </w:t>
      </w:r>
      <w:r w:rsidR="00554ED3">
        <w:rPr>
          <w:rFonts w:ascii="Times New Roman" w:hAnsi="Times New Roman" w:cs="Times New Roman"/>
          <w:sz w:val="28"/>
          <w:szCs w:val="28"/>
        </w:rPr>
        <w:t>536</w:t>
      </w:r>
    </w:p>
    <w:p w:rsidR="00573717" w:rsidRDefault="00573717" w:rsidP="00DD7DAB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562C1A" w:rsidRPr="00D21145" w:rsidRDefault="00562C1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1145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562C1A" w:rsidRPr="00D21145" w:rsidRDefault="00C922B0" w:rsidP="004D7EC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комиссии по легализации теневой заработной платы во внебюджетном секторе экономики</w:t>
      </w:r>
      <w:r w:rsidRPr="00D211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24263" w:rsidRDefault="00B24263" w:rsidP="00B242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796"/>
        <w:gridCol w:w="560"/>
        <w:gridCol w:w="6522"/>
      </w:tblGrid>
      <w:tr w:rsidR="00B24263" w:rsidTr="005F18C5">
        <w:trPr>
          <w:trHeight w:val="3390"/>
        </w:trPr>
        <w:tc>
          <w:tcPr>
            <w:tcW w:w="2796" w:type="dxa"/>
          </w:tcPr>
          <w:p w:rsidR="007B2E26" w:rsidRDefault="001C5F3B" w:rsidP="002361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Чернятин Дмитрий Михайлович</w:t>
            </w:r>
            <w:r w:rsidR="00B242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F18C5" w:rsidRDefault="005F18C5" w:rsidP="002361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8C5" w:rsidRPr="003169F7" w:rsidRDefault="005F18C5" w:rsidP="005F18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Евгений Александрович</w:t>
            </w:r>
          </w:p>
          <w:p w:rsidR="005F18C5" w:rsidRDefault="005F18C5" w:rsidP="002361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591401" w:rsidP="002361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FD8" w:rsidRDefault="001F0FD8" w:rsidP="001F0F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Гайкова Елена      </w:t>
            </w:r>
          </w:p>
          <w:p w:rsidR="00674E4E" w:rsidRDefault="001F0FD8" w:rsidP="00B879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560" w:type="dxa"/>
          </w:tcPr>
          <w:p w:rsidR="003169F7" w:rsidRDefault="00B24263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F18C5" w:rsidRDefault="005F18C5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8C5" w:rsidRDefault="005F18C5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8C5" w:rsidRDefault="005F18C5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91401" w:rsidRDefault="00591401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591401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8C5" w:rsidRDefault="005F18C5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9F7" w:rsidRDefault="003169F7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169F7" w:rsidRDefault="003169F7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CC1" w:rsidRDefault="00437CC1" w:rsidP="00236111">
            <w:pPr>
              <w:autoSpaceDE w:val="0"/>
              <w:autoSpaceDN w:val="0"/>
              <w:adjustRightInd w:val="0"/>
              <w:ind w:left="31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2" w:type="dxa"/>
          </w:tcPr>
          <w:p w:rsidR="00900155" w:rsidRDefault="00B24263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</w:t>
            </w:r>
            <w:r w:rsidR="007451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115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Железногорск, </w:t>
            </w:r>
            <w:r w:rsidR="00B87912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87912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F18C5" w:rsidRDefault="005F18C5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8C5" w:rsidRDefault="005F18C5" w:rsidP="005F18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заместителя Главы ЗАТО г. Железногорск по социальным вопросам, заместитель </w:t>
            </w:r>
            <w:r w:rsidR="00510805">
              <w:rPr>
                <w:rFonts w:ascii="Times New Roman" w:hAnsi="Times New Roman" w:cs="Times New Roman"/>
                <w:sz w:val="28"/>
                <w:szCs w:val="28"/>
              </w:rPr>
              <w:t>председателя комиссии</w:t>
            </w:r>
          </w:p>
          <w:p w:rsidR="005F18C5" w:rsidRDefault="005F18C5" w:rsidP="003553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1D0" w:rsidRDefault="001F0FD8" w:rsidP="00B8791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– экономист по труду в отделе </w:t>
            </w:r>
            <w:r w:rsidR="007F605D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 Управления по правовой и кадровой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</w:t>
            </w:r>
            <w:r w:rsidR="00B87912">
              <w:rPr>
                <w:rFonts w:ascii="Times New Roman" w:hAnsi="Times New Roman" w:cs="Times New Roman"/>
                <w:sz w:val="28"/>
                <w:szCs w:val="28"/>
              </w:rPr>
              <w:t xml:space="preserve">комиссии </w:t>
            </w:r>
          </w:p>
        </w:tc>
      </w:tr>
    </w:tbl>
    <w:p w:rsidR="00562C1A" w:rsidRDefault="00562C1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9319E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F71713" w:rsidRDefault="00F7171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567"/>
        <w:gridCol w:w="6628"/>
      </w:tblGrid>
      <w:tr w:rsidR="00554ED3" w:rsidTr="004554D3">
        <w:tc>
          <w:tcPr>
            <w:tcW w:w="2802" w:type="dxa"/>
          </w:tcPr>
          <w:p w:rsidR="009269D2" w:rsidRDefault="00C523C1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Первушкина Ирина Евгеньевна</w:t>
            </w:r>
          </w:p>
          <w:p w:rsidR="009269D2" w:rsidRDefault="009269D2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9D2" w:rsidRDefault="009269D2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Дунина Татьяна Михайловна</w:t>
            </w: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6F7E" w:rsidRDefault="00B87912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Сабурова Елена</w:t>
            </w:r>
            <w:r w:rsidR="00C523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91401" w:rsidRDefault="00C922B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  <w:p w:rsidR="00B87912" w:rsidRDefault="00B8791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912" w:rsidRDefault="00B8791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554ED3" w:rsidP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Быкова Анна Николаевна</w:t>
            </w: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6C111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Перепёлкин Александр Александрович</w:t>
            </w: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Новосёлов Алексей Николаевич</w:t>
            </w: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Томилова Анна Валентиновна</w:t>
            </w:r>
          </w:p>
        </w:tc>
        <w:tc>
          <w:tcPr>
            <w:tcW w:w="567" w:type="dxa"/>
          </w:tcPr>
          <w:p w:rsidR="0035276D" w:rsidRDefault="00C327C4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35276D" w:rsidRDefault="0035276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032" w:rsidRDefault="0013503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CB3" w:rsidRDefault="00362CB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401" w:rsidRDefault="0059140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186E" w:rsidRDefault="00B0186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6B8" w:rsidRDefault="00CE46B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E46B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29F9" w:rsidRDefault="000729F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5F3B" w:rsidRDefault="001C5F3B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CB3" w:rsidRDefault="00B37A8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73717" w:rsidRDefault="0057371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B37A8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B37A8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B37A89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C44E0A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E0A" w:rsidRDefault="00C44E0A" w:rsidP="004554D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628" w:type="dxa"/>
          </w:tcPr>
          <w:p w:rsidR="00B0186E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D21145">
              <w:rPr>
                <w:rFonts w:ascii="Times New Roman" w:hAnsi="Times New Roman" w:cs="Times New Roman"/>
                <w:sz w:val="28"/>
                <w:szCs w:val="28"/>
              </w:rPr>
              <w:t xml:space="preserve">кадров и муниципальной службы 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>Управления по правовой и кадровой работе Администрации ЗАТО г.</w:t>
            </w:r>
            <w:r w:rsidR="00115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1713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C523C1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3C1" w:rsidRDefault="00C523C1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экономики и планирования Администрации ЗАТО г.Железногорск</w:t>
            </w:r>
          </w:p>
          <w:p w:rsidR="00C523C1" w:rsidRDefault="00C523C1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E26" w:rsidRPr="009269D2" w:rsidRDefault="00B87912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камеральных проверок № 4</w:t>
            </w:r>
            <w:r w:rsidR="009269D2" w:rsidRPr="009269D2">
              <w:rPr>
                <w:rFonts w:ascii="Times New Roman" w:hAnsi="Times New Roman" w:cs="Times New Roman"/>
                <w:sz w:val="28"/>
                <w:szCs w:val="28"/>
              </w:rPr>
              <w:t xml:space="preserve"> Межрайонной ИФНС России №2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69D2" w:rsidRPr="009269D2">
              <w:rPr>
                <w:rFonts w:ascii="Times New Roman" w:hAnsi="Times New Roman" w:cs="Times New Roman"/>
                <w:sz w:val="28"/>
                <w:szCs w:val="28"/>
              </w:rPr>
              <w:t xml:space="preserve"> по Красноярскому краю</w:t>
            </w:r>
            <w:r w:rsidR="00135032" w:rsidRPr="009269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46B8" w:rsidRDefault="00CE46B8" w:rsidP="002F607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A89" w:rsidRDefault="00554E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– эксперт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отдела предоставления мер социальной поддержки</w:t>
            </w:r>
            <w:r w:rsidR="00C523C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отделения</w:t>
            </w:r>
            <w:proofErr w:type="gramEnd"/>
            <w:r w:rsidR="00C523C1">
              <w:rPr>
                <w:rFonts w:ascii="Times New Roman" w:hAnsi="Times New Roman" w:cs="Times New Roman"/>
                <w:sz w:val="28"/>
                <w:szCs w:val="28"/>
              </w:rPr>
              <w:t xml:space="preserve"> КГКУ «Управление социальной защиты населения» по ЗАТО </w:t>
            </w:r>
            <w:r w:rsidR="004554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C523C1">
              <w:rPr>
                <w:rFonts w:ascii="Times New Roman" w:hAnsi="Times New Roman" w:cs="Times New Roman"/>
                <w:sz w:val="28"/>
                <w:szCs w:val="28"/>
              </w:rPr>
              <w:t>г. Железногорск Красноярского края</w:t>
            </w: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территориальной профсоюзной организации РПРАЭП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елезногорска Красноярского края</w:t>
            </w: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6C111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ОЭБиПК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</w:t>
            </w:r>
            <w:r w:rsidR="004554D3">
              <w:rPr>
                <w:rFonts w:ascii="Times New Roman" w:hAnsi="Times New Roman" w:cs="Times New Roman"/>
                <w:sz w:val="28"/>
                <w:szCs w:val="28"/>
              </w:rPr>
              <w:t xml:space="preserve"> МВД России по ЗАТО г. Железногорск Красноярского края</w:t>
            </w: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ABF" w:rsidRDefault="00127ABF" w:rsidP="00127A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взаимодействия со страхователями № 5 </w:t>
            </w:r>
            <w:r w:rsidR="001C5F3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Отделения Фонда пенсионного и социального страхования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 по Красноярскому краю</w:t>
            </w: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4D3" w:rsidRDefault="004554D3" w:rsidP="004554D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4554D3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D75E9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D75E9C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E9C" w:rsidTr="000A2F32">
        <w:tc>
          <w:tcPr>
            <w:tcW w:w="2802" w:type="dxa"/>
          </w:tcPr>
          <w:p w:rsidR="00D75E9C" w:rsidRDefault="00D75E9C" w:rsidP="00296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E9C" w:rsidRDefault="00D75E9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D75E9C" w:rsidRDefault="00D75E9C" w:rsidP="00CF05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C69" w:rsidTr="00E661DD">
        <w:tc>
          <w:tcPr>
            <w:tcW w:w="2802" w:type="dxa"/>
          </w:tcPr>
          <w:p w:rsidR="003A6C69" w:rsidRDefault="003A6C69" w:rsidP="00E66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A6C69" w:rsidRDefault="003A6C69" w:rsidP="00E661D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8" w:type="dxa"/>
          </w:tcPr>
          <w:p w:rsidR="003A6C69" w:rsidRDefault="003A6C69" w:rsidP="00705C9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5E9C" w:rsidRDefault="00D75E9C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75E9C" w:rsidRDefault="00D75E9C" w:rsidP="001C3F5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D75E9C" w:rsidSect="00591401">
      <w:pgSz w:w="11905" w:h="16838" w:code="9"/>
      <w:pgMar w:top="426" w:right="850" w:bottom="1134" w:left="1276" w:header="720" w:footer="720" w:gutter="0"/>
      <w:pgNumType w:start="2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82F" w:rsidRDefault="0069282F" w:rsidP="001C1242">
      <w:pPr>
        <w:spacing w:after="0" w:line="240" w:lineRule="auto"/>
      </w:pPr>
      <w:r>
        <w:separator/>
      </w:r>
    </w:p>
  </w:endnote>
  <w:endnote w:type="continuationSeparator" w:id="0">
    <w:p w:rsidR="0069282F" w:rsidRDefault="0069282F" w:rsidP="001C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82F" w:rsidRDefault="0069282F" w:rsidP="001C1242">
      <w:pPr>
        <w:spacing w:after="0" w:line="240" w:lineRule="auto"/>
      </w:pPr>
      <w:r>
        <w:separator/>
      </w:r>
    </w:p>
  </w:footnote>
  <w:footnote w:type="continuationSeparator" w:id="0">
    <w:p w:rsidR="0069282F" w:rsidRDefault="0069282F" w:rsidP="001C12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2C1A"/>
    <w:rsid w:val="00005A52"/>
    <w:rsid w:val="00012B92"/>
    <w:rsid w:val="00015DAC"/>
    <w:rsid w:val="000160E1"/>
    <w:rsid w:val="00017451"/>
    <w:rsid w:val="000254CF"/>
    <w:rsid w:val="000408C9"/>
    <w:rsid w:val="00050112"/>
    <w:rsid w:val="00051828"/>
    <w:rsid w:val="00061E8B"/>
    <w:rsid w:val="0006316B"/>
    <w:rsid w:val="00063B9E"/>
    <w:rsid w:val="00064AB7"/>
    <w:rsid w:val="00065083"/>
    <w:rsid w:val="000654BE"/>
    <w:rsid w:val="000670C0"/>
    <w:rsid w:val="000679ED"/>
    <w:rsid w:val="00070723"/>
    <w:rsid w:val="00070F3D"/>
    <w:rsid w:val="000714CF"/>
    <w:rsid w:val="00072482"/>
    <w:rsid w:val="000729F9"/>
    <w:rsid w:val="00084A65"/>
    <w:rsid w:val="00085979"/>
    <w:rsid w:val="000877AD"/>
    <w:rsid w:val="0009522F"/>
    <w:rsid w:val="000971FB"/>
    <w:rsid w:val="000A189F"/>
    <w:rsid w:val="000A2B82"/>
    <w:rsid w:val="000A2F32"/>
    <w:rsid w:val="000A44C2"/>
    <w:rsid w:val="000A44F1"/>
    <w:rsid w:val="000A5268"/>
    <w:rsid w:val="000A6E17"/>
    <w:rsid w:val="000B0099"/>
    <w:rsid w:val="000B1F2A"/>
    <w:rsid w:val="000B29D8"/>
    <w:rsid w:val="000B2B9B"/>
    <w:rsid w:val="000B3126"/>
    <w:rsid w:val="000B3E97"/>
    <w:rsid w:val="000B7472"/>
    <w:rsid w:val="000B75B7"/>
    <w:rsid w:val="000C131C"/>
    <w:rsid w:val="000C289E"/>
    <w:rsid w:val="000C4638"/>
    <w:rsid w:val="000C4BFE"/>
    <w:rsid w:val="000D124C"/>
    <w:rsid w:val="000D3739"/>
    <w:rsid w:val="000E08F7"/>
    <w:rsid w:val="000E143C"/>
    <w:rsid w:val="000E458D"/>
    <w:rsid w:val="000E4ACF"/>
    <w:rsid w:val="000F06A6"/>
    <w:rsid w:val="000F21EB"/>
    <w:rsid w:val="001008A0"/>
    <w:rsid w:val="00102DD0"/>
    <w:rsid w:val="00110111"/>
    <w:rsid w:val="00110601"/>
    <w:rsid w:val="001114C9"/>
    <w:rsid w:val="001138BA"/>
    <w:rsid w:val="001145A1"/>
    <w:rsid w:val="00115FFE"/>
    <w:rsid w:val="0012164F"/>
    <w:rsid w:val="00122D57"/>
    <w:rsid w:val="001236E5"/>
    <w:rsid w:val="00124A38"/>
    <w:rsid w:val="001269F6"/>
    <w:rsid w:val="00127ABF"/>
    <w:rsid w:val="00127F0D"/>
    <w:rsid w:val="00130839"/>
    <w:rsid w:val="00135032"/>
    <w:rsid w:val="00150532"/>
    <w:rsid w:val="001539C0"/>
    <w:rsid w:val="00156E95"/>
    <w:rsid w:val="00157A48"/>
    <w:rsid w:val="0016024A"/>
    <w:rsid w:val="001721CF"/>
    <w:rsid w:val="001778DA"/>
    <w:rsid w:val="00184DBB"/>
    <w:rsid w:val="001878DA"/>
    <w:rsid w:val="00190BA1"/>
    <w:rsid w:val="0019515D"/>
    <w:rsid w:val="001953C3"/>
    <w:rsid w:val="001A0B1C"/>
    <w:rsid w:val="001A3445"/>
    <w:rsid w:val="001B0A56"/>
    <w:rsid w:val="001B3F3C"/>
    <w:rsid w:val="001B755B"/>
    <w:rsid w:val="001C0E59"/>
    <w:rsid w:val="001C1242"/>
    <w:rsid w:val="001C3EEC"/>
    <w:rsid w:val="001C3F57"/>
    <w:rsid w:val="001C4B08"/>
    <w:rsid w:val="001C551E"/>
    <w:rsid w:val="001C5F3B"/>
    <w:rsid w:val="001C7B88"/>
    <w:rsid w:val="001C7CB8"/>
    <w:rsid w:val="001D01A8"/>
    <w:rsid w:val="001D2551"/>
    <w:rsid w:val="001D2B28"/>
    <w:rsid w:val="001D409A"/>
    <w:rsid w:val="001D4AF8"/>
    <w:rsid w:val="001D631D"/>
    <w:rsid w:val="001E236C"/>
    <w:rsid w:val="001E5E8C"/>
    <w:rsid w:val="001F01D0"/>
    <w:rsid w:val="001F0300"/>
    <w:rsid w:val="001F0FD8"/>
    <w:rsid w:val="00200266"/>
    <w:rsid w:val="00201AE5"/>
    <w:rsid w:val="00202D57"/>
    <w:rsid w:val="00205813"/>
    <w:rsid w:val="00207D03"/>
    <w:rsid w:val="00213B38"/>
    <w:rsid w:val="0022341C"/>
    <w:rsid w:val="002240A4"/>
    <w:rsid w:val="00224AA5"/>
    <w:rsid w:val="0022712C"/>
    <w:rsid w:val="0023213F"/>
    <w:rsid w:val="00234CCB"/>
    <w:rsid w:val="00234E47"/>
    <w:rsid w:val="00235C63"/>
    <w:rsid w:val="002405E6"/>
    <w:rsid w:val="0024261F"/>
    <w:rsid w:val="00242C87"/>
    <w:rsid w:val="00246502"/>
    <w:rsid w:val="00253FC0"/>
    <w:rsid w:val="00256725"/>
    <w:rsid w:val="00260254"/>
    <w:rsid w:val="002620BF"/>
    <w:rsid w:val="0026379E"/>
    <w:rsid w:val="00270F1D"/>
    <w:rsid w:val="00270FF2"/>
    <w:rsid w:val="00271948"/>
    <w:rsid w:val="00272018"/>
    <w:rsid w:val="00276614"/>
    <w:rsid w:val="00277CE8"/>
    <w:rsid w:val="00280BCA"/>
    <w:rsid w:val="002814D1"/>
    <w:rsid w:val="00284FBA"/>
    <w:rsid w:val="00285333"/>
    <w:rsid w:val="00285E5A"/>
    <w:rsid w:val="00286F74"/>
    <w:rsid w:val="00287906"/>
    <w:rsid w:val="00290C5C"/>
    <w:rsid w:val="0029397C"/>
    <w:rsid w:val="0029633F"/>
    <w:rsid w:val="00297DA6"/>
    <w:rsid w:val="002A161A"/>
    <w:rsid w:val="002A41B3"/>
    <w:rsid w:val="002A4544"/>
    <w:rsid w:val="002A546C"/>
    <w:rsid w:val="002B1389"/>
    <w:rsid w:val="002B57D2"/>
    <w:rsid w:val="002B641D"/>
    <w:rsid w:val="002C0D13"/>
    <w:rsid w:val="002D0678"/>
    <w:rsid w:val="002D21C0"/>
    <w:rsid w:val="002D2AEE"/>
    <w:rsid w:val="002D404E"/>
    <w:rsid w:val="002E11FB"/>
    <w:rsid w:val="002E1787"/>
    <w:rsid w:val="002E1E4B"/>
    <w:rsid w:val="002E78E4"/>
    <w:rsid w:val="002F6078"/>
    <w:rsid w:val="00301E2B"/>
    <w:rsid w:val="0030681C"/>
    <w:rsid w:val="00312880"/>
    <w:rsid w:val="00314F2C"/>
    <w:rsid w:val="003169F7"/>
    <w:rsid w:val="003230FF"/>
    <w:rsid w:val="00324D94"/>
    <w:rsid w:val="003261A1"/>
    <w:rsid w:val="00332B18"/>
    <w:rsid w:val="00333C79"/>
    <w:rsid w:val="00335C6E"/>
    <w:rsid w:val="00337AB1"/>
    <w:rsid w:val="00342C11"/>
    <w:rsid w:val="00347601"/>
    <w:rsid w:val="0035131C"/>
    <w:rsid w:val="003521AB"/>
    <w:rsid w:val="0035276D"/>
    <w:rsid w:val="00355353"/>
    <w:rsid w:val="00361B1E"/>
    <w:rsid w:val="00362CB3"/>
    <w:rsid w:val="003649F7"/>
    <w:rsid w:val="00367CC3"/>
    <w:rsid w:val="00377EC6"/>
    <w:rsid w:val="00383311"/>
    <w:rsid w:val="0038345B"/>
    <w:rsid w:val="00394FDA"/>
    <w:rsid w:val="00395D8E"/>
    <w:rsid w:val="00397840"/>
    <w:rsid w:val="003A1119"/>
    <w:rsid w:val="003A6C69"/>
    <w:rsid w:val="003B1CB9"/>
    <w:rsid w:val="003B22E3"/>
    <w:rsid w:val="003B7226"/>
    <w:rsid w:val="003D628B"/>
    <w:rsid w:val="003E00BA"/>
    <w:rsid w:val="003E0D67"/>
    <w:rsid w:val="003E46CB"/>
    <w:rsid w:val="004005D0"/>
    <w:rsid w:val="00401C78"/>
    <w:rsid w:val="00410FF3"/>
    <w:rsid w:val="0042037A"/>
    <w:rsid w:val="00420C75"/>
    <w:rsid w:val="00421E0E"/>
    <w:rsid w:val="00425DD4"/>
    <w:rsid w:val="00433581"/>
    <w:rsid w:val="004362BC"/>
    <w:rsid w:val="00437CC1"/>
    <w:rsid w:val="00440A87"/>
    <w:rsid w:val="004418B4"/>
    <w:rsid w:val="0044302A"/>
    <w:rsid w:val="00446034"/>
    <w:rsid w:val="00446812"/>
    <w:rsid w:val="00446EE9"/>
    <w:rsid w:val="0045100F"/>
    <w:rsid w:val="004520DB"/>
    <w:rsid w:val="004525AC"/>
    <w:rsid w:val="004554D3"/>
    <w:rsid w:val="00460955"/>
    <w:rsid w:val="00461617"/>
    <w:rsid w:val="00463765"/>
    <w:rsid w:val="00465517"/>
    <w:rsid w:val="0046746B"/>
    <w:rsid w:val="00471E8C"/>
    <w:rsid w:val="00472A3D"/>
    <w:rsid w:val="004759DC"/>
    <w:rsid w:val="00480E03"/>
    <w:rsid w:val="0048377B"/>
    <w:rsid w:val="00486735"/>
    <w:rsid w:val="00487A95"/>
    <w:rsid w:val="00491998"/>
    <w:rsid w:val="00496693"/>
    <w:rsid w:val="004A19E9"/>
    <w:rsid w:val="004A289E"/>
    <w:rsid w:val="004B184C"/>
    <w:rsid w:val="004B2A76"/>
    <w:rsid w:val="004C4B4E"/>
    <w:rsid w:val="004D3314"/>
    <w:rsid w:val="004D7ECE"/>
    <w:rsid w:val="004E66BC"/>
    <w:rsid w:val="004E7529"/>
    <w:rsid w:val="004E76FF"/>
    <w:rsid w:val="004F1048"/>
    <w:rsid w:val="004F3571"/>
    <w:rsid w:val="004F5FD3"/>
    <w:rsid w:val="005056F5"/>
    <w:rsid w:val="00507C40"/>
    <w:rsid w:val="00510805"/>
    <w:rsid w:val="00513F6B"/>
    <w:rsid w:val="00514586"/>
    <w:rsid w:val="005224BF"/>
    <w:rsid w:val="00522A9C"/>
    <w:rsid w:val="00523E2A"/>
    <w:rsid w:val="005259F1"/>
    <w:rsid w:val="00527FDA"/>
    <w:rsid w:val="00532CD9"/>
    <w:rsid w:val="005370A6"/>
    <w:rsid w:val="00537BAE"/>
    <w:rsid w:val="00541C8E"/>
    <w:rsid w:val="00543AED"/>
    <w:rsid w:val="00550752"/>
    <w:rsid w:val="00551B51"/>
    <w:rsid w:val="0055204E"/>
    <w:rsid w:val="0055402A"/>
    <w:rsid w:val="00554616"/>
    <w:rsid w:val="00554ED3"/>
    <w:rsid w:val="005554F4"/>
    <w:rsid w:val="0055609B"/>
    <w:rsid w:val="00556180"/>
    <w:rsid w:val="00556318"/>
    <w:rsid w:val="00562C1A"/>
    <w:rsid w:val="00564AEC"/>
    <w:rsid w:val="005651D5"/>
    <w:rsid w:val="005669BA"/>
    <w:rsid w:val="005703B8"/>
    <w:rsid w:val="00573717"/>
    <w:rsid w:val="00574C4A"/>
    <w:rsid w:val="00584D83"/>
    <w:rsid w:val="005903C9"/>
    <w:rsid w:val="00591401"/>
    <w:rsid w:val="0059407B"/>
    <w:rsid w:val="005951D3"/>
    <w:rsid w:val="0059537F"/>
    <w:rsid w:val="00595790"/>
    <w:rsid w:val="005A1376"/>
    <w:rsid w:val="005A3696"/>
    <w:rsid w:val="005A567C"/>
    <w:rsid w:val="005B076C"/>
    <w:rsid w:val="005B5756"/>
    <w:rsid w:val="005B6856"/>
    <w:rsid w:val="005B6E63"/>
    <w:rsid w:val="005B6FC1"/>
    <w:rsid w:val="005C09F3"/>
    <w:rsid w:val="005C0EBB"/>
    <w:rsid w:val="005C173B"/>
    <w:rsid w:val="005C3F1D"/>
    <w:rsid w:val="005C5392"/>
    <w:rsid w:val="005D00A8"/>
    <w:rsid w:val="005D3D4F"/>
    <w:rsid w:val="005D665D"/>
    <w:rsid w:val="005D79F1"/>
    <w:rsid w:val="005E038F"/>
    <w:rsid w:val="005E053A"/>
    <w:rsid w:val="005E13A6"/>
    <w:rsid w:val="005E2A98"/>
    <w:rsid w:val="005E3DCD"/>
    <w:rsid w:val="005E4D67"/>
    <w:rsid w:val="005F18C5"/>
    <w:rsid w:val="005F2AEE"/>
    <w:rsid w:val="005F6E94"/>
    <w:rsid w:val="0060191F"/>
    <w:rsid w:val="00603339"/>
    <w:rsid w:val="00607554"/>
    <w:rsid w:val="00610C65"/>
    <w:rsid w:val="0061422E"/>
    <w:rsid w:val="006172AE"/>
    <w:rsid w:val="00617702"/>
    <w:rsid w:val="00617881"/>
    <w:rsid w:val="006178F1"/>
    <w:rsid w:val="00621EDB"/>
    <w:rsid w:val="00622839"/>
    <w:rsid w:val="006237E6"/>
    <w:rsid w:val="006265C8"/>
    <w:rsid w:val="006300FE"/>
    <w:rsid w:val="00637C30"/>
    <w:rsid w:val="006445F6"/>
    <w:rsid w:val="00646EFA"/>
    <w:rsid w:val="00647E43"/>
    <w:rsid w:val="006517E7"/>
    <w:rsid w:val="006524E6"/>
    <w:rsid w:val="00654F32"/>
    <w:rsid w:val="00655DFB"/>
    <w:rsid w:val="006610E6"/>
    <w:rsid w:val="0066440E"/>
    <w:rsid w:val="00665149"/>
    <w:rsid w:val="006668B5"/>
    <w:rsid w:val="00670BCE"/>
    <w:rsid w:val="00674E4E"/>
    <w:rsid w:val="00675416"/>
    <w:rsid w:val="006820C3"/>
    <w:rsid w:val="00687278"/>
    <w:rsid w:val="0069282F"/>
    <w:rsid w:val="00697325"/>
    <w:rsid w:val="006A2DD4"/>
    <w:rsid w:val="006B2AB4"/>
    <w:rsid w:val="006B4D05"/>
    <w:rsid w:val="006B5F15"/>
    <w:rsid w:val="006B7451"/>
    <w:rsid w:val="006C1113"/>
    <w:rsid w:val="006C3DB0"/>
    <w:rsid w:val="006D0417"/>
    <w:rsid w:val="006D1E0E"/>
    <w:rsid w:val="006E4A95"/>
    <w:rsid w:val="006E4E04"/>
    <w:rsid w:val="006E5CBD"/>
    <w:rsid w:val="006F208A"/>
    <w:rsid w:val="00705556"/>
    <w:rsid w:val="00705C92"/>
    <w:rsid w:val="007064B2"/>
    <w:rsid w:val="0071314C"/>
    <w:rsid w:val="00714C14"/>
    <w:rsid w:val="0072010C"/>
    <w:rsid w:val="00721F97"/>
    <w:rsid w:val="0072268D"/>
    <w:rsid w:val="00723250"/>
    <w:rsid w:val="007350B2"/>
    <w:rsid w:val="007451CB"/>
    <w:rsid w:val="00745BCA"/>
    <w:rsid w:val="007522AE"/>
    <w:rsid w:val="0075341E"/>
    <w:rsid w:val="00755422"/>
    <w:rsid w:val="007563FD"/>
    <w:rsid w:val="007568EE"/>
    <w:rsid w:val="00756AB6"/>
    <w:rsid w:val="00757ADC"/>
    <w:rsid w:val="007615FB"/>
    <w:rsid w:val="00763828"/>
    <w:rsid w:val="00763837"/>
    <w:rsid w:val="00764952"/>
    <w:rsid w:val="00765485"/>
    <w:rsid w:val="007702A8"/>
    <w:rsid w:val="007722EF"/>
    <w:rsid w:val="007734D0"/>
    <w:rsid w:val="007818B2"/>
    <w:rsid w:val="00781979"/>
    <w:rsid w:val="00782CFF"/>
    <w:rsid w:val="00783DCD"/>
    <w:rsid w:val="00784A05"/>
    <w:rsid w:val="00785C97"/>
    <w:rsid w:val="007877D8"/>
    <w:rsid w:val="007904EE"/>
    <w:rsid w:val="00791802"/>
    <w:rsid w:val="0079319E"/>
    <w:rsid w:val="007946DF"/>
    <w:rsid w:val="00794958"/>
    <w:rsid w:val="00796D8A"/>
    <w:rsid w:val="00796EBC"/>
    <w:rsid w:val="007A24B9"/>
    <w:rsid w:val="007A4267"/>
    <w:rsid w:val="007A4E2F"/>
    <w:rsid w:val="007A6DDB"/>
    <w:rsid w:val="007B2E26"/>
    <w:rsid w:val="007B3716"/>
    <w:rsid w:val="007C716A"/>
    <w:rsid w:val="007D06E8"/>
    <w:rsid w:val="007E31B0"/>
    <w:rsid w:val="007E5CCC"/>
    <w:rsid w:val="007E639C"/>
    <w:rsid w:val="007F605D"/>
    <w:rsid w:val="007F629C"/>
    <w:rsid w:val="007F701C"/>
    <w:rsid w:val="0080045E"/>
    <w:rsid w:val="00806583"/>
    <w:rsid w:val="0081189C"/>
    <w:rsid w:val="00815966"/>
    <w:rsid w:val="00816E6B"/>
    <w:rsid w:val="00820479"/>
    <w:rsid w:val="00821DF2"/>
    <w:rsid w:val="008243BD"/>
    <w:rsid w:val="008268FC"/>
    <w:rsid w:val="008300B4"/>
    <w:rsid w:val="00834F2B"/>
    <w:rsid w:val="00835773"/>
    <w:rsid w:val="0084366B"/>
    <w:rsid w:val="008465E1"/>
    <w:rsid w:val="00847F5A"/>
    <w:rsid w:val="00855152"/>
    <w:rsid w:val="008568F2"/>
    <w:rsid w:val="00863046"/>
    <w:rsid w:val="00863696"/>
    <w:rsid w:val="00864088"/>
    <w:rsid w:val="008646FE"/>
    <w:rsid w:val="00865CB2"/>
    <w:rsid w:val="00865E5D"/>
    <w:rsid w:val="0086665C"/>
    <w:rsid w:val="00871A2E"/>
    <w:rsid w:val="0087563E"/>
    <w:rsid w:val="00875F72"/>
    <w:rsid w:val="0087667A"/>
    <w:rsid w:val="00883267"/>
    <w:rsid w:val="008849F2"/>
    <w:rsid w:val="00885233"/>
    <w:rsid w:val="0089022E"/>
    <w:rsid w:val="00891190"/>
    <w:rsid w:val="008957A7"/>
    <w:rsid w:val="00897F2E"/>
    <w:rsid w:val="008A1B97"/>
    <w:rsid w:val="008A2A0A"/>
    <w:rsid w:val="008A5B43"/>
    <w:rsid w:val="008B4F0A"/>
    <w:rsid w:val="008B7F53"/>
    <w:rsid w:val="008C009C"/>
    <w:rsid w:val="008C3F8F"/>
    <w:rsid w:val="008C4220"/>
    <w:rsid w:val="008D0B57"/>
    <w:rsid w:val="008D1DA4"/>
    <w:rsid w:val="008D26FE"/>
    <w:rsid w:val="008E0D13"/>
    <w:rsid w:val="008E280F"/>
    <w:rsid w:val="008E4F70"/>
    <w:rsid w:val="008E582E"/>
    <w:rsid w:val="008E62CC"/>
    <w:rsid w:val="008E698E"/>
    <w:rsid w:val="008E6DC5"/>
    <w:rsid w:val="008E6E12"/>
    <w:rsid w:val="008F229A"/>
    <w:rsid w:val="008F3C06"/>
    <w:rsid w:val="00900155"/>
    <w:rsid w:val="009002DA"/>
    <w:rsid w:val="00910BD9"/>
    <w:rsid w:val="00911D86"/>
    <w:rsid w:val="00912926"/>
    <w:rsid w:val="009204BA"/>
    <w:rsid w:val="00922DB1"/>
    <w:rsid w:val="0092525B"/>
    <w:rsid w:val="009269D2"/>
    <w:rsid w:val="00937ABB"/>
    <w:rsid w:val="00940BF5"/>
    <w:rsid w:val="00946E15"/>
    <w:rsid w:val="00953364"/>
    <w:rsid w:val="00956E6B"/>
    <w:rsid w:val="009577BF"/>
    <w:rsid w:val="009625B9"/>
    <w:rsid w:val="009636A6"/>
    <w:rsid w:val="00963A4E"/>
    <w:rsid w:val="00964683"/>
    <w:rsid w:val="00964E11"/>
    <w:rsid w:val="00966339"/>
    <w:rsid w:val="00967E26"/>
    <w:rsid w:val="009706F3"/>
    <w:rsid w:val="00971CF8"/>
    <w:rsid w:val="009762D5"/>
    <w:rsid w:val="00984508"/>
    <w:rsid w:val="00985A9E"/>
    <w:rsid w:val="0098698B"/>
    <w:rsid w:val="00987975"/>
    <w:rsid w:val="00990F80"/>
    <w:rsid w:val="00990FDF"/>
    <w:rsid w:val="00991FA4"/>
    <w:rsid w:val="009927CE"/>
    <w:rsid w:val="00993D9A"/>
    <w:rsid w:val="009949DA"/>
    <w:rsid w:val="009A4B3A"/>
    <w:rsid w:val="009A571D"/>
    <w:rsid w:val="009B0DBB"/>
    <w:rsid w:val="009B2B33"/>
    <w:rsid w:val="009B484B"/>
    <w:rsid w:val="009B5D17"/>
    <w:rsid w:val="009B71C4"/>
    <w:rsid w:val="009C1EA1"/>
    <w:rsid w:val="009C2494"/>
    <w:rsid w:val="009C59C3"/>
    <w:rsid w:val="009C7F68"/>
    <w:rsid w:val="009D2478"/>
    <w:rsid w:val="009D2752"/>
    <w:rsid w:val="009D48F2"/>
    <w:rsid w:val="009D4DA1"/>
    <w:rsid w:val="009D585E"/>
    <w:rsid w:val="009E435D"/>
    <w:rsid w:val="009F12C8"/>
    <w:rsid w:val="00A001BD"/>
    <w:rsid w:val="00A00EB4"/>
    <w:rsid w:val="00A04AFD"/>
    <w:rsid w:val="00A06FE5"/>
    <w:rsid w:val="00A07462"/>
    <w:rsid w:val="00A1088E"/>
    <w:rsid w:val="00A13A30"/>
    <w:rsid w:val="00A157C3"/>
    <w:rsid w:val="00A16A48"/>
    <w:rsid w:val="00A16F27"/>
    <w:rsid w:val="00A23DCB"/>
    <w:rsid w:val="00A33417"/>
    <w:rsid w:val="00A44F09"/>
    <w:rsid w:val="00A50367"/>
    <w:rsid w:val="00A5342E"/>
    <w:rsid w:val="00A5397A"/>
    <w:rsid w:val="00A53E5D"/>
    <w:rsid w:val="00A62854"/>
    <w:rsid w:val="00A632B6"/>
    <w:rsid w:val="00A6650E"/>
    <w:rsid w:val="00A72256"/>
    <w:rsid w:val="00A76A38"/>
    <w:rsid w:val="00A817B1"/>
    <w:rsid w:val="00A81ABB"/>
    <w:rsid w:val="00A81ECC"/>
    <w:rsid w:val="00A83F4D"/>
    <w:rsid w:val="00A90521"/>
    <w:rsid w:val="00A90CA3"/>
    <w:rsid w:val="00A95979"/>
    <w:rsid w:val="00A95B6A"/>
    <w:rsid w:val="00AA4EB9"/>
    <w:rsid w:val="00AA58FB"/>
    <w:rsid w:val="00AA6696"/>
    <w:rsid w:val="00AB0143"/>
    <w:rsid w:val="00AB051A"/>
    <w:rsid w:val="00AB348C"/>
    <w:rsid w:val="00AB5848"/>
    <w:rsid w:val="00AB667E"/>
    <w:rsid w:val="00AB6A0B"/>
    <w:rsid w:val="00AC287F"/>
    <w:rsid w:val="00AC39AA"/>
    <w:rsid w:val="00AC75B7"/>
    <w:rsid w:val="00AC78AA"/>
    <w:rsid w:val="00AC7C12"/>
    <w:rsid w:val="00AD56EC"/>
    <w:rsid w:val="00AE12E5"/>
    <w:rsid w:val="00AE1AD2"/>
    <w:rsid w:val="00AE4E03"/>
    <w:rsid w:val="00AF2645"/>
    <w:rsid w:val="00AF65E7"/>
    <w:rsid w:val="00B0099C"/>
    <w:rsid w:val="00B0186E"/>
    <w:rsid w:val="00B030C0"/>
    <w:rsid w:val="00B055F4"/>
    <w:rsid w:val="00B1180C"/>
    <w:rsid w:val="00B1290E"/>
    <w:rsid w:val="00B1342D"/>
    <w:rsid w:val="00B13FE4"/>
    <w:rsid w:val="00B16029"/>
    <w:rsid w:val="00B21142"/>
    <w:rsid w:val="00B226EE"/>
    <w:rsid w:val="00B24263"/>
    <w:rsid w:val="00B26CFD"/>
    <w:rsid w:val="00B316EB"/>
    <w:rsid w:val="00B31AE0"/>
    <w:rsid w:val="00B333B1"/>
    <w:rsid w:val="00B366F8"/>
    <w:rsid w:val="00B37A89"/>
    <w:rsid w:val="00B415A3"/>
    <w:rsid w:val="00B4183F"/>
    <w:rsid w:val="00B44965"/>
    <w:rsid w:val="00B455CE"/>
    <w:rsid w:val="00B50EE3"/>
    <w:rsid w:val="00B51246"/>
    <w:rsid w:val="00B537C7"/>
    <w:rsid w:val="00B5518B"/>
    <w:rsid w:val="00B63D8D"/>
    <w:rsid w:val="00B65819"/>
    <w:rsid w:val="00B66F7E"/>
    <w:rsid w:val="00B6772E"/>
    <w:rsid w:val="00B736A3"/>
    <w:rsid w:val="00B73E1C"/>
    <w:rsid w:val="00B7664A"/>
    <w:rsid w:val="00B81DAA"/>
    <w:rsid w:val="00B848E6"/>
    <w:rsid w:val="00B876B0"/>
    <w:rsid w:val="00B87912"/>
    <w:rsid w:val="00B90C7F"/>
    <w:rsid w:val="00B96568"/>
    <w:rsid w:val="00BA2214"/>
    <w:rsid w:val="00BA3DE2"/>
    <w:rsid w:val="00BA6782"/>
    <w:rsid w:val="00BA7EE2"/>
    <w:rsid w:val="00BB5D10"/>
    <w:rsid w:val="00BC1885"/>
    <w:rsid w:val="00BC19DD"/>
    <w:rsid w:val="00BC275D"/>
    <w:rsid w:val="00BC3798"/>
    <w:rsid w:val="00BC6839"/>
    <w:rsid w:val="00BC7074"/>
    <w:rsid w:val="00BC7730"/>
    <w:rsid w:val="00BD31D3"/>
    <w:rsid w:val="00BE0FE1"/>
    <w:rsid w:val="00BE11EF"/>
    <w:rsid w:val="00BE2F93"/>
    <w:rsid w:val="00BF1CB7"/>
    <w:rsid w:val="00BF3911"/>
    <w:rsid w:val="00C016DD"/>
    <w:rsid w:val="00C04F7C"/>
    <w:rsid w:val="00C06393"/>
    <w:rsid w:val="00C15A8B"/>
    <w:rsid w:val="00C22813"/>
    <w:rsid w:val="00C24C00"/>
    <w:rsid w:val="00C25601"/>
    <w:rsid w:val="00C25663"/>
    <w:rsid w:val="00C2727C"/>
    <w:rsid w:val="00C27302"/>
    <w:rsid w:val="00C3102A"/>
    <w:rsid w:val="00C327C4"/>
    <w:rsid w:val="00C32BCF"/>
    <w:rsid w:val="00C37F19"/>
    <w:rsid w:val="00C44E0A"/>
    <w:rsid w:val="00C523C1"/>
    <w:rsid w:val="00C55813"/>
    <w:rsid w:val="00C56CF5"/>
    <w:rsid w:val="00C60A75"/>
    <w:rsid w:val="00C651C8"/>
    <w:rsid w:val="00C652FA"/>
    <w:rsid w:val="00C663A2"/>
    <w:rsid w:val="00C7061A"/>
    <w:rsid w:val="00C70FDB"/>
    <w:rsid w:val="00C7356B"/>
    <w:rsid w:val="00C7372E"/>
    <w:rsid w:val="00C76B45"/>
    <w:rsid w:val="00C84214"/>
    <w:rsid w:val="00C86516"/>
    <w:rsid w:val="00C9151B"/>
    <w:rsid w:val="00C922B0"/>
    <w:rsid w:val="00C96044"/>
    <w:rsid w:val="00C962BC"/>
    <w:rsid w:val="00CA3955"/>
    <w:rsid w:val="00CA3EE5"/>
    <w:rsid w:val="00CA4369"/>
    <w:rsid w:val="00CA43BE"/>
    <w:rsid w:val="00CB0AE6"/>
    <w:rsid w:val="00CB1366"/>
    <w:rsid w:val="00CC2ABE"/>
    <w:rsid w:val="00CD1EFC"/>
    <w:rsid w:val="00CD2656"/>
    <w:rsid w:val="00CD7AC3"/>
    <w:rsid w:val="00CE0323"/>
    <w:rsid w:val="00CE0470"/>
    <w:rsid w:val="00CE2996"/>
    <w:rsid w:val="00CE46B8"/>
    <w:rsid w:val="00CE49B1"/>
    <w:rsid w:val="00CE6F46"/>
    <w:rsid w:val="00CF0590"/>
    <w:rsid w:val="00CF31B0"/>
    <w:rsid w:val="00D02287"/>
    <w:rsid w:val="00D0268E"/>
    <w:rsid w:val="00D0493C"/>
    <w:rsid w:val="00D07C38"/>
    <w:rsid w:val="00D10419"/>
    <w:rsid w:val="00D2038C"/>
    <w:rsid w:val="00D21145"/>
    <w:rsid w:val="00D21879"/>
    <w:rsid w:val="00D222D7"/>
    <w:rsid w:val="00D23A8B"/>
    <w:rsid w:val="00D25E3E"/>
    <w:rsid w:val="00D3280B"/>
    <w:rsid w:val="00D33AF7"/>
    <w:rsid w:val="00D34C9A"/>
    <w:rsid w:val="00D403FF"/>
    <w:rsid w:val="00D45F96"/>
    <w:rsid w:val="00D479D4"/>
    <w:rsid w:val="00D50CF4"/>
    <w:rsid w:val="00D51B2D"/>
    <w:rsid w:val="00D534EA"/>
    <w:rsid w:val="00D545E7"/>
    <w:rsid w:val="00D56A82"/>
    <w:rsid w:val="00D6264E"/>
    <w:rsid w:val="00D63A9F"/>
    <w:rsid w:val="00D70FCA"/>
    <w:rsid w:val="00D727A7"/>
    <w:rsid w:val="00D74A27"/>
    <w:rsid w:val="00D74BAA"/>
    <w:rsid w:val="00D75B91"/>
    <w:rsid w:val="00D75E9C"/>
    <w:rsid w:val="00D77055"/>
    <w:rsid w:val="00D77254"/>
    <w:rsid w:val="00D7767F"/>
    <w:rsid w:val="00D77957"/>
    <w:rsid w:val="00D77C8B"/>
    <w:rsid w:val="00D83FE2"/>
    <w:rsid w:val="00D904A4"/>
    <w:rsid w:val="00D9118C"/>
    <w:rsid w:val="00D95318"/>
    <w:rsid w:val="00D9545C"/>
    <w:rsid w:val="00DA0EDC"/>
    <w:rsid w:val="00DA1E86"/>
    <w:rsid w:val="00DA217D"/>
    <w:rsid w:val="00DA3805"/>
    <w:rsid w:val="00DA4EDE"/>
    <w:rsid w:val="00DA60F7"/>
    <w:rsid w:val="00DA6711"/>
    <w:rsid w:val="00DB2666"/>
    <w:rsid w:val="00DB7B37"/>
    <w:rsid w:val="00DD5965"/>
    <w:rsid w:val="00DD751D"/>
    <w:rsid w:val="00DD7DAB"/>
    <w:rsid w:val="00DE50EB"/>
    <w:rsid w:val="00DE586F"/>
    <w:rsid w:val="00DF3C52"/>
    <w:rsid w:val="00DF7D11"/>
    <w:rsid w:val="00DF7F59"/>
    <w:rsid w:val="00E03AC6"/>
    <w:rsid w:val="00E179EC"/>
    <w:rsid w:val="00E2220E"/>
    <w:rsid w:val="00E225A9"/>
    <w:rsid w:val="00E24471"/>
    <w:rsid w:val="00E25AC2"/>
    <w:rsid w:val="00E27FA3"/>
    <w:rsid w:val="00E310A0"/>
    <w:rsid w:val="00E42051"/>
    <w:rsid w:val="00E43470"/>
    <w:rsid w:val="00E51E8C"/>
    <w:rsid w:val="00E53EE8"/>
    <w:rsid w:val="00E54017"/>
    <w:rsid w:val="00E57C4F"/>
    <w:rsid w:val="00E61397"/>
    <w:rsid w:val="00E641DB"/>
    <w:rsid w:val="00E70906"/>
    <w:rsid w:val="00E73460"/>
    <w:rsid w:val="00E778DA"/>
    <w:rsid w:val="00E815D4"/>
    <w:rsid w:val="00E85377"/>
    <w:rsid w:val="00E90259"/>
    <w:rsid w:val="00E910C0"/>
    <w:rsid w:val="00E927C9"/>
    <w:rsid w:val="00E9356C"/>
    <w:rsid w:val="00E94725"/>
    <w:rsid w:val="00E97AAB"/>
    <w:rsid w:val="00EA1938"/>
    <w:rsid w:val="00EA43FA"/>
    <w:rsid w:val="00EB30AF"/>
    <w:rsid w:val="00EB3139"/>
    <w:rsid w:val="00EB37B4"/>
    <w:rsid w:val="00EB4DDF"/>
    <w:rsid w:val="00EB61A2"/>
    <w:rsid w:val="00EC5A6D"/>
    <w:rsid w:val="00EC5B0B"/>
    <w:rsid w:val="00ED2D9C"/>
    <w:rsid w:val="00EE320F"/>
    <w:rsid w:val="00EE50F6"/>
    <w:rsid w:val="00EE75A2"/>
    <w:rsid w:val="00EF6A47"/>
    <w:rsid w:val="00F0134E"/>
    <w:rsid w:val="00F056E3"/>
    <w:rsid w:val="00F11415"/>
    <w:rsid w:val="00F126C9"/>
    <w:rsid w:val="00F149FD"/>
    <w:rsid w:val="00F17326"/>
    <w:rsid w:val="00F2004C"/>
    <w:rsid w:val="00F2203F"/>
    <w:rsid w:val="00F248DA"/>
    <w:rsid w:val="00F24D6B"/>
    <w:rsid w:val="00F37C8A"/>
    <w:rsid w:val="00F403F5"/>
    <w:rsid w:val="00F41726"/>
    <w:rsid w:val="00F41FB5"/>
    <w:rsid w:val="00F462AE"/>
    <w:rsid w:val="00F5724B"/>
    <w:rsid w:val="00F57942"/>
    <w:rsid w:val="00F64151"/>
    <w:rsid w:val="00F645ED"/>
    <w:rsid w:val="00F66752"/>
    <w:rsid w:val="00F71713"/>
    <w:rsid w:val="00F74859"/>
    <w:rsid w:val="00F80A3E"/>
    <w:rsid w:val="00F82EA2"/>
    <w:rsid w:val="00F8396E"/>
    <w:rsid w:val="00F84516"/>
    <w:rsid w:val="00F85896"/>
    <w:rsid w:val="00F9099D"/>
    <w:rsid w:val="00F95EBB"/>
    <w:rsid w:val="00FA0BD5"/>
    <w:rsid w:val="00FA5177"/>
    <w:rsid w:val="00FB0A32"/>
    <w:rsid w:val="00FB255C"/>
    <w:rsid w:val="00FB34A0"/>
    <w:rsid w:val="00FC162C"/>
    <w:rsid w:val="00FC3A41"/>
    <w:rsid w:val="00FC73E4"/>
    <w:rsid w:val="00FD236B"/>
    <w:rsid w:val="00FD4F90"/>
    <w:rsid w:val="00FD656A"/>
    <w:rsid w:val="00FD73F5"/>
    <w:rsid w:val="00FE0CCA"/>
    <w:rsid w:val="00FE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81"/>
  </w:style>
  <w:style w:type="paragraph" w:styleId="1">
    <w:name w:val="heading 1"/>
    <w:basedOn w:val="a"/>
    <w:next w:val="a"/>
    <w:link w:val="10"/>
    <w:qFormat/>
    <w:rsid w:val="0079319E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62C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931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9319E"/>
    <w:pPr>
      <w:spacing w:after="120" w:line="240" w:lineRule="auto"/>
    </w:pPr>
    <w:rPr>
      <w:rFonts w:ascii="Consultant" w:eastAsia="Times New Roman" w:hAnsi="Consultant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79319E"/>
    <w:rPr>
      <w:rFonts w:ascii="Consultant" w:eastAsia="Times New Roman" w:hAnsi="Consultant" w:cs="Times New Roman"/>
      <w:sz w:val="16"/>
      <w:szCs w:val="16"/>
      <w:lang w:eastAsia="ru-RU"/>
    </w:rPr>
  </w:style>
  <w:style w:type="table" w:styleId="a3">
    <w:name w:val="Table Grid"/>
    <w:basedOn w:val="a1"/>
    <w:uiPriority w:val="59"/>
    <w:rsid w:val="005D00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C1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1242"/>
  </w:style>
  <w:style w:type="paragraph" w:styleId="a6">
    <w:name w:val="footer"/>
    <w:basedOn w:val="a"/>
    <w:link w:val="a7"/>
    <w:uiPriority w:val="99"/>
    <w:semiHidden/>
    <w:unhideWhenUsed/>
    <w:rsid w:val="001C12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C1242"/>
  </w:style>
  <w:style w:type="paragraph" w:styleId="a8">
    <w:name w:val="Body Text"/>
    <w:basedOn w:val="a"/>
    <w:link w:val="a9"/>
    <w:rsid w:val="001E236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1E23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4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4E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38377-9FCF-4418-BB04-6C43919A6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gaykova</cp:lastModifiedBy>
  <cp:revision>7</cp:revision>
  <cp:lastPrinted>2023-03-03T04:34:00Z</cp:lastPrinted>
  <dcterms:created xsi:type="dcterms:W3CDTF">2023-03-02T09:55:00Z</dcterms:created>
  <dcterms:modified xsi:type="dcterms:W3CDTF">2023-03-09T03:41:00Z</dcterms:modified>
</cp:coreProperties>
</file>