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897BF5">
        <w:rPr>
          <w:rFonts w:ascii="Times New Roman" w:hAnsi="Times New Roman"/>
          <w:szCs w:val="24"/>
        </w:rPr>
        <w:t>20.02.</w:t>
      </w:r>
      <w:r w:rsidR="00BA13A6">
        <w:rPr>
          <w:rFonts w:ascii="Times New Roman" w:hAnsi="Times New Roman"/>
          <w:szCs w:val="24"/>
        </w:rPr>
        <w:t>202</w:t>
      </w:r>
      <w:r w:rsidR="00460D5A">
        <w:rPr>
          <w:rFonts w:ascii="Times New Roman" w:hAnsi="Times New Roman"/>
          <w:szCs w:val="24"/>
        </w:rPr>
        <w:t>3</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897BF5">
        <w:rPr>
          <w:rFonts w:ascii="Times New Roman" w:hAnsi="Times New Roman"/>
          <w:szCs w:val="24"/>
        </w:rPr>
        <w:t>62</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605AAE">
        <w:rPr>
          <w:rFonts w:ascii="Times New Roman" w:hAnsi="Times New Roman"/>
          <w:b/>
          <w:sz w:val="28"/>
          <w:szCs w:val="28"/>
        </w:rPr>
        <w:t>250</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460D5A" w:rsidP="006A469E">
      <w:pPr>
        <w:tabs>
          <w:tab w:val="left" w:pos="3615"/>
        </w:tabs>
        <w:jc w:val="center"/>
        <w:rPr>
          <w:rFonts w:ascii="Times New Roman" w:hAnsi="Times New Roman"/>
          <w:b/>
        </w:rPr>
      </w:pPr>
      <w:r>
        <w:rPr>
          <w:rFonts w:ascii="Times New Roman" w:hAnsi="Times New Roman"/>
          <w:sz w:val="24"/>
          <w:szCs w:val="24"/>
        </w:rPr>
        <w:t>2023</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725D23" w:rsidRPr="00C24927" w:rsidRDefault="00725D23" w:rsidP="00725D23">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w:t>
      </w:r>
      <w:proofErr w:type="gramEnd"/>
      <w:r>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w:t>
      </w:r>
      <w:r w:rsidR="00D472B4">
        <w:rPr>
          <w:rFonts w:ascii="Times New Roman" w:hAnsi="Times New Roman"/>
          <w:sz w:val="24"/>
          <w:szCs w:val="24"/>
        </w:rPr>
        <w:t xml:space="preserve">постановлением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D472B4" w:rsidRPr="009359AE" w:rsidRDefault="00725D23" w:rsidP="00D472B4">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w:t>
      </w:r>
      <w:r w:rsidR="00D472B4" w:rsidRPr="009359AE">
        <w:rPr>
          <w:rFonts w:ascii="Times New Roman" w:hAnsi="Times New Roman"/>
          <w:sz w:val="24"/>
          <w:szCs w:val="24"/>
        </w:rPr>
        <w:t xml:space="preserve">Во исполнение </w:t>
      </w:r>
      <w:r w:rsidR="00D472B4">
        <w:rPr>
          <w:rFonts w:ascii="Times New Roman" w:hAnsi="Times New Roman"/>
          <w:sz w:val="24"/>
          <w:szCs w:val="24"/>
        </w:rPr>
        <w:t>п</w:t>
      </w:r>
      <w:r w:rsidR="00D472B4" w:rsidRPr="009359AE">
        <w:rPr>
          <w:rFonts w:ascii="Times New Roman" w:hAnsi="Times New Roman"/>
          <w:sz w:val="24"/>
          <w:szCs w:val="24"/>
        </w:rPr>
        <w:t xml:space="preserve">остановления </w:t>
      </w:r>
      <w:proofErr w:type="gramStart"/>
      <w:r w:rsidR="00D472B4" w:rsidRPr="009359AE">
        <w:rPr>
          <w:rFonts w:ascii="Times New Roman" w:hAnsi="Times New Roman"/>
          <w:sz w:val="24"/>
          <w:szCs w:val="24"/>
        </w:rPr>
        <w:t>Администрации</w:t>
      </w:r>
      <w:proofErr w:type="gramEnd"/>
      <w:r w:rsidR="00D472B4" w:rsidRPr="009359AE">
        <w:rPr>
          <w:rFonts w:ascii="Times New Roman" w:hAnsi="Times New Roman"/>
          <w:sz w:val="24"/>
          <w:szCs w:val="24"/>
        </w:rPr>
        <w:t xml:space="preserve"> ЗАТО г.</w:t>
      </w:r>
      <w:r w:rsidR="00D472B4">
        <w:rPr>
          <w:rFonts w:ascii="Times New Roman" w:hAnsi="Times New Roman"/>
          <w:sz w:val="24"/>
          <w:szCs w:val="24"/>
        </w:rPr>
        <w:t xml:space="preserve"> </w:t>
      </w:r>
      <w:r w:rsidR="00D472B4" w:rsidRPr="009359AE">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sidRPr="009359AE">
        <w:rPr>
          <w:rFonts w:ascii="Times New Roman" w:hAnsi="Times New Roman"/>
          <w:sz w:val="24"/>
          <w:szCs w:val="24"/>
        </w:rPr>
        <w:t xml:space="preserve"> информация о проведении аукциона размещается </w:t>
      </w:r>
      <w:r w:rsidR="00D472B4" w:rsidRPr="00C33B94">
        <w:rPr>
          <w:rFonts w:ascii="Times New Roman" w:hAnsi="Times New Roman"/>
          <w:sz w:val="24"/>
          <w:szCs w:val="24"/>
        </w:rPr>
        <w:t xml:space="preserve">на </w:t>
      </w:r>
      <w:r w:rsidR="00D472B4"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D472B4" w:rsidRPr="009359AE">
        <w:rPr>
          <w:rFonts w:ascii="Times New Roman" w:hAnsi="Times New Roman"/>
          <w:sz w:val="24"/>
          <w:szCs w:val="24"/>
        </w:rPr>
        <w:t xml:space="preserve"> </w:t>
      </w:r>
      <w:hyperlink r:id="rId10" w:history="1">
        <w:r w:rsidR="00D472B4" w:rsidRPr="009359AE">
          <w:rPr>
            <w:rStyle w:val="a7"/>
            <w:rFonts w:ascii="Times New Roman" w:hAnsi="Times New Roman"/>
            <w:sz w:val="24"/>
            <w:szCs w:val="24"/>
            <w:lang w:val="en-US"/>
          </w:rPr>
          <w:t>www</w:t>
        </w:r>
        <w:r w:rsidR="00D472B4" w:rsidRPr="009359AE">
          <w:rPr>
            <w:rStyle w:val="a7"/>
            <w:rFonts w:ascii="Times New Roman" w:hAnsi="Times New Roman"/>
            <w:sz w:val="24"/>
            <w:szCs w:val="24"/>
          </w:rPr>
          <w:t>.</w:t>
        </w:r>
        <w:proofErr w:type="spellStart"/>
        <w:r w:rsidR="00D472B4" w:rsidRPr="009359AE">
          <w:rPr>
            <w:rStyle w:val="a7"/>
            <w:rFonts w:ascii="Times New Roman" w:hAnsi="Times New Roman"/>
            <w:sz w:val="24"/>
            <w:szCs w:val="24"/>
            <w:lang w:val="en-US"/>
          </w:rPr>
          <w:t>admk</w:t>
        </w:r>
        <w:proofErr w:type="spellEnd"/>
        <w:r w:rsidR="00D472B4" w:rsidRPr="009359AE">
          <w:rPr>
            <w:rStyle w:val="a7"/>
            <w:rFonts w:ascii="Times New Roman" w:hAnsi="Times New Roman"/>
            <w:sz w:val="24"/>
            <w:szCs w:val="24"/>
          </w:rPr>
          <w:t>26.</w:t>
        </w:r>
        <w:proofErr w:type="spellStart"/>
        <w:r w:rsidR="00D472B4" w:rsidRPr="009359AE">
          <w:rPr>
            <w:rStyle w:val="a7"/>
            <w:rFonts w:ascii="Times New Roman" w:hAnsi="Times New Roman"/>
            <w:sz w:val="24"/>
            <w:szCs w:val="24"/>
            <w:lang w:val="en-US"/>
          </w:rPr>
          <w:t>ru</w:t>
        </w:r>
        <w:proofErr w:type="spellEnd"/>
      </w:hyperlink>
      <w:r w:rsidR="00D472B4"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725D23" w:rsidRPr="009359AE" w:rsidRDefault="00725D23" w:rsidP="00725D23">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Подробная информация о предмете аукциона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725D23" w:rsidRPr="009359AE" w:rsidRDefault="00725D23" w:rsidP="00725D23">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725D23" w:rsidRPr="0019761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725D23"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725D23" w:rsidRDefault="00725D23" w:rsidP="00725D23">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w:t>
      </w:r>
      <w:r w:rsidRPr="0050158C">
        <w:rPr>
          <w:rFonts w:ascii="Times New Roman" w:hAnsi="Times New Roman"/>
          <w:bCs/>
          <w:iCs/>
          <w:sz w:val="24"/>
          <w:szCs w:val="24"/>
        </w:rPr>
        <w:lastRenderedPageBreak/>
        <w:t xml:space="preserve">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725D23"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725D23" w:rsidRPr="002B1791"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725D23" w:rsidRDefault="00725D23" w:rsidP="00725D23">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725D23" w:rsidRPr="009359AE" w:rsidRDefault="00725D23" w:rsidP="00725D23">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725D23" w:rsidRPr="009359AE" w:rsidRDefault="00725D23" w:rsidP="00725D23">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725D23" w:rsidRPr="009359AE"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lastRenderedPageBreak/>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725D23" w:rsidRPr="004C6281"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9359AE">
        <w:rPr>
          <w:rFonts w:ascii="Times New Roman" w:hAnsi="Times New Roman"/>
          <w:bCs/>
          <w:iCs/>
          <w:sz w:val="24"/>
          <w:szCs w:val="24"/>
        </w:rPr>
        <w:t>.</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725D23" w:rsidRPr="009359AE" w:rsidRDefault="00725D23" w:rsidP="00725D23">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 форме</w:t>
      </w:r>
      <w:r>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725D23"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w:t>
      </w:r>
      <w:r w:rsidRPr="009359AE">
        <w:rPr>
          <w:rFonts w:ascii="Times New Roman" w:hAnsi="Times New Roman"/>
          <w:sz w:val="24"/>
          <w:szCs w:val="24"/>
        </w:rPr>
        <w:t xml:space="preserve">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725D23" w:rsidRPr="009359AE"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w:t>
      </w:r>
      <w:r w:rsidRPr="009359AE">
        <w:rPr>
          <w:rFonts w:ascii="Times New Roman" w:hAnsi="Times New Roman"/>
          <w:sz w:val="24"/>
          <w:szCs w:val="24"/>
        </w:rPr>
        <w:lastRenderedPageBreak/>
        <w:t xml:space="preserve">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725D23" w:rsidP="00725D23">
      <w:pPr>
        <w:pStyle w:val="31"/>
        <w:tabs>
          <w:tab w:val="left" w:pos="0"/>
        </w:tabs>
        <w:spacing w:before="0" w:after="0"/>
        <w:ind w:firstLine="567"/>
        <w:jc w:val="both"/>
        <w:rPr>
          <w:szCs w:val="24"/>
        </w:rPr>
      </w:pPr>
      <w:r w:rsidRPr="009359AE">
        <w:rPr>
          <w:b/>
          <w:szCs w:val="24"/>
        </w:rPr>
        <w:t>12. Отказ от проведения аукциона.</w:t>
      </w:r>
    </w:p>
    <w:p w:rsidR="00725D23" w:rsidRPr="009359AE" w:rsidRDefault="00725D23" w:rsidP="00725D23">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725D23" w:rsidRPr="009359AE" w:rsidRDefault="00725D23" w:rsidP="00725D23">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725D23" w:rsidRPr="009359AE" w:rsidRDefault="00725D23" w:rsidP="00725D23">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725D23" w:rsidRPr="009359AE" w:rsidRDefault="00725D23" w:rsidP="00725D23">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725D23" w:rsidRPr="009359AE" w:rsidRDefault="00725D23" w:rsidP="00725D23">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725D23" w:rsidRDefault="00725D23" w:rsidP="00725D23">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725D23" w:rsidRPr="009359AE" w:rsidRDefault="00725D23" w:rsidP="00725D23">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 xml:space="preserve">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w:t>
      </w:r>
      <w:r w:rsidRPr="009359AE">
        <w:rPr>
          <w:rFonts w:ascii="Times New Roman" w:hAnsi="Times New Roman"/>
          <w:sz w:val="24"/>
          <w:szCs w:val="24"/>
        </w:rPr>
        <w:lastRenderedPageBreak/>
        <w:t>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725D23"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725D23" w:rsidRPr="004C540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25D23" w:rsidRDefault="00725D23" w:rsidP="00725D23">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w:t>
      </w:r>
      <w:r w:rsidRPr="009359AE">
        <w:rPr>
          <w:rFonts w:ascii="Times New Roman" w:hAnsi="Times New Roman"/>
          <w:sz w:val="24"/>
          <w:szCs w:val="24"/>
        </w:rPr>
        <w:lastRenderedPageBreak/>
        <w:t>договора, увеличенную в соответствии с «шагом аукциона» и «шаг аукциона» в соответствии с которым повышается цена;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аукциона и участника, который сделал предпоследнее предложение о цене договора.</w:t>
      </w:r>
      <w:proofErr w:type="gramEnd"/>
      <w:r w:rsidRPr="009359AE">
        <w:rPr>
          <w:rFonts w:ascii="Times New Roman" w:hAnsi="Times New Roman"/>
          <w:sz w:val="24"/>
          <w:szCs w:val="24"/>
        </w:rPr>
        <w:t xml:space="preserve">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Pr>
          <w:rFonts w:ascii="Times New Roman" w:hAnsi="Times New Roman"/>
          <w:i/>
          <w:sz w:val="24"/>
          <w:szCs w:val="24"/>
        </w:rPr>
        <w:t>я</w:t>
      </w:r>
      <w:r w:rsidRPr="004C6281">
        <w:rPr>
          <w:rFonts w:ascii="Times New Roman" w:hAnsi="Times New Roman"/>
          <w:i/>
          <w:sz w:val="24"/>
          <w:szCs w:val="24"/>
        </w:rPr>
        <w:t xml:space="preserve"> № </w:t>
      </w:r>
      <w:r>
        <w:rPr>
          <w:rFonts w:ascii="Times New Roman" w:hAnsi="Times New Roman"/>
          <w:i/>
          <w:sz w:val="24"/>
          <w:szCs w:val="24"/>
        </w:rPr>
        <w:t>3</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 xml:space="preserve">внесенными условиями о цене договора, предложенной победителем аукциона,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w:t>
      </w:r>
      <w:r>
        <w:rPr>
          <w:rFonts w:ascii="Times New Roman" w:hAnsi="Times New Roman"/>
          <w:sz w:val="24"/>
          <w:szCs w:val="24"/>
        </w:rPr>
        <w:lastRenderedPageBreak/>
        <w:t>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w:t>
      </w:r>
      <w:r w:rsidRPr="009359AE">
        <w:rPr>
          <w:rFonts w:ascii="Times New Roman" w:hAnsi="Times New Roman"/>
          <w:sz w:val="24"/>
          <w:szCs w:val="24"/>
        </w:rPr>
        <w:lastRenderedPageBreak/>
        <w:t xml:space="preserve">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725D23" w:rsidRDefault="00725D23" w:rsidP="009A7FE7">
      <w:pPr>
        <w:spacing w:after="0" w:line="240" w:lineRule="auto"/>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D80D26" w:rsidRPr="009359AE" w:rsidRDefault="00D80D26" w:rsidP="009A7FE7">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17.12, 17.13, 17.14 аукционной документации.</w:t>
      </w:r>
    </w:p>
    <w:p w:rsidR="00AA3C15" w:rsidRDefault="00AA3C15" w:rsidP="009A7FE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186DE6" w:rsidRPr="003E3953" w:rsidRDefault="00186DE6" w:rsidP="009A7FE7">
      <w:pPr>
        <w:autoSpaceDE w:val="0"/>
        <w:autoSpaceDN w:val="0"/>
        <w:adjustRightInd w:val="0"/>
        <w:spacing w:after="0" w:line="240" w:lineRule="auto"/>
        <w:ind w:firstLine="567"/>
        <w:jc w:val="both"/>
        <w:rPr>
          <w:rFonts w:ascii="Times New Roman" w:hAnsi="Times New Roman"/>
          <w:sz w:val="24"/>
          <w:szCs w:val="24"/>
        </w:rPr>
      </w:pPr>
      <w:r w:rsidRPr="003E3953">
        <w:rPr>
          <w:rFonts w:ascii="Times New Roman" w:hAnsi="Times New Roman"/>
          <w:sz w:val="24"/>
          <w:szCs w:val="24"/>
        </w:rPr>
        <w:t xml:space="preserve">17.12. Арендатор в течение </w:t>
      </w:r>
      <w:r w:rsidR="005B16BD">
        <w:rPr>
          <w:rFonts w:ascii="Times New Roman" w:hAnsi="Times New Roman"/>
          <w:sz w:val="24"/>
          <w:szCs w:val="24"/>
        </w:rPr>
        <w:t>1</w:t>
      </w:r>
      <w:r w:rsidRPr="003E3953">
        <w:rPr>
          <w:rFonts w:ascii="Times New Roman" w:hAnsi="Times New Roman"/>
          <w:sz w:val="24"/>
          <w:szCs w:val="24"/>
        </w:rPr>
        <w:t xml:space="preserve">0 дней после подписания договора аренды обязан заключить </w:t>
      </w:r>
      <w:r w:rsidR="005B16BD">
        <w:rPr>
          <w:rFonts w:ascii="Times New Roman" w:hAnsi="Times New Roman"/>
          <w:sz w:val="24"/>
          <w:szCs w:val="24"/>
        </w:rPr>
        <w:t>соглашение о порядке возмещения расходов Арендодателя.</w:t>
      </w:r>
    </w:p>
    <w:p w:rsidR="00186DE6" w:rsidRPr="003F4011" w:rsidRDefault="00186DE6" w:rsidP="009A7FE7">
      <w:pPr>
        <w:autoSpaceDE w:val="0"/>
        <w:autoSpaceDN w:val="0"/>
        <w:adjustRightInd w:val="0"/>
        <w:spacing w:after="0" w:line="240" w:lineRule="auto"/>
        <w:ind w:firstLine="567"/>
        <w:jc w:val="both"/>
        <w:rPr>
          <w:rFonts w:ascii="Times New Roman" w:hAnsi="Times New Roman"/>
          <w:sz w:val="24"/>
          <w:szCs w:val="24"/>
        </w:rPr>
      </w:pPr>
      <w:r w:rsidRPr="003E3953">
        <w:rPr>
          <w:rFonts w:ascii="Times New Roman" w:hAnsi="Times New Roman"/>
          <w:sz w:val="24"/>
          <w:szCs w:val="24"/>
        </w:rPr>
        <w:t>17.13. 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186DE6" w:rsidRPr="003F4011" w:rsidRDefault="00186DE6" w:rsidP="009A7FE7">
      <w:pPr>
        <w:spacing w:after="0" w:line="240" w:lineRule="auto"/>
        <w:ind w:firstLine="567"/>
        <w:jc w:val="both"/>
        <w:rPr>
          <w:rFonts w:ascii="Times New Roman" w:hAnsi="Times New Roman"/>
          <w:sz w:val="24"/>
          <w:szCs w:val="24"/>
        </w:rPr>
      </w:pPr>
      <w:r w:rsidRPr="003F4011">
        <w:rPr>
          <w:rFonts w:ascii="Times New Roman" w:hAnsi="Times New Roman"/>
          <w:sz w:val="24"/>
          <w:szCs w:val="24"/>
        </w:rPr>
        <w:t>17.14.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186DE6" w:rsidRPr="009359AE" w:rsidRDefault="00186DE6" w:rsidP="009A7FE7">
      <w:pPr>
        <w:spacing w:after="0" w:line="240" w:lineRule="auto"/>
        <w:ind w:firstLine="567"/>
        <w:jc w:val="both"/>
        <w:rPr>
          <w:rFonts w:ascii="Times New Roman" w:hAnsi="Times New Roman"/>
          <w:sz w:val="24"/>
          <w:szCs w:val="24"/>
        </w:rPr>
      </w:pPr>
      <w:r w:rsidRPr="003F4011">
        <w:rPr>
          <w:rFonts w:ascii="Times New Roman" w:hAnsi="Times New Roman"/>
          <w:sz w:val="24"/>
          <w:szCs w:val="24"/>
        </w:rPr>
        <w:lastRenderedPageBreak/>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186DE6" w:rsidRDefault="00186DE6"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AA3C15" w:rsidRPr="006458D8" w:rsidRDefault="00AA3C15" w:rsidP="009A7FE7">
      <w:pPr>
        <w:spacing w:after="0" w:line="240" w:lineRule="auto"/>
        <w:ind w:firstLine="567"/>
        <w:jc w:val="both"/>
        <w:rPr>
          <w:rFonts w:ascii="Times New Roman" w:hAnsi="Times New Roman"/>
          <w:sz w:val="24"/>
          <w:szCs w:val="24"/>
        </w:rPr>
      </w:pPr>
      <w:r w:rsidRPr="00947A56">
        <w:rPr>
          <w:rFonts w:ascii="Times New Roman" w:hAnsi="Times New Roman"/>
          <w:sz w:val="24"/>
          <w:szCs w:val="24"/>
        </w:rPr>
        <w:t>17.1</w:t>
      </w:r>
      <w:r w:rsidR="00137D68">
        <w:rPr>
          <w:rFonts w:ascii="Times New Roman" w:hAnsi="Times New Roman"/>
          <w:sz w:val="24"/>
          <w:szCs w:val="24"/>
        </w:rPr>
        <w:t>5</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w:t>
      </w:r>
      <w:r>
        <w:rPr>
          <w:rFonts w:ascii="Times New Roman" w:hAnsi="Times New Roman"/>
          <w:sz w:val="24"/>
          <w:szCs w:val="24"/>
        </w:rPr>
        <w:t>оконные и д</w:t>
      </w:r>
      <w:r w:rsidRPr="006458D8">
        <w:rPr>
          <w:rFonts w:ascii="Times New Roman" w:hAnsi="Times New Roman"/>
          <w:sz w:val="24"/>
          <w:szCs w:val="24"/>
        </w:rPr>
        <w:t>верные конструкции должны быть в удовлетворительном техническом состоянии и быть исправны.</w:t>
      </w:r>
    </w:p>
    <w:p w:rsidR="00D80D26" w:rsidRDefault="00D80D26" w:rsidP="009A7FE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17.16. С</w:t>
      </w:r>
      <w:r w:rsidRPr="004D2BF4">
        <w:rPr>
          <w:rFonts w:ascii="Times New Roman" w:hAnsi="Times New Roman"/>
          <w:sz w:val="24"/>
          <w:szCs w:val="24"/>
        </w:rPr>
        <w:t xml:space="preserve">огласование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D80D26" w:rsidRDefault="00D80D26" w:rsidP="009A7FE7">
      <w:pPr>
        <w:autoSpaceDE w:val="0"/>
        <w:autoSpaceDN w:val="0"/>
        <w:adjustRightInd w:val="0"/>
        <w:spacing w:after="0" w:line="240" w:lineRule="auto"/>
        <w:ind w:firstLine="708"/>
        <w:jc w:val="both"/>
        <w:rPr>
          <w:rFonts w:ascii="Times New Roman" w:hAnsi="Times New Roman"/>
          <w:sz w:val="24"/>
          <w:szCs w:val="24"/>
        </w:rPr>
      </w:pPr>
    </w:p>
    <w:p w:rsidR="00186DE6" w:rsidRPr="006458D8" w:rsidRDefault="00186DE6" w:rsidP="009A7FE7">
      <w:pPr>
        <w:autoSpaceDE w:val="0"/>
        <w:autoSpaceDN w:val="0"/>
        <w:adjustRightInd w:val="0"/>
        <w:spacing w:after="0" w:line="240" w:lineRule="auto"/>
        <w:ind w:firstLine="708"/>
        <w:jc w:val="both"/>
        <w:rPr>
          <w:rFonts w:ascii="Times New Roman" w:hAnsi="Times New Roman"/>
          <w:sz w:val="24"/>
          <w:szCs w:val="24"/>
        </w:rPr>
      </w:pPr>
    </w:p>
    <w:p w:rsidR="00AA3C15" w:rsidRPr="00DE55B1" w:rsidRDefault="00AA3C15" w:rsidP="009A7FE7">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DE55B1" w:rsidRDefault="00AA3C15" w:rsidP="009A7FE7">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sidR="007374FC">
        <w:rPr>
          <w:rFonts w:ascii="Times New Roman" w:hAnsi="Times New Roman"/>
          <w:sz w:val="24"/>
          <w:szCs w:val="24"/>
        </w:rPr>
        <w:t>2</w:t>
      </w:r>
      <w:r w:rsidRPr="00DE55B1">
        <w:rPr>
          <w:rFonts w:ascii="Times New Roman" w:hAnsi="Times New Roman"/>
          <w:sz w:val="24"/>
          <w:szCs w:val="24"/>
        </w:rPr>
        <w:t>;</w:t>
      </w:r>
    </w:p>
    <w:p w:rsidR="00AA3C15" w:rsidRPr="00DE55B1" w:rsidRDefault="00AA3C15" w:rsidP="009A7FE7">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sidR="003C528D">
        <w:rPr>
          <w:rFonts w:ascii="Times New Roman" w:hAnsi="Times New Roman"/>
          <w:sz w:val="24"/>
          <w:szCs w:val="24"/>
        </w:rPr>
        <w:t>1</w:t>
      </w:r>
      <w:r w:rsidR="00B739C1">
        <w:rPr>
          <w:rFonts w:ascii="Times New Roman" w:hAnsi="Times New Roman"/>
          <w:sz w:val="24"/>
          <w:szCs w:val="24"/>
        </w:rPr>
        <w:t>5</w:t>
      </w:r>
      <w:r w:rsidRPr="00DE55B1">
        <w:rPr>
          <w:rFonts w:ascii="Times New Roman" w:hAnsi="Times New Roman"/>
          <w:sz w:val="24"/>
          <w:szCs w:val="24"/>
        </w:rPr>
        <w:t>;</w:t>
      </w:r>
    </w:p>
    <w:p w:rsidR="00AA3C15" w:rsidRPr="000D08A7" w:rsidRDefault="00AA3C15" w:rsidP="009A7FE7">
      <w:pPr>
        <w:numPr>
          <w:ilvl w:val="0"/>
          <w:numId w:val="1"/>
        </w:numPr>
        <w:spacing w:after="0" w:line="240" w:lineRule="auto"/>
        <w:ind w:left="0" w:firstLine="567"/>
        <w:jc w:val="both"/>
        <w:rPr>
          <w:rFonts w:ascii="Times New Roman" w:hAnsi="Times New Roman"/>
          <w:sz w:val="24"/>
          <w:szCs w:val="24"/>
        </w:rPr>
      </w:pPr>
      <w:r w:rsidRPr="000D08A7">
        <w:rPr>
          <w:rFonts w:ascii="Times New Roman" w:hAnsi="Times New Roman"/>
          <w:sz w:val="24"/>
          <w:szCs w:val="24"/>
        </w:rPr>
        <w:t xml:space="preserve">Приложение № </w:t>
      </w:r>
      <w:r w:rsidR="00D10AC3">
        <w:rPr>
          <w:rFonts w:ascii="Times New Roman" w:hAnsi="Times New Roman"/>
          <w:sz w:val="24"/>
          <w:szCs w:val="24"/>
        </w:rPr>
        <w:t>3</w:t>
      </w:r>
      <w:r w:rsidRPr="000D08A7">
        <w:rPr>
          <w:rFonts w:ascii="Times New Roman" w:hAnsi="Times New Roman"/>
          <w:sz w:val="24"/>
          <w:szCs w:val="24"/>
        </w:rPr>
        <w:t>. Проект договора аренды по лоту № 1 – стр.</w:t>
      </w:r>
      <w:r w:rsidR="00B254E0">
        <w:rPr>
          <w:rFonts w:ascii="Times New Roman" w:hAnsi="Times New Roman"/>
          <w:sz w:val="24"/>
          <w:szCs w:val="24"/>
        </w:rPr>
        <w:t>2</w:t>
      </w:r>
      <w:r w:rsidR="00B739C1">
        <w:rPr>
          <w:rFonts w:ascii="Times New Roman" w:hAnsi="Times New Roman"/>
          <w:sz w:val="24"/>
          <w:szCs w:val="24"/>
        </w:rPr>
        <w:t>0</w:t>
      </w:r>
      <w:r w:rsidR="00F36B54">
        <w:rPr>
          <w:rFonts w:ascii="Times New Roman" w:hAnsi="Times New Roman"/>
          <w:sz w:val="24"/>
          <w:szCs w:val="24"/>
        </w:rPr>
        <w:t>.</w:t>
      </w:r>
    </w:p>
    <w:sectPr w:rsidR="00AA3C15" w:rsidRPr="000D08A7" w:rsidSect="00113072">
      <w:headerReference w:type="default" r:id="rId24"/>
      <w:footerReference w:type="even" r:id="rId25"/>
      <w:headerReference w:type="first" r:id="rId26"/>
      <w:pgSz w:w="11906" w:h="16838"/>
      <w:pgMar w:top="1276"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3B6" w:rsidRDefault="00EC23B6">
      <w:pPr>
        <w:spacing w:after="0" w:line="240" w:lineRule="auto"/>
      </w:pPr>
      <w:r>
        <w:separator/>
      </w:r>
    </w:p>
  </w:endnote>
  <w:endnote w:type="continuationSeparator" w:id="0">
    <w:p w:rsidR="00EC23B6" w:rsidRDefault="00EC23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877E9F">
    <w:pPr>
      <w:pStyle w:val="af3"/>
      <w:framePr w:wrap="around" w:vAnchor="text" w:hAnchor="margin" w:xAlign="center" w:y="1"/>
      <w:rPr>
        <w:rStyle w:val="af5"/>
      </w:rPr>
    </w:pPr>
    <w:r>
      <w:rPr>
        <w:rStyle w:val="af5"/>
      </w:rPr>
      <w:fldChar w:fldCharType="begin"/>
    </w:r>
    <w:r w:rsidR="0031464F">
      <w:rPr>
        <w:rStyle w:val="af5"/>
      </w:rPr>
      <w:instrText xml:space="preserve">PAGE  </w:instrText>
    </w:r>
    <w:r>
      <w:rPr>
        <w:rStyle w:val="af5"/>
      </w:rPr>
      <w:fldChar w:fldCharType="separate"/>
    </w:r>
    <w:r w:rsidR="0031464F">
      <w:rPr>
        <w:rStyle w:val="af5"/>
        <w:noProof/>
      </w:rPr>
      <w:t>1</w:t>
    </w:r>
    <w:r>
      <w:rPr>
        <w:rStyle w:val="af5"/>
      </w:rPr>
      <w:fldChar w:fldCharType="end"/>
    </w:r>
  </w:p>
  <w:p w:rsidR="0031464F" w:rsidRDefault="0031464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3B6" w:rsidRDefault="00EC23B6">
      <w:pPr>
        <w:spacing w:after="0" w:line="240" w:lineRule="auto"/>
      </w:pPr>
      <w:r>
        <w:separator/>
      </w:r>
    </w:p>
  </w:footnote>
  <w:footnote w:type="continuationSeparator" w:id="0">
    <w:p w:rsidR="00EC23B6" w:rsidRDefault="00EC23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Pr="009F16D3" w:rsidRDefault="00877E9F">
    <w:pPr>
      <w:pStyle w:val="af9"/>
      <w:jc w:val="center"/>
      <w:rPr>
        <w:rFonts w:ascii="Times New Roman" w:hAnsi="Times New Roman"/>
      </w:rPr>
    </w:pPr>
    <w:r w:rsidRPr="009F16D3">
      <w:rPr>
        <w:rFonts w:ascii="Times New Roman" w:hAnsi="Times New Roman"/>
      </w:rPr>
      <w:fldChar w:fldCharType="begin"/>
    </w:r>
    <w:r w:rsidR="0031464F" w:rsidRPr="009F16D3">
      <w:rPr>
        <w:rFonts w:ascii="Times New Roman" w:hAnsi="Times New Roman"/>
      </w:rPr>
      <w:instrText xml:space="preserve"> PAGE   \* MERGEFORMAT </w:instrText>
    </w:r>
    <w:r w:rsidRPr="009F16D3">
      <w:rPr>
        <w:rFonts w:ascii="Times New Roman" w:hAnsi="Times New Roman"/>
      </w:rPr>
      <w:fldChar w:fldCharType="separate"/>
    </w:r>
    <w:r w:rsidR="00897BF5">
      <w:rPr>
        <w:rFonts w:ascii="Times New Roman" w:hAnsi="Times New Roman"/>
        <w:noProof/>
      </w:rPr>
      <w:t>11</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31464F">
    <w:pPr>
      <w:pStyle w:val="af9"/>
      <w:jc w:val="center"/>
    </w:pPr>
  </w:p>
  <w:p w:rsidR="0031464F" w:rsidRDefault="0031464F">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18FB"/>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55B3"/>
    <w:rsid w:val="00046EAB"/>
    <w:rsid w:val="00047E33"/>
    <w:rsid w:val="000515FD"/>
    <w:rsid w:val="000516ED"/>
    <w:rsid w:val="00051840"/>
    <w:rsid w:val="00051EE3"/>
    <w:rsid w:val="000520D1"/>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4DE7"/>
    <w:rsid w:val="000A0521"/>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1F7"/>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65B7"/>
    <w:rsid w:val="001966C4"/>
    <w:rsid w:val="00196F08"/>
    <w:rsid w:val="00197615"/>
    <w:rsid w:val="00197CF0"/>
    <w:rsid w:val="001A034E"/>
    <w:rsid w:val="001A13AD"/>
    <w:rsid w:val="001A17EA"/>
    <w:rsid w:val="001A1A07"/>
    <w:rsid w:val="001A2600"/>
    <w:rsid w:val="001A2830"/>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60F"/>
    <w:rsid w:val="00276985"/>
    <w:rsid w:val="00276E42"/>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432"/>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42B6"/>
    <w:rsid w:val="00364D97"/>
    <w:rsid w:val="00364EB4"/>
    <w:rsid w:val="00365A21"/>
    <w:rsid w:val="003664D8"/>
    <w:rsid w:val="003665B7"/>
    <w:rsid w:val="00366A20"/>
    <w:rsid w:val="00366B14"/>
    <w:rsid w:val="00367125"/>
    <w:rsid w:val="00367AF6"/>
    <w:rsid w:val="00367C3C"/>
    <w:rsid w:val="00370120"/>
    <w:rsid w:val="00372043"/>
    <w:rsid w:val="0037312B"/>
    <w:rsid w:val="0037369E"/>
    <w:rsid w:val="00373C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A3B"/>
    <w:rsid w:val="003B3D6C"/>
    <w:rsid w:val="003B457D"/>
    <w:rsid w:val="003B5D48"/>
    <w:rsid w:val="003B60BA"/>
    <w:rsid w:val="003B7FEE"/>
    <w:rsid w:val="003C1A0E"/>
    <w:rsid w:val="003C2403"/>
    <w:rsid w:val="003C24B5"/>
    <w:rsid w:val="003C2C5B"/>
    <w:rsid w:val="003C37E7"/>
    <w:rsid w:val="003C4A06"/>
    <w:rsid w:val="003C528D"/>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3AF"/>
    <w:rsid w:val="004355B4"/>
    <w:rsid w:val="004356D4"/>
    <w:rsid w:val="00435B40"/>
    <w:rsid w:val="00436791"/>
    <w:rsid w:val="00436B97"/>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2F2D"/>
    <w:rsid w:val="00453BCC"/>
    <w:rsid w:val="00453DC0"/>
    <w:rsid w:val="004549C5"/>
    <w:rsid w:val="004554EA"/>
    <w:rsid w:val="004568EB"/>
    <w:rsid w:val="004569BA"/>
    <w:rsid w:val="00456CDB"/>
    <w:rsid w:val="00456EE4"/>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A3C"/>
    <w:rsid w:val="004B7A46"/>
    <w:rsid w:val="004B7B37"/>
    <w:rsid w:val="004B7D26"/>
    <w:rsid w:val="004C0485"/>
    <w:rsid w:val="004C05B1"/>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C22"/>
    <w:rsid w:val="004E2034"/>
    <w:rsid w:val="004E2C67"/>
    <w:rsid w:val="004E2E98"/>
    <w:rsid w:val="004E3170"/>
    <w:rsid w:val="004E38E5"/>
    <w:rsid w:val="004E5060"/>
    <w:rsid w:val="004E51EC"/>
    <w:rsid w:val="004E5FFF"/>
    <w:rsid w:val="004E64E7"/>
    <w:rsid w:val="004E7381"/>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1391"/>
    <w:rsid w:val="005013E5"/>
    <w:rsid w:val="00501912"/>
    <w:rsid w:val="00503026"/>
    <w:rsid w:val="005038E4"/>
    <w:rsid w:val="005039E9"/>
    <w:rsid w:val="00503C44"/>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1A10"/>
    <w:rsid w:val="00533A79"/>
    <w:rsid w:val="00534391"/>
    <w:rsid w:val="005347D3"/>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0DAE"/>
    <w:rsid w:val="00561000"/>
    <w:rsid w:val="00561A3E"/>
    <w:rsid w:val="00564022"/>
    <w:rsid w:val="005641B0"/>
    <w:rsid w:val="005643E8"/>
    <w:rsid w:val="00564615"/>
    <w:rsid w:val="00564C2D"/>
    <w:rsid w:val="00564D12"/>
    <w:rsid w:val="00564EE3"/>
    <w:rsid w:val="00565596"/>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36CE"/>
    <w:rsid w:val="005A4430"/>
    <w:rsid w:val="005A4BC9"/>
    <w:rsid w:val="005A5559"/>
    <w:rsid w:val="005A7313"/>
    <w:rsid w:val="005A76F9"/>
    <w:rsid w:val="005A7B28"/>
    <w:rsid w:val="005A7BEC"/>
    <w:rsid w:val="005A7D95"/>
    <w:rsid w:val="005B0D99"/>
    <w:rsid w:val="005B16BD"/>
    <w:rsid w:val="005B1BF9"/>
    <w:rsid w:val="005B2E15"/>
    <w:rsid w:val="005B3582"/>
    <w:rsid w:val="005B3721"/>
    <w:rsid w:val="005B3B0C"/>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B68"/>
    <w:rsid w:val="005E7D45"/>
    <w:rsid w:val="005E7E56"/>
    <w:rsid w:val="005E7F9E"/>
    <w:rsid w:val="005F04E6"/>
    <w:rsid w:val="005F0B81"/>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5AAE"/>
    <w:rsid w:val="00605C5F"/>
    <w:rsid w:val="00606864"/>
    <w:rsid w:val="00607D1D"/>
    <w:rsid w:val="006108AB"/>
    <w:rsid w:val="00610BCB"/>
    <w:rsid w:val="00611136"/>
    <w:rsid w:val="00611EBB"/>
    <w:rsid w:val="00611FD5"/>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3818"/>
    <w:rsid w:val="00694CC6"/>
    <w:rsid w:val="0069553D"/>
    <w:rsid w:val="00695A6E"/>
    <w:rsid w:val="006969BD"/>
    <w:rsid w:val="00697402"/>
    <w:rsid w:val="00697956"/>
    <w:rsid w:val="006A070F"/>
    <w:rsid w:val="006A0827"/>
    <w:rsid w:val="006A112D"/>
    <w:rsid w:val="006A1CFE"/>
    <w:rsid w:val="006A311A"/>
    <w:rsid w:val="006A31C5"/>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8E1"/>
    <w:rsid w:val="006C2D0F"/>
    <w:rsid w:val="006C32D1"/>
    <w:rsid w:val="006C33A3"/>
    <w:rsid w:val="006C353B"/>
    <w:rsid w:val="006C430D"/>
    <w:rsid w:val="006C45AC"/>
    <w:rsid w:val="006C45E1"/>
    <w:rsid w:val="006C6B50"/>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58C"/>
    <w:rsid w:val="00712491"/>
    <w:rsid w:val="00712B37"/>
    <w:rsid w:val="0071387F"/>
    <w:rsid w:val="00713A0A"/>
    <w:rsid w:val="00713A3A"/>
    <w:rsid w:val="007146CB"/>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BE6"/>
    <w:rsid w:val="00767C7A"/>
    <w:rsid w:val="00770721"/>
    <w:rsid w:val="00770CC9"/>
    <w:rsid w:val="00770D01"/>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46AA"/>
    <w:rsid w:val="007A5183"/>
    <w:rsid w:val="007A5313"/>
    <w:rsid w:val="007A59A0"/>
    <w:rsid w:val="007A60D4"/>
    <w:rsid w:val="007A62DC"/>
    <w:rsid w:val="007B0E26"/>
    <w:rsid w:val="007B1081"/>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BCC"/>
    <w:rsid w:val="007C3DBB"/>
    <w:rsid w:val="007C4848"/>
    <w:rsid w:val="007C52FF"/>
    <w:rsid w:val="007C56C0"/>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CB2"/>
    <w:rsid w:val="007D73ED"/>
    <w:rsid w:val="007E015D"/>
    <w:rsid w:val="007E03A1"/>
    <w:rsid w:val="007E0889"/>
    <w:rsid w:val="007E099E"/>
    <w:rsid w:val="007E09B7"/>
    <w:rsid w:val="007E2E53"/>
    <w:rsid w:val="007E3CA5"/>
    <w:rsid w:val="007E3F24"/>
    <w:rsid w:val="007E427C"/>
    <w:rsid w:val="007E436F"/>
    <w:rsid w:val="007E53DF"/>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9EC"/>
    <w:rsid w:val="00860DD4"/>
    <w:rsid w:val="008626C8"/>
    <w:rsid w:val="00862C0E"/>
    <w:rsid w:val="008641E3"/>
    <w:rsid w:val="00866416"/>
    <w:rsid w:val="008664A2"/>
    <w:rsid w:val="008665CB"/>
    <w:rsid w:val="00867A07"/>
    <w:rsid w:val="00871002"/>
    <w:rsid w:val="0087205C"/>
    <w:rsid w:val="008720EA"/>
    <w:rsid w:val="008727A9"/>
    <w:rsid w:val="008737C1"/>
    <w:rsid w:val="00873A6A"/>
    <w:rsid w:val="00873B56"/>
    <w:rsid w:val="00874139"/>
    <w:rsid w:val="008755A0"/>
    <w:rsid w:val="00875989"/>
    <w:rsid w:val="00875F64"/>
    <w:rsid w:val="00876EBF"/>
    <w:rsid w:val="00876FCD"/>
    <w:rsid w:val="00877E9F"/>
    <w:rsid w:val="00880692"/>
    <w:rsid w:val="00880CFF"/>
    <w:rsid w:val="00880D3F"/>
    <w:rsid w:val="00881385"/>
    <w:rsid w:val="00881C8F"/>
    <w:rsid w:val="008830E0"/>
    <w:rsid w:val="00883877"/>
    <w:rsid w:val="00883DB5"/>
    <w:rsid w:val="00884CB6"/>
    <w:rsid w:val="008862B4"/>
    <w:rsid w:val="00886308"/>
    <w:rsid w:val="00886E22"/>
    <w:rsid w:val="00887983"/>
    <w:rsid w:val="00887D5D"/>
    <w:rsid w:val="008911B9"/>
    <w:rsid w:val="008918FB"/>
    <w:rsid w:val="00891F0B"/>
    <w:rsid w:val="00892ED3"/>
    <w:rsid w:val="00893C80"/>
    <w:rsid w:val="008940F5"/>
    <w:rsid w:val="00894160"/>
    <w:rsid w:val="008945CB"/>
    <w:rsid w:val="00894D0B"/>
    <w:rsid w:val="00894E83"/>
    <w:rsid w:val="00895808"/>
    <w:rsid w:val="00895CE1"/>
    <w:rsid w:val="00895D73"/>
    <w:rsid w:val="00897589"/>
    <w:rsid w:val="0089786F"/>
    <w:rsid w:val="008978F8"/>
    <w:rsid w:val="00897BF5"/>
    <w:rsid w:val="008A00E5"/>
    <w:rsid w:val="008A0701"/>
    <w:rsid w:val="008A1743"/>
    <w:rsid w:val="008A1A8B"/>
    <w:rsid w:val="008A48DB"/>
    <w:rsid w:val="008A4A3B"/>
    <w:rsid w:val="008A4B17"/>
    <w:rsid w:val="008A4F0E"/>
    <w:rsid w:val="008A5CD6"/>
    <w:rsid w:val="008A5D7C"/>
    <w:rsid w:val="008A6118"/>
    <w:rsid w:val="008A625A"/>
    <w:rsid w:val="008A781E"/>
    <w:rsid w:val="008A7987"/>
    <w:rsid w:val="008B2125"/>
    <w:rsid w:val="008B21D1"/>
    <w:rsid w:val="008B26B8"/>
    <w:rsid w:val="008B2D14"/>
    <w:rsid w:val="008B35D4"/>
    <w:rsid w:val="008B40BC"/>
    <w:rsid w:val="008B4517"/>
    <w:rsid w:val="008B46BD"/>
    <w:rsid w:val="008B47E5"/>
    <w:rsid w:val="008B4B17"/>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55F"/>
    <w:rsid w:val="008E46A5"/>
    <w:rsid w:val="008E5341"/>
    <w:rsid w:val="008E5C3A"/>
    <w:rsid w:val="008E6FF2"/>
    <w:rsid w:val="008E7B5A"/>
    <w:rsid w:val="008E7CE9"/>
    <w:rsid w:val="008F000F"/>
    <w:rsid w:val="008F09C4"/>
    <w:rsid w:val="008F0E62"/>
    <w:rsid w:val="008F0F69"/>
    <w:rsid w:val="008F32EE"/>
    <w:rsid w:val="008F3635"/>
    <w:rsid w:val="008F3CA9"/>
    <w:rsid w:val="008F3FE7"/>
    <w:rsid w:val="008F482F"/>
    <w:rsid w:val="008F4BD2"/>
    <w:rsid w:val="008F5016"/>
    <w:rsid w:val="00903F16"/>
    <w:rsid w:val="00904669"/>
    <w:rsid w:val="00905E41"/>
    <w:rsid w:val="00906A3D"/>
    <w:rsid w:val="00906A61"/>
    <w:rsid w:val="00906C82"/>
    <w:rsid w:val="0090712C"/>
    <w:rsid w:val="00907542"/>
    <w:rsid w:val="00907ECD"/>
    <w:rsid w:val="00910C27"/>
    <w:rsid w:val="00911549"/>
    <w:rsid w:val="00911886"/>
    <w:rsid w:val="0091199A"/>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27E0"/>
    <w:rsid w:val="009A3E24"/>
    <w:rsid w:val="009A6090"/>
    <w:rsid w:val="009A745E"/>
    <w:rsid w:val="009A7870"/>
    <w:rsid w:val="009A7FE7"/>
    <w:rsid w:val="009B0529"/>
    <w:rsid w:val="009B0802"/>
    <w:rsid w:val="009B1578"/>
    <w:rsid w:val="009B2C63"/>
    <w:rsid w:val="009B3236"/>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EE7"/>
    <w:rsid w:val="00A1220C"/>
    <w:rsid w:val="00A128E8"/>
    <w:rsid w:val="00A13089"/>
    <w:rsid w:val="00A13614"/>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3B99"/>
    <w:rsid w:val="00A64B11"/>
    <w:rsid w:val="00A65404"/>
    <w:rsid w:val="00A65B5D"/>
    <w:rsid w:val="00A668DF"/>
    <w:rsid w:val="00A66E49"/>
    <w:rsid w:val="00A70F55"/>
    <w:rsid w:val="00A71364"/>
    <w:rsid w:val="00A71916"/>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8C5"/>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9A5"/>
    <w:rsid w:val="00A96AA4"/>
    <w:rsid w:val="00A96AD8"/>
    <w:rsid w:val="00A96B32"/>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15AD"/>
    <w:rsid w:val="00AC2459"/>
    <w:rsid w:val="00AC2D2A"/>
    <w:rsid w:val="00AC2FB9"/>
    <w:rsid w:val="00AC33EF"/>
    <w:rsid w:val="00AC4845"/>
    <w:rsid w:val="00AC58B2"/>
    <w:rsid w:val="00AC602E"/>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A41"/>
    <w:rsid w:val="00B04A87"/>
    <w:rsid w:val="00B058E8"/>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B9"/>
    <w:rsid w:val="00B22DD8"/>
    <w:rsid w:val="00B22EDA"/>
    <w:rsid w:val="00B23116"/>
    <w:rsid w:val="00B23500"/>
    <w:rsid w:val="00B24AFA"/>
    <w:rsid w:val="00B25110"/>
    <w:rsid w:val="00B251BB"/>
    <w:rsid w:val="00B254E0"/>
    <w:rsid w:val="00B2615A"/>
    <w:rsid w:val="00B26ED4"/>
    <w:rsid w:val="00B276DA"/>
    <w:rsid w:val="00B277F2"/>
    <w:rsid w:val="00B27D26"/>
    <w:rsid w:val="00B27EA2"/>
    <w:rsid w:val="00B301B8"/>
    <w:rsid w:val="00B3190C"/>
    <w:rsid w:val="00B31B33"/>
    <w:rsid w:val="00B31D2B"/>
    <w:rsid w:val="00B32012"/>
    <w:rsid w:val="00B327AA"/>
    <w:rsid w:val="00B3330B"/>
    <w:rsid w:val="00B3604F"/>
    <w:rsid w:val="00B362C4"/>
    <w:rsid w:val="00B36A01"/>
    <w:rsid w:val="00B40D13"/>
    <w:rsid w:val="00B419BC"/>
    <w:rsid w:val="00B42A32"/>
    <w:rsid w:val="00B42B1B"/>
    <w:rsid w:val="00B42F7B"/>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39C1"/>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13A6"/>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5F1C"/>
    <w:rsid w:val="00BB6E65"/>
    <w:rsid w:val="00BB6E9C"/>
    <w:rsid w:val="00BB731D"/>
    <w:rsid w:val="00BB746A"/>
    <w:rsid w:val="00BB7E47"/>
    <w:rsid w:val="00BC011C"/>
    <w:rsid w:val="00BC0FEA"/>
    <w:rsid w:val="00BC1E74"/>
    <w:rsid w:val="00BC2569"/>
    <w:rsid w:val="00BC2738"/>
    <w:rsid w:val="00BC36B3"/>
    <w:rsid w:val="00BC4B84"/>
    <w:rsid w:val="00BC522B"/>
    <w:rsid w:val="00BC5A71"/>
    <w:rsid w:val="00BC5C2B"/>
    <w:rsid w:val="00BC5DA1"/>
    <w:rsid w:val="00BC63BE"/>
    <w:rsid w:val="00BC6C24"/>
    <w:rsid w:val="00BD1AB3"/>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862"/>
    <w:rsid w:val="00BF31CB"/>
    <w:rsid w:val="00BF680E"/>
    <w:rsid w:val="00BF6CE8"/>
    <w:rsid w:val="00BF7AF4"/>
    <w:rsid w:val="00BF7DFF"/>
    <w:rsid w:val="00C00F04"/>
    <w:rsid w:val="00C01801"/>
    <w:rsid w:val="00C01CB1"/>
    <w:rsid w:val="00C02F71"/>
    <w:rsid w:val="00C03C2F"/>
    <w:rsid w:val="00C05EFF"/>
    <w:rsid w:val="00C068EB"/>
    <w:rsid w:val="00C06F0A"/>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AD2"/>
    <w:rsid w:val="00C3644F"/>
    <w:rsid w:val="00C3707B"/>
    <w:rsid w:val="00C3764D"/>
    <w:rsid w:val="00C408F3"/>
    <w:rsid w:val="00C40BA8"/>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2B3"/>
    <w:rsid w:val="00C748DD"/>
    <w:rsid w:val="00C74D15"/>
    <w:rsid w:val="00C7646F"/>
    <w:rsid w:val="00C80585"/>
    <w:rsid w:val="00C83154"/>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1B66"/>
    <w:rsid w:val="00CA3765"/>
    <w:rsid w:val="00CA582C"/>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D5B"/>
    <w:rsid w:val="00CC528B"/>
    <w:rsid w:val="00CC690A"/>
    <w:rsid w:val="00CC7D24"/>
    <w:rsid w:val="00CD07AC"/>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E7326"/>
    <w:rsid w:val="00CF048D"/>
    <w:rsid w:val="00CF11BC"/>
    <w:rsid w:val="00CF268B"/>
    <w:rsid w:val="00CF28A9"/>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E66"/>
    <w:rsid w:val="00D343C3"/>
    <w:rsid w:val="00D34AEF"/>
    <w:rsid w:val="00D35445"/>
    <w:rsid w:val="00D35FF4"/>
    <w:rsid w:val="00D361D1"/>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D8D"/>
    <w:rsid w:val="00D5773F"/>
    <w:rsid w:val="00D57A37"/>
    <w:rsid w:val="00D57DAC"/>
    <w:rsid w:val="00D6032D"/>
    <w:rsid w:val="00D630E5"/>
    <w:rsid w:val="00D64B20"/>
    <w:rsid w:val="00D64BE5"/>
    <w:rsid w:val="00D662F1"/>
    <w:rsid w:val="00D673FC"/>
    <w:rsid w:val="00D679B8"/>
    <w:rsid w:val="00D67C46"/>
    <w:rsid w:val="00D70500"/>
    <w:rsid w:val="00D710E0"/>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97429"/>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824"/>
    <w:rsid w:val="00DC1911"/>
    <w:rsid w:val="00DC1985"/>
    <w:rsid w:val="00DC1B38"/>
    <w:rsid w:val="00DC265D"/>
    <w:rsid w:val="00DC2A75"/>
    <w:rsid w:val="00DC41DC"/>
    <w:rsid w:val="00DC5A73"/>
    <w:rsid w:val="00DC6472"/>
    <w:rsid w:val="00DC6D76"/>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284D"/>
    <w:rsid w:val="00E12B5D"/>
    <w:rsid w:val="00E1344C"/>
    <w:rsid w:val="00E13818"/>
    <w:rsid w:val="00E143AC"/>
    <w:rsid w:val="00E14692"/>
    <w:rsid w:val="00E147C4"/>
    <w:rsid w:val="00E15FCE"/>
    <w:rsid w:val="00E170A7"/>
    <w:rsid w:val="00E21227"/>
    <w:rsid w:val="00E22D67"/>
    <w:rsid w:val="00E23DE5"/>
    <w:rsid w:val="00E2448F"/>
    <w:rsid w:val="00E24FE6"/>
    <w:rsid w:val="00E256B1"/>
    <w:rsid w:val="00E25C07"/>
    <w:rsid w:val="00E2610B"/>
    <w:rsid w:val="00E269C1"/>
    <w:rsid w:val="00E276FD"/>
    <w:rsid w:val="00E27A5A"/>
    <w:rsid w:val="00E309CA"/>
    <w:rsid w:val="00E31606"/>
    <w:rsid w:val="00E3263E"/>
    <w:rsid w:val="00E32898"/>
    <w:rsid w:val="00E3307F"/>
    <w:rsid w:val="00E34AA9"/>
    <w:rsid w:val="00E34D25"/>
    <w:rsid w:val="00E34D88"/>
    <w:rsid w:val="00E359BF"/>
    <w:rsid w:val="00E3776C"/>
    <w:rsid w:val="00E37871"/>
    <w:rsid w:val="00E37E94"/>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3B6"/>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5132"/>
    <w:rsid w:val="00ED797A"/>
    <w:rsid w:val="00EE028A"/>
    <w:rsid w:val="00EE0759"/>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4754"/>
    <w:rsid w:val="00F357B8"/>
    <w:rsid w:val="00F35A0D"/>
    <w:rsid w:val="00F36A1D"/>
    <w:rsid w:val="00F36B54"/>
    <w:rsid w:val="00F378FE"/>
    <w:rsid w:val="00F429B8"/>
    <w:rsid w:val="00F43732"/>
    <w:rsid w:val="00F4496D"/>
    <w:rsid w:val="00F4500E"/>
    <w:rsid w:val="00F4583A"/>
    <w:rsid w:val="00F4593B"/>
    <w:rsid w:val="00F45AB6"/>
    <w:rsid w:val="00F45F2F"/>
    <w:rsid w:val="00F46B9F"/>
    <w:rsid w:val="00F47238"/>
    <w:rsid w:val="00F47BCB"/>
    <w:rsid w:val="00F5066E"/>
    <w:rsid w:val="00F50737"/>
    <w:rsid w:val="00F50917"/>
    <w:rsid w:val="00F518DF"/>
    <w:rsid w:val="00F51F59"/>
    <w:rsid w:val="00F52649"/>
    <w:rsid w:val="00F52C07"/>
    <w:rsid w:val="00F53613"/>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A10"/>
    <w:rsid w:val="00F62C98"/>
    <w:rsid w:val="00F639E8"/>
    <w:rsid w:val="00F63B3F"/>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A11B5"/>
    <w:rsid w:val="00FA29E7"/>
    <w:rsid w:val="00FA2D4D"/>
    <w:rsid w:val="00FA303E"/>
    <w:rsid w:val="00FA36CB"/>
    <w:rsid w:val="00FA3A53"/>
    <w:rsid w:val="00FA3AE5"/>
    <w:rsid w:val="00FA3EA6"/>
    <w:rsid w:val="00FA4AC9"/>
    <w:rsid w:val="00FA4C1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8E4"/>
    <w:rsid w:val="00FD6D25"/>
    <w:rsid w:val="00FD77B9"/>
    <w:rsid w:val="00FD7AB8"/>
    <w:rsid w:val="00FE03F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2C9F0-9A00-4133-B7BF-5F37731E9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11</Pages>
  <Words>5384</Words>
  <Characters>30691</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36003</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19</cp:revision>
  <cp:lastPrinted>2023-02-13T10:30:00Z</cp:lastPrinted>
  <dcterms:created xsi:type="dcterms:W3CDTF">2023-01-25T08:29:00Z</dcterms:created>
  <dcterms:modified xsi:type="dcterms:W3CDTF">2023-02-20T07:54:00Z</dcterms:modified>
</cp:coreProperties>
</file>